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14F" w:rsidRPr="00D82336" w:rsidRDefault="009D214F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9D214F" w:rsidRPr="00D82336" w:rsidRDefault="009D214F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9D214F" w:rsidRPr="00D82336" w:rsidRDefault="009D214F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9D214F" w:rsidRDefault="009D214F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9D214F" w:rsidRPr="00D82336" w:rsidRDefault="009D214F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9D214F" w:rsidRPr="00D82336" w:rsidRDefault="009D214F" w:rsidP="0020782B">
      <w:pPr>
        <w:jc w:val="center"/>
        <w:rPr>
          <w:sz w:val="24"/>
          <w:szCs w:val="24"/>
        </w:rPr>
      </w:pPr>
    </w:p>
    <w:p w:rsidR="009D214F" w:rsidRPr="00D82336" w:rsidRDefault="009D214F" w:rsidP="0020782B">
      <w:pPr>
        <w:pStyle w:val="ListParagraph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72"/>
        <w:gridCol w:w="5217"/>
      </w:tblGrid>
      <w:tr w:rsidR="009D214F" w:rsidRPr="00E62B32" w:rsidTr="000D7741">
        <w:tc>
          <w:tcPr>
            <w:tcW w:w="4672" w:type="dxa"/>
          </w:tcPr>
          <w:p w:rsidR="009D214F" w:rsidRPr="00E62B32" w:rsidRDefault="009D214F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9D214F" w:rsidRPr="00E62B32" w:rsidRDefault="009D214F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9D214F" w:rsidRPr="00E62B32" w:rsidTr="000D7741">
        <w:tc>
          <w:tcPr>
            <w:tcW w:w="4672" w:type="dxa"/>
          </w:tcPr>
          <w:p w:rsidR="009D214F" w:rsidRPr="00E62B32" w:rsidRDefault="009D214F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9D214F" w:rsidRPr="00E62B32" w:rsidRDefault="009D214F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9D214F" w:rsidRPr="00E62B32" w:rsidTr="000D7741">
        <w:tc>
          <w:tcPr>
            <w:tcW w:w="4672" w:type="dxa"/>
          </w:tcPr>
          <w:p w:rsidR="009D214F" w:rsidRPr="00E62B32" w:rsidRDefault="009D214F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9D214F" w:rsidRPr="00E62B32" w:rsidRDefault="009D214F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9D214F" w:rsidRPr="00E62B32" w:rsidTr="000D7741">
        <w:tc>
          <w:tcPr>
            <w:tcW w:w="4672" w:type="dxa"/>
          </w:tcPr>
          <w:p w:rsidR="009D214F" w:rsidRPr="00E62B32" w:rsidRDefault="009D214F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9D214F" w:rsidRPr="00E62B32" w:rsidRDefault="009D214F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9D214F" w:rsidRPr="00E62B32" w:rsidTr="000D7741">
        <w:tc>
          <w:tcPr>
            <w:tcW w:w="4672" w:type="dxa"/>
          </w:tcPr>
          <w:p w:rsidR="009D214F" w:rsidRPr="00E62B32" w:rsidRDefault="009D214F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9D214F" w:rsidRPr="00E62B32" w:rsidRDefault="009D214F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9D214F" w:rsidRPr="00E62B32" w:rsidTr="000D7741">
        <w:tc>
          <w:tcPr>
            <w:tcW w:w="4672" w:type="dxa"/>
          </w:tcPr>
          <w:p w:rsidR="009D214F" w:rsidRPr="00E62B32" w:rsidRDefault="009D214F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9D214F" w:rsidRPr="00E62B32" w:rsidRDefault="009D214F" w:rsidP="000D77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9D214F" w:rsidRPr="009A3B6F" w:rsidRDefault="009D214F" w:rsidP="0020782B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9D214F" w:rsidRPr="00EC4ED7" w:rsidRDefault="009D214F" w:rsidP="0020782B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54"/>
      </w:tblGrid>
      <w:tr w:rsidR="009D214F" w:rsidRPr="00EC4ED7" w:rsidTr="000D7741">
        <w:tc>
          <w:tcPr>
            <w:tcW w:w="9854" w:type="dxa"/>
          </w:tcPr>
          <w:p w:rsidR="009D214F" w:rsidRPr="004C737E" w:rsidRDefault="009D214F" w:rsidP="004C737E">
            <w:pPr>
              <w:spacing w:line="280" w:lineRule="exact"/>
              <w:rPr>
                <w:sz w:val="24"/>
                <w:szCs w:val="24"/>
                <w:u w:val="single"/>
              </w:rPr>
            </w:pPr>
            <w:r w:rsidRPr="00263E10">
              <w:rPr>
                <w:sz w:val="24"/>
                <w:szCs w:val="24"/>
                <w:u w:val="single"/>
              </w:rPr>
              <w:t xml:space="preserve">Проект постановления администрации Губкинского городского округа </w:t>
            </w:r>
            <w:r>
              <w:rPr>
                <w:sz w:val="24"/>
                <w:szCs w:val="24"/>
                <w:u w:val="single"/>
              </w:rPr>
              <w:t>«</w:t>
            </w:r>
            <w:r w:rsidRPr="004C737E">
              <w:rPr>
                <w:sz w:val="24"/>
                <w:szCs w:val="24"/>
                <w:u w:val="single"/>
              </w:rPr>
              <w:t>О внесении изменений в постановление администрации Губкинского городского округа от 24 апреля 2020 года № 597-па</w:t>
            </w:r>
            <w:r>
              <w:rPr>
                <w:sz w:val="24"/>
                <w:szCs w:val="24"/>
                <w:u w:val="single"/>
              </w:rPr>
              <w:t>»</w:t>
            </w:r>
          </w:p>
          <w:p w:rsidR="009D214F" w:rsidRPr="00EC4ED7" w:rsidRDefault="009D214F" w:rsidP="00F83085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/>
                <w:sz w:val="18"/>
                <w:szCs w:val="18"/>
              </w:rPr>
            </w:pPr>
            <w:r w:rsidRPr="00EC4ED7">
              <w:rPr>
                <w:i/>
                <w:color w:val="000000"/>
                <w:sz w:val="18"/>
                <w:szCs w:val="18"/>
              </w:rPr>
              <w:t xml:space="preserve"> (наименование проекта муниципального нормативного правового акта администрации Губкинского городского округа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  <w:r w:rsidRPr="00EC4ED7"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9D214F" w:rsidRPr="009A3B6F" w:rsidTr="000D7741">
        <w:tc>
          <w:tcPr>
            <w:tcW w:w="9854" w:type="dxa"/>
          </w:tcPr>
          <w:p w:rsidR="009D214F" w:rsidRPr="00EE2EBF" w:rsidRDefault="009D214F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Губкинского городского округа?</w:t>
            </w:r>
          </w:p>
        </w:tc>
      </w:tr>
      <w:tr w:rsidR="009D214F" w:rsidRPr="009A3B6F" w:rsidTr="000D7741">
        <w:tc>
          <w:tcPr>
            <w:tcW w:w="9854" w:type="dxa"/>
          </w:tcPr>
          <w:p w:rsidR="009D214F" w:rsidRPr="00EE2EBF" w:rsidRDefault="009D214F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9D214F" w:rsidRPr="009A3B6F" w:rsidTr="000D7741">
        <w:tc>
          <w:tcPr>
            <w:tcW w:w="9854" w:type="dxa"/>
          </w:tcPr>
          <w:p w:rsidR="009D214F" w:rsidRPr="00EE2EBF" w:rsidRDefault="009D214F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Губкинского городского округа?</w:t>
            </w:r>
          </w:p>
        </w:tc>
      </w:tr>
      <w:tr w:rsidR="009D214F" w:rsidRPr="009A3B6F" w:rsidTr="000D7741">
        <w:tc>
          <w:tcPr>
            <w:tcW w:w="9854" w:type="dxa"/>
          </w:tcPr>
          <w:p w:rsidR="009D214F" w:rsidRPr="00EE2EBF" w:rsidRDefault="009D214F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9D214F" w:rsidRPr="009A3B6F" w:rsidTr="000D7741">
        <w:tc>
          <w:tcPr>
            <w:tcW w:w="9854" w:type="dxa"/>
          </w:tcPr>
          <w:p w:rsidR="009D214F" w:rsidRPr="00EE2EBF" w:rsidRDefault="009D214F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Губкинского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9D214F" w:rsidRPr="009A3B6F" w:rsidTr="000D7741">
        <w:tc>
          <w:tcPr>
            <w:tcW w:w="9854" w:type="dxa"/>
          </w:tcPr>
          <w:p w:rsidR="009D214F" w:rsidRPr="00EE2EBF" w:rsidRDefault="009D214F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9D214F" w:rsidRPr="009A3B6F" w:rsidTr="000D7741">
        <w:tc>
          <w:tcPr>
            <w:tcW w:w="9854" w:type="dxa"/>
          </w:tcPr>
          <w:p w:rsidR="009D214F" w:rsidRPr="00EE2EBF" w:rsidRDefault="009D214F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9D214F" w:rsidRPr="009A3B6F" w:rsidTr="000D7741">
        <w:tc>
          <w:tcPr>
            <w:tcW w:w="9854" w:type="dxa"/>
          </w:tcPr>
          <w:p w:rsidR="009D214F" w:rsidRPr="00EE2EBF" w:rsidRDefault="009D214F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9D214F" w:rsidRPr="009A3B6F" w:rsidTr="000D7741">
        <w:tc>
          <w:tcPr>
            <w:tcW w:w="9854" w:type="dxa"/>
          </w:tcPr>
          <w:p w:rsidR="009D214F" w:rsidRPr="00EE2EBF" w:rsidRDefault="009D214F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9D214F" w:rsidRPr="009A3B6F" w:rsidTr="000D7741">
        <w:tc>
          <w:tcPr>
            <w:tcW w:w="9854" w:type="dxa"/>
          </w:tcPr>
          <w:p w:rsidR="009D214F" w:rsidRPr="00EE2EBF" w:rsidRDefault="009D214F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9D214F" w:rsidRPr="009A3B6F" w:rsidTr="000D7741">
        <w:tc>
          <w:tcPr>
            <w:tcW w:w="9854" w:type="dxa"/>
          </w:tcPr>
          <w:p w:rsidR="009D214F" w:rsidRPr="00EE2EBF" w:rsidRDefault="009D214F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9D214F" w:rsidRPr="009A3B6F" w:rsidTr="000D7741">
        <w:tc>
          <w:tcPr>
            <w:tcW w:w="9854" w:type="dxa"/>
          </w:tcPr>
          <w:p w:rsidR="009D214F" w:rsidRPr="00EE2EBF" w:rsidRDefault="009D214F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9D214F" w:rsidRPr="009A3B6F" w:rsidTr="000D7741">
        <w:tc>
          <w:tcPr>
            <w:tcW w:w="9854" w:type="dxa"/>
          </w:tcPr>
          <w:p w:rsidR="009D214F" w:rsidRPr="00EE2EBF" w:rsidRDefault="009D214F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9D214F" w:rsidRPr="009A3B6F" w:rsidTr="000D7741">
        <w:tc>
          <w:tcPr>
            <w:tcW w:w="9854" w:type="dxa"/>
          </w:tcPr>
          <w:p w:rsidR="009D214F" w:rsidRPr="00EE2EBF" w:rsidRDefault="009D214F" w:rsidP="000D7741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AE07FB">
              <w:rPr>
                <w:sz w:val="24"/>
                <w:szCs w:val="24"/>
                <w:u w:val="single"/>
              </w:rPr>
              <w:t>30918</w:t>
            </w:r>
            <w:r>
              <w:rPr>
                <w:sz w:val="24"/>
                <w:szCs w:val="24"/>
                <w:u w:val="single"/>
              </w:rPr>
              <w:t>1</w:t>
            </w:r>
            <w:r w:rsidRPr="00AE07FB">
              <w:rPr>
                <w:sz w:val="24"/>
                <w:szCs w:val="24"/>
                <w:u w:val="single"/>
              </w:rPr>
              <w:t xml:space="preserve">, Белгородская область, г. Губкин, ул. </w:t>
            </w:r>
            <w:r>
              <w:rPr>
                <w:sz w:val="24"/>
                <w:szCs w:val="24"/>
                <w:u w:val="single"/>
              </w:rPr>
              <w:t>Кирова</w:t>
            </w:r>
            <w:r w:rsidRPr="00AE07FB">
              <w:rPr>
                <w:sz w:val="24"/>
                <w:szCs w:val="24"/>
                <w:u w:val="single"/>
              </w:rPr>
              <w:t xml:space="preserve">, д. </w:t>
            </w:r>
            <w:r>
              <w:rPr>
                <w:sz w:val="24"/>
                <w:szCs w:val="24"/>
                <w:u w:val="single"/>
              </w:rPr>
              <w:t>69</w:t>
            </w:r>
            <w:r w:rsidRPr="00AE07FB">
              <w:rPr>
                <w:sz w:val="24"/>
                <w:szCs w:val="24"/>
                <w:u w:val="single"/>
              </w:rPr>
              <w:t xml:space="preserve">, </w:t>
            </w:r>
            <w:r w:rsidRPr="00EE2EBF">
              <w:rPr>
                <w:sz w:val="24"/>
                <w:szCs w:val="24"/>
              </w:rPr>
              <w:t xml:space="preserve"> а также по адресу электронной почты: </w:t>
            </w:r>
            <w:r>
              <w:rPr>
                <w:sz w:val="24"/>
                <w:szCs w:val="24"/>
                <w:lang w:val="de-DE"/>
              </w:rPr>
              <w:t>u</w:t>
            </w:r>
            <w:r w:rsidRPr="0041112E">
              <w:rPr>
                <w:sz w:val="24"/>
                <w:szCs w:val="24"/>
                <w:lang w:val="de-DE"/>
              </w:rPr>
              <w:t>o</w:t>
            </w:r>
            <w:r>
              <w:rPr>
                <w:sz w:val="24"/>
                <w:szCs w:val="24"/>
                <w:lang w:val="de-DE"/>
              </w:rPr>
              <w:t>_</w:t>
            </w:r>
            <w:r w:rsidRPr="0041112E">
              <w:rPr>
                <w:sz w:val="24"/>
                <w:szCs w:val="24"/>
                <w:lang w:val="de-DE"/>
              </w:rPr>
              <w:t>gubkin@mail.ru</w:t>
            </w:r>
          </w:p>
          <w:p w:rsidR="009D214F" w:rsidRPr="00EE2EBF" w:rsidRDefault="009D214F" w:rsidP="00CD72C3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с </w:t>
            </w:r>
            <w:r>
              <w:rPr>
                <w:sz w:val="24"/>
                <w:szCs w:val="24"/>
              </w:rPr>
              <w:t>13.01.</w:t>
            </w:r>
            <w:r w:rsidRPr="00EE2EBF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22</w:t>
            </w:r>
            <w:r w:rsidRPr="00EE2EBF">
              <w:rPr>
                <w:sz w:val="24"/>
                <w:szCs w:val="24"/>
              </w:rPr>
              <w:t xml:space="preserve"> года по </w:t>
            </w:r>
            <w:r>
              <w:rPr>
                <w:sz w:val="24"/>
                <w:szCs w:val="24"/>
              </w:rPr>
              <w:t>27.</w:t>
            </w:r>
            <w:bookmarkStart w:id="0" w:name="_GoBack"/>
            <w:bookmarkEnd w:id="0"/>
            <w:r>
              <w:rPr>
                <w:sz w:val="24"/>
                <w:szCs w:val="24"/>
              </w:rPr>
              <w:t xml:space="preserve">01.2022 </w:t>
            </w:r>
            <w:r w:rsidRPr="00EE2EBF">
              <w:rPr>
                <w:sz w:val="24"/>
                <w:szCs w:val="24"/>
              </w:rPr>
              <w:t xml:space="preserve"> года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9D214F" w:rsidRDefault="009D214F" w:rsidP="0020782B">
      <w:pPr>
        <w:jc w:val="right"/>
        <w:rPr>
          <w:b/>
          <w:sz w:val="28"/>
          <w:szCs w:val="28"/>
        </w:rPr>
      </w:pPr>
    </w:p>
    <w:p w:rsidR="009D214F" w:rsidRPr="009A3B6F" w:rsidRDefault="009D214F" w:rsidP="0020782B">
      <w:pPr>
        <w:jc w:val="right"/>
        <w:rPr>
          <w:color w:val="000000"/>
          <w:sz w:val="28"/>
          <w:szCs w:val="28"/>
          <w:highlight w:val="yellow"/>
        </w:rPr>
      </w:pPr>
    </w:p>
    <w:p w:rsidR="009D214F" w:rsidRDefault="009D214F"/>
    <w:sectPr w:rsidR="009D214F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0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782B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33E"/>
    <w:rsid w:val="000D7426"/>
    <w:rsid w:val="000D76BE"/>
    <w:rsid w:val="000D76F6"/>
    <w:rsid w:val="000D7741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ED1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784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82B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3E10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513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A70"/>
    <w:rsid w:val="00320DCC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CB"/>
    <w:rsid w:val="00340C98"/>
    <w:rsid w:val="00340CEF"/>
    <w:rsid w:val="00340D35"/>
    <w:rsid w:val="00340D37"/>
    <w:rsid w:val="00340F4E"/>
    <w:rsid w:val="00341042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366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D7F37"/>
    <w:rsid w:val="003E0061"/>
    <w:rsid w:val="003E00A6"/>
    <w:rsid w:val="003E00FC"/>
    <w:rsid w:val="003E014E"/>
    <w:rsid w:val="003E0184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96C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12E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7BF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C98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7E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CF7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84E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058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0FE6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45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64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225"/>
    <w:rsid w:val="00841446"/>
    <w:rsid w:val="00841455"/>
    <w:rsid w:val="0084145B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37D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1DD8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57E7F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2BD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E10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B6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4F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7FB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D3F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A3C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55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C3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09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36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1A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6CD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2B32"/>
    <w:rsid w:val="00E63646"/>
    <w:rsid w:val="00E63758"/>
    <w:rsid w:val="00E63C08"/>
    <w:rsid w:val="00E63C9C"/>
    <w:rsid w:val="00E63D41"/>
    <w:rsid w:val="00E64302"/>
    <w:rsid w:val="00E6486B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ED7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883"/>
    <w:rsid w:val="00EE2EB0"/>
    <w:rsid w:val="00EE2EBF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085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1C8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782B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078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</TotalTime>
  <Pages>1</Pages>
  <Words>347</Words>
  <Characters>1982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12</cp:revision>
  <dcterms:created xsi:type="dcterms:W3CDTF">2019-12-05T14:04:00Z</dcterms:created>
  <dcterms:modified xsi:type="dcterms:W3CDTF">2022-01-12T08:08:00Z</dcterms:modified>
</cp:coreProperties>
</file>