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43" w:rsidRPr="00D82336" w:rsidRDefault="00B93543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93543" w:rsidRPr="00D82336" w:rsidRDefault="00B93543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93543" w:rsidRPr="00D82336" w:rsidRDefault="00B93543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93543" w:rsidRDefault="00B93543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93543" w:rsidRPr="00D82336" w:rsidRDefault="00B93543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93543" w:rsidRPr="00D82336" w:rsidRDefault="00B93543" w:rsidP="0020782B">
      <w:pPr>
        <w:jc w:val="center"/>
        <w:rPr>
          <w:sz w:val="24"/>
          <w:szCs w:val="24"/>
        </w:rPr>
      </w:pPr>
    </w:p>
    <w:p w:rsidR="00B93543" w:rsidRPr="00D82336" w:rsidRDefault="00B93543" w:rsidP="0020782B">
      <w:pPr>
        <w:pStyle w:val="ListParagraph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5217"/>
      </w:tblGrid>
      <w:tr w:rsidR="00B93543" w:rsidRPr="00E62B32" w:rsidTr="000D7741">
        <w:tc>
          <w:tcPr>
            <w:tcW w:w="4672" w:type="dxa"/>
          </w:tcPr>
          <w:p w:rsidR="00B93543" w:rsidRPr="00E62B32" w:rsidRDefault="00B93543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93543" w:rsidRPr="00E62B32" w:rsidRDefault="00B93543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B93543" w:rsidRPr="00E62B32" w:rsidTr="000D7741">
        <w:tc>
          <w:tcPr>
            <w:tcW w:w="4672" w:type="dxa"/>
          </w:tcPr>
          <w:p w:rsidR="00B93543" w:rsidRPr="00E62B32" w:rsidRDefault="00B93543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93543" w:rsidRPr="00E62B32" w:rsidRDefault="00B93543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B93543" w:rsidRPr="00E62B32" w:rsidTr="000D7741">
        <w:tc>
          <w:tcPr>
            <w:tcW w:w="4672" w:type="dxa"/>
          </w:tcPr>
          <w:p w:rsidR="00B93543" w:rsidRPr="00E62B32" w:rsidRDefault="00B93543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93543" w:rsidRPr="00E62B32" w:rsidRDefault="00B93543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B93543" w:rsidRPr="00E62B32" w:rsidTr="000D7741">
        <w:tc>
          <w:tcPr>
            <w:tcW w:w="4672" w:type="dxa"/>
          </w:tcPr>
          <w:p w:rsidR="00B93543" w:rsidRPr="00E62B32" w:rsidRDefault="00B93543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93543" w:rsidRPr="00E62B32" w:rsidRDefault="00B93543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B93543" w:rsidRPr="00E62B32" w:rsidTr="000D7741">
        <w:tc>
          <w:tcPr>
            <w:tcW w:w="4672" w:type="dxa"/>
          </w:tcPr>
          <w:p w:rsidR="00B93543" w:rsidRPr="00E62B32" w:rsidRDefault="00B93543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93543" w:rsidRPr="00E62B32" w:rsidRDefault="00B93543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B93543" w:rsidRPr="00E62B32" w:rsidTr="000D7741">
        <w:tc>
          <w:tcPr>
            <w:tcW w:w="4672" w:type="dxa"/>
          </w:tcPr>
          <w:p w:rsidR="00B93543" w:rsidRPr="00E62B32" w:rsidRDefault="00B93543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93543" w:rsidRPr="00E62B32" w:rsidRDefault="00B93543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93543" w:rsidRPr="009A3B6F" w:rsidRDefault="00B93543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93543" w:rsidRPr="00EC4ED7" w:rsidRDefault="00B93543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4"/>
      </w:tblGrid>
      <w:tr w:rsidR="00B93543" w:rsidRPr="00EC4ED7" w:rsidTr="000D7741">
        <w:tc>
          <w:tcPr>
            <w:tcW w:w="9854" w:type="dxa"/>
          </w:tcPr>
          <w:p w:rsidR="00B93543" w:rsidRPr="0018355A" w:rsidRDefault="00B93543" w:rsidP="006C6D8B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 от 28 декабря 2018 года № 2211-па</w:t>
            </w:r>
            <w:r w:rsidRPr="00C51289">
              <w:rPr>
                <w:sz w:val="24"/>
                <w:szCs w:val="24"/>
                <w:u w:val="single"/>
              </w:rPr>
              <w:t>»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93543" w:rsidRPr="009A3B6F" w:rsidTr="000D7741">
        <w:tc>
          <w:tcPr>
            <w:tcW w:w="9854" w:type="dxa"/>
          </w:tcPr>
          <w:p w:rsidR="00B93543" w:rsidRPr="00EE2EBF" w:rsidRDefault="00B93543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B93543" w:rsidRPr="009A3B6F" w:rsidTr="000D7741">
        <w:tc>
          <w:tcPr>
            <w:tcW w:w="9854" w:type="dxa"/>
          </w:tcPr>
          <w:p w:rsidR="00B93543" w:rsidRPr="00EE2EBF" w:rsidRDefault="00B93543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93543" w:rsidRPr="009A3B6F" w:rsidTr="000D7741">
        <w:tc>
          <w:tcPr>
            <w:tcW w:w="9854" w:type="dxa"/>
          </w:tcPr>
          <w:p w:rsidR="00B93543" w:rsidRPr="00EE2EBF" w:rsidRDefault="00B93543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B93543" w:rsidRPr="009A3B6F" w:rsidTr="000D7741">
        <w:tc>
          <w:tcPr>
            <w:tcW w:w="9854" w:type="dxa"/>
          </w:tcPr>
          <w:p w:rsidR="00B93543" w:rsidRPr="00EE2EBF" w:rsidRDefault="00B93543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93543" w:rsidRPr="009A3B6F" w:rsidTr="000D7741">
        <w:tc>
          <w:tcPr>
            <w:tcW w:w="9854" w:type="dxa"/>
          </w:tcPr>
          <w:p w:rsidR="00B93543" w:rsidRPr="00EE2EBF" w:rsidRDefault="00B93543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93543" w:rsidRPr="009A3B6F" w:rsidTr="000D7741">
        <w:tc>
          <w:tcPr>
            <w:tcW w:w="9854" w:type="dxa"/>
          </w:tcPr>
          <w:p w:rsidR="00B93543" w:rsidRPr="00EE2EBF" w:rsidRDefault="00B93543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93543" w:rsidRPr="009A3B6F" w:rsidTr="000D7741">
        <w:tc>
          <w:tcPr>
            <w:tcW w:w="9854" w:type="dxa"/>
          </w:tcPr>
          <w:p w:rsidR="00B93543" w:rsidRPr="00EE2EBF" w:rsidRDefault="00B93543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93543" w:rsidRPr="009A3B6F" w:rsidTr="000D7741">
        <w:tc>
          <w:tcPr>
            <w:tcW w:w="9854" w:type="dxa"/>
          </w:tcPr>
          <w:p w:rsidR="00B93543" w:rsidRPr="00EE2EBF" w:rsidRDefault="00B93543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93543" w:rsidRPr="009A3B6F" w:rsidTr="000D7741">
        <w:tc>
          <w:tcPr>
            <w:tcW w:w="9854" w:type="dxa"/>
          </w:tcPr>
          <w:p w:rsidR="00B93543" w:rsidRPr="00EE2EBF" w:rsidRDefault="00B93543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93543" w:rsidRPr="009A3B6F" w:rsidTr="000D7741">
        <w:tc>
          <w:tcPr>
            <w:tcW w:w="9854" w:type="dxa"/>
          </w:tcPr>
          <w:p w:rsidR="00B93543" w:rsidRPr="00EE2EBF" w:rsidRDefault="00B93543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93543" w:rsidRPr="009A3B6F" w:rsidTr="000D7741">
        <w:tc>
          <w:tcPr>
            <w:tcW w:w="9854" w:type="dxa"/>
          </w:tcPr>
          <w:p w:rsidR="00B93543" w:rsidRPr="00EE2EBF" w:rsidRDefault="00B93543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93543" w:rsidRPr="009A3B6F" w:rsidTr="000D7741">
        <w:tc>
          <w:tcPr>
            <w:tcW w:w="9854" w:type="dxa"/>
          </w:tcPr>
          <w:p w:rsidR="00B93543" w:rsidRPr="00EE2EBF" w:rsidRDefault="00B93543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93543" w:rsidRPr="009A3B6F" w:rsidTr="000D7741">
        <w:tc>
          <w:tcPr>
            <w:tcW w:w="9854" w:type="dxa"/>
          </w:tcPr>
          <w:p w:rsidR="00B93543" w:rsidRPr="00EE2EBF" w:rsidRDefault="00B93543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93543" w:rsidRPr="009A3B6F" w:rsidTr="000D7741">
        <w:tc>
          <w:tcPr>
            <w:tcW w:w="9854" w:type="dxa"/>
          </w:tcPr>
          <w:p w:rsidR="00B93543" w:rsidRPr="00EE2EBF" w:rsidRDefault="00B93543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>
              <w:rPr>
                <w:sz w:val="24"/>
                <w:szCs w:val="24"/>
                <w:u w:val="single"/>
              </w:rPr>
              <w:t>Кирова</w:t>
            </w:r>
            <w:r w:rsidRPr="00AE07FB">
              <w:rPr>
                <w:sz w:val="24"/>
                <w:szCs w:val="24"/>
                <w:u w:val="single"/>
              </w:rPr>
              <w:t xml:space="preserve">, д. </w:t>
            </w:r>
            <w:r>
              <w:rPr>
                <w:sz w:val="24"/>
                <w:szCs w:val="24"/>
                <w:u w:val="single"/>
              </w:rPr>
              <w:t>69</w:t>
            </w:r>
            <w:r w:rsidRPr="00AE07FB">
              <w:rPr>
                <w:sz w:val="24"/>
                <w:szCs w:val="24"/>
                <w:u w:val="single"/>
              </w:rPr>
              <w:t xml:space="preserve">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>
              <w:rPr>
                <w:sz w:val="24"/>
                <w:szCs w:val="24"/>
                <w:lang w:val="de-DE"/>
              </w:rPr>
              <w:t>u</w:t>
            </w:r>
            <w:r w:rsidRPr="0041112E">
              <w:rPr>
                <w:sz w:val="24"/>
                <w:szCs w:val="24"/>
                <w:lang w:val="de-DE"/>
              </w:rPr>
              <w:t>o</w:t>
            </w:r>
            <w:r>
              <w:rPr>
                <w:sz w:val="24"/>
                <w:szCs w:val="24"/>
                <w:lang w:val="de-DE"/>
              </w:rPr>
              <w:t>_</w:t>
            </w:r>
            <w:r w:rsidRPr="0041112E">
              <w:rPr>
                <w:sz w:val="24"/>
                <w:szCs w:val="24"/>
                <w:lang w:val="de-DE"/>
              </w:rPr>
              <w:t>gubkin@mail.ru</w:t>
            </w:r>
          </w:p>
          <w:p w:rsidR="00B93543" w:rsidRPr="00EE2EBF" w:rsidRDefault="00B93543" w:rsidP="00F5344A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>13.01.</w:t>
            </w:r>
            <w:r w:rsidRPr="00EE2EB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>27.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01.2022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93543" w:rsidRDefault="00B93543" w:rsidP="0020782B">
      <w:pPr>
        <w:jc w:val="right"/>
        <w:rPr>
          <w:b/>
          <w:sz w:val="28"/>
          <w:szCs w:val="28"/>
        </w:rPr>
      </w:pPr>
    </w:p>
    <w:p w:rsidR="00B93543" w:rsidRPr="009A3B6F" w:rsidRDefault="00B93543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B93543" w:rsidRDefault="00B93543"/>
    <w:sectPr w:rsidR="00B93543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719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741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3E10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3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604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56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781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9D6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E74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53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0FE4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B6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787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82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7FB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543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3C0C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36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B32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ED7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EBF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82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078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347</Words>
  <Characters>1984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dcterms:created xsi:type="dcterms:W3CDTF">2019-12-05T14:04:00Z</dcterms:created>
  <dcterms:modified xsi:type="dcterms:W3CDTF">2022-01-12T07:41:00Z</dcterms:modified>
</cp:coreProperties>
</file>