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CF2" w:rsidRPr="00D82336" w:rsidRDefault="00B72CF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72CF2" w:rsidRPr="00D82336" w:rsidRDefault="00B72CF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72CF2" w:rsidRPr="00D82336" w:rsidRDefault="00B72CF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72CF2" w:rsidRDefault="00B72CF2" w:rsidP="0020782B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72CF2" w:rsidRPr="00D82336" w:rsidRDefault="00B72CF2" w:rsidP="0020782B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72CF2" w:rsidRPr="00D82336" w:rsidRDefault="00B72CF2" w:rsidP="0020782B">
      <w:pPr>
        <w:jc w:val="center"/>
        <w:rPr>
          <w:sz w:val="24"/>
          <w:szCs w:val="24"/>
        </w:rPr>
      </w:pPr>
    </w:p>
    <w:p w:rsidR="00B72CF2" w:rsidRPr="00D82336" w:rsidRDefault="00B72CF2" w:rsidP="0020782B">
      <w:pPr>
        <w:pStyle w:val="ListParagraph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72"/>
        <w:gridCol w:w="5217"/>
      </w:tblGrid>
      <w:tr w:rsidR="00B72CF2" w:rsidRPr="00E62B32" w:rsidTr="000D7741">
        <w:tc>
          <w:tcPr>
            <w:tcW w:w="4672" w:type="dxa"/>
          </w:tcPr>
          <w:p w:rsidR="00B72CF2" w:rsidRPr="00E62B32" w:rsidRDefault="00B72CF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72CF2" w:rsidRPr="00E62B32" w:rsidRDefault="00B72CF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72CF2" w:rsidRPr="00E62B32" w:rsidTr="000D7741">
        <w:tc>
          <w:tcPr>
            <w:tcW w:w="4672" w:type="dxa"/>
          </w:tcPr>
          <w:p w:rsidR="00B72CF2" w:rsidRPr="00E62B32" w:rsidRDefault="00B72CF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72CF2" w:rsidRPr="00E62B32" w:rsidRDefault="00B72CF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72CF2" w:rsidRPr="00E62B32" w:rsidTr="000D7741">
        <w:tc>
          <w:tcPr>
            <w:tcW w:w="4672" w:type="dxa"/>
          </w:tcPr>
          <w:p w:rsidR="00B72CF2" w:rsidRPr="00E62B32" w:rsidRDefault="00B72CF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72CF2" w:rsidRPr="00E62B32" w:rsidRDefault="00B72CF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72CF2" w:rsidRPr="00E62B32" w:rsidTr="000D7741">
        <w:tc>
          <w:tcPr>
            <w:tcW w:w="4672" w:type="dxa"/>
          </w:tcPr>
          <w:p w:rsidR="00B72CF2" w:rsidRPr="00E62B32" w:rsidRDefault="00B72CF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72CF2" w:rsidRPr="00E62B32" w:rsidRDefault="00B72CF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72CF2" w:rsidRPr="00E62B32" w:rsidTr="000D7741">
        <w:tc>
          <w:tcPr>
            <w:tcW w:w="4672" w:type="dxa"/>
          </w:tcPr>
          <w:p w:rsidR="00B72CF2" w:rsidRPr="00E62B32" w:rsidRDefault="00B72CF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72CF2" w:rsidRPr="00E62B32" w:rsidRDefault="00B72CF2" w:rsidP="000D7741">
            <w:pPr>
              <w:jc w:val="center"/>
              <w:rPr>
                <w:sz w:val="24"/>
                <w:szCs w:val="24"/>
              </w:rPr>
            </w:pPr>
          </w:p>
        </w:tc>
      </w:tr>
      <w:tr w:rsidR="00B72CF2" w:rsidRPr="00E62B32" w:rsidTr="000D7741">
        <w:tc>
          <w:tcPr>
            <w:tcW w:w="4672" w:type="dxa"/>
          </w:tcPr>
          <w:p w:rsidR="00B72CF2" w:rsidRPr="00E62B32" w:rsidRDefault="00B72CF2" w:rsidP="000D7741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72CF2" w:rsidRPr="00E62B32" w:rsidRDefault="00B72CF2" w:rsidP="000D7741">
            <w:pPr>
              <w:jc w:val="center"/>
              <w:rPr>
                <w:sz w:val="24"/>
                <w:szCs w:val="24"/>
              </w:rPr>
            </w:pPr>
          </w:p>
        </w:tc>
      </w:tr>
    </w:tbl>
    <w:p w:rsidR="00B72CF2" w:rsidRPr="009A3B6F" w:rsidRDefault="00B72CF2" w:rsidP="0020782B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72CF2" w:rsidRPr="00EC4ED7" w:rsidRDefault="00B72CF2" w:rsidP="0020782B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854"/>
      </w:tblGrid>
      <w:tr w:rsidR="00B72CF2" w:rsidRPr="00EC4ED7" w:rsidTr="000D7741">
        <w:tc>
          <w:tcPr>
            <w:tcW w:w="9854" w:type="dxa"/>
          </w:tcPr>
          <w:p w:rsidR="00B72CF2" w:rsidRPr="00EC4ED7" w:rsidRDefault="00B72CF2" w:rsidP="00A66C42">
            <w:pPr>
              <w:spacing w:line="280" w:lineRule="exact"/>
              <w:rPr>
                <w:i/>
                <w:color w:val="000000"/>
                <w:sz w:val="18"/>
                <w:szCs w:val="18"/>
              </w:rPr>
            </w:pPr>
            <w:r w:rsidRPr="00263E10">
              <w:rPr>
                <w:sz w:val="24"/>
                <w:szCs w:val="24"/>
                <w:u w:val="single"/>
              </w:rPr>
              <w:t>Проект постановления администрации Губкинского городского округа «</w:t>
            </w:r>
            <w:r w:rsidRPr="00A66C42">
              <w:rPr>
                <w:sz w:val="24"/>
                <w:szCs w:val="24"/>
                <w:u w:val="single"/>
              </w:rPr>
              <w:t>О внесении изменений в постановление администрации Губкинского городского округа от 24 апреля 2020 года № 598-па</w:t>
            </w:r>
            <w:r w:rsidRPr="00C51289">
              <w:rPr>
                <w:sz w:val="24"/>
                <w:szCs w:val="24"/>
                <w:u w:val="single"/>
              </w:rPr>
              <w:t>»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Pr="00EC4ED7">
              <w:rPr>
                <w:i/>
                <w:color w:val="000000"/>
                <w:sz w:val="18"/>
                <w:szCs w:val="18"/>
              </w:rPr>
              <w:t>(наименование проекта муниципального нормативного правового акта администрации Губкинского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1. Могут ли положения проекта муниципального нормативного правового акта оказать влияние на конкуренцию на рынках товаров, работ, услуг Губкинского городского округа?</w:t>
            </w: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Губкинского городского округа?</w:t>
            </w: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Губкинского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72CF2" w:rsidRPr="009A3B6F" w:rsidTr="000D7741">
        <w:tc>
          <w:tcPr>
            <w:tcW w:w="9854" w:type="dxa"/>
          </w:tcPr>
          <w:p w:rsidR="00B72CF2" w:rsidRPr="00EE2EBF" w:rsidRDefault="00B72CF2" w:rsidP="000D7741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>30918</w:t>
            </w:r>
            <w:r w:rsidRPr="00A66C42">
              <w:rPr>
                <w:sz w:val="24"/>
                <w:szCs w:val="24"/>
                <w:u w:val="single"/>
              </w:rPr>
              <w:t>1</w:t>
            </w:r>
            <w:r w:rsidRPr="00AE07FB">
              <w:rPr>
                <w:sz w:val="24"/>
                <w:szCs w:val="24"/>
                <w:u w:val="single"/>
              </w:rPr>
              <w:t xml:space="preserve">, Белгородская область, г. Губкин, ул. </w:t>
            </w:r>
            <w:r>
              <w:rPr>
                <w:sz w:val="24"/>
                <w:szCs w:val="24"/>
                <w:u w:val="single"/>
              </w:rPr>
              <w:t>Кирова</w:t>
            </w:r>
            <w:r w:rsidRPr="00AE07FB">
              <w:rPr>
                <w:sz w:val="24"/>
                <w:szCs w:val="24"/>
                <w:u w:val="single"/>
              </w:rPr>
              <w:t xml:space="preserve">, д. </w:t>
            </w:r>
            <w:r>
              <w:rPr>
                <w:sz w:val="24"/>
                <w:szCs w:val="24"/>
                <w:u w:val="single"/>
              </w:rPr>
              <w:t>69</w:t>
            </w:r>
            <w:r w:rsidRPr="00AE07FB">
              <w:rPr>
                <w:sz w:val="24"/>
                <w:szCs w:val="24"/>
                <w:u w:val="single"/>
              </w:rPr>
              <w:t xml:space="preserve">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r>
              <w:rPr>
                <w:sz w:val="24"/>
                <w:szCs w:val="24"/>
                <w:lang w:val="de-DE"/>
              </w:rPr>
              <w:t>u</w:t>
            </w:r>
            <w:r w:rsidRPr="0041112E">
              <w:rPr>
                <w:sz w:val="24"/>
                <w:szCs w:val="24"/>
                <w:lang w:val="de-DE"/>
              </w:rPr>
              <w:t>o</w:t>
            </w:r>
            <w:r>
              <w:rPr>
                <w:sz w:val="24"/>
                <w:szCs w:val="24"/>
                <w:lang w:val="de-DE"/>
              </w:rPr>
              <w:t>_</w:t>
            </w:r>
            <w:r w:rsidRPr="0041112E">
              <w:rPr>
                <w:sz w:val="24"/>
                <w:szCs w:val="24"/>
                <w:lang w:val="de-DE"/>
              </w:rPr>
              <w:t>gubkin@mail.ru</w:t>
            </w:r>
          </w:p>
          <w:p w:rsidR="00B72CF2" w:rsidRPr="00EE2EBF" w:rsidRDefault="00B72CF2" w:rsidP="007C2F49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>
              <w:rPr>
                <w:sz w:val="24"/>
                <w:szCs w:val="24"/>
              </w:rPr>
              <w:t>13.01.</w:t>
            </w:r>
            <w:r w:rsidRPr="00EE2EBF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  <w:r w:rsidRPr="00EE2EBF">
              <w:rPr>
                <w:sz w:val="24"/>
                <w:szCs w:val="24"/>
              </w:rPr>
              <w:t xml:space="preserve"> года по </w:t>
            </w:r>
            <w:r>
              <w:rPr>
                <w:sz w:val="24"/>
                <w:szCs w:val="24"/>
              </w:rPr>
              <w:t>27.</w:t>
            </w:r>
            <w:bookmarkStart w:id="0" w:name="_GoBack"/>
            <w:bookmarkEnd w:id="0"/>
            <w:r>
              <w:rPr>
                <w:sz w:val="24"/>
                <w:szCs w:val="24"/>
              </w:rPr>
              <w:t xml:space="preserve">01.2022 </w:t>
            </w:r>
            <w:r w:rsidRPr="00EE2EBF">
              <w:rPr>
                <w:sz w:val="24"/>
                <w:szCs w:val="24"/>
              </w:rPr>
              <w:t xml:space="preserve"> 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72CF2" w:rsidRDefault="00B72CF2" w:rsidP="0020782B">
      <w:pPr>
        <w:jc w:val="right"/>
        <w:rPr>
          <w:b/>
          <w:sz w:val="28"/>
          <w:szCs w:val="28"/>
        </w:rPr>
      </w:pPr>
    </w:p>
    <w:p w:rsidR="00B72CF2" w:rsidRPr="009A3B6F" w:rsidRDefault="00B72CF2" w:rsidP="0020782B">
      <w:pPr>
        <w:jc w:val="right"/>
        <w:rPr>
          <w:color w:val="000000"/>
          <w:sz w:val="28"/>
          <w:szCs w:val="28"/>
          <w:highlight w:val="yellow"/>
        </w:rPr>
      </w:pPr>
    </w:p>
    <w:p w:rsidR="00B72CF2" w:rsidRDefault="00B72CF2"/>
    <w:sectPr w:rsidR="00B72CF2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0782B"/>
    <w:rsid w:val="00000135"/>
    <w:rsid w:val="0000015A"/>
    <w:rsid w:val="0000016D"/>
    <w:rsid w:val="000001C6"/>
    <w:rsid w:val="0000037F"/>
    <w:rsid w:val="00000429"/>
    <w:rsid w:val="00000630"/>
    <w:rsid w:val="000008C5"/>
    <w:rsid w:val="000008C8"/>
    <w:rsid w:val="000008F0"/>
    <w:rsid w:val="00000A09"/>
    <w:rsid w:val="00000A38"/>
    <w:rsid w:val="00000BF9"/>
    <w:rsid w:val="00000E5C"/>
    <w:rsid w:val="00000EE9"/>
    <w:rsid w:val="00000F20"/>
    <w:rsid w:val="00001057"/>
    <w:rsid w:val="000010B2"/>
    <w:rsid w:val="000015BA"/>
    <w:rsid w:val="00001624"/>
    <w:rsid w:val="000016C3"/>
    <w:rsid w:val="0000191A"/>
    <w:rsid w:val="0000193D"/>
    <w:rsid w:val="000020C8"/>
    <w:rsid w:val="00002B3D"/>
    <w:rsid w:val="00002BE9"/>
    <w:rsid w:val="00002C2A"/>
    <w:rsid w:val="00002C2C"/>
    <w:rsid w:val="00002CE4"/>
    <w:rsid w:val="00002D67"/>
    <w:rsid w:val="00002F6D"/>
    <w:rsid w:val="000030F9"/>
    <w:rsid w:val="0000339F"/>
    <w:rsid w:val="00003416"/>
    <w:rsid w:val="00003470"/>
    <w:rsid w:val="000034B1"/>
    <w:rsid w:val="00003608"/>
    <w:rsid w:val="00003836"/>
    <w:rsid w:val="00003B00"/>
    <w:rsid w:val="00004018"/>
    <w:rsid w:val="0000416D"/>
    <w:rsid w:val="000041D7"/>
    <w:rsid w:val="00004259"/>
    <w:rsid w:val="0000466C"/>
    <w:rsid w:val="000049EB"/>
    <w:rsid w:val="00004A10"/>
    <w:rsid w:val="00004B54"/>
    <w:rsid w:val="00004CD7"/>
    <w:rsid w:val="00004D0B"/>
    <w:rsid w:val="00004D4E"/>
    <w:rsid w:val="00004D9D"/>
    <w:rsid w:val="00004E1B"/>
    <w:rsid w:val="00004FC8"/>
    <w:rsid w:val="00005285"/>
    <w:rsid w:val="000053C6"/>
    <w:rsid w:val="000053E4"/>
    <w:rsid w:val="000054A7"/>
    <w:rsid w:val="000055F1"/>
    <w:rsid w:val="000056B9"/>
    <w:rsid w:val="0000571E"/>
    <w:rsid w:val="00005726"/>
    <w:rsid w:val="0000585B"/>
    <w:rsid w:val="00005A3B"/>
    <w:rsid w:val="00005B20"/>
    <w:rsid w:val="00005BA2"/>
    <w:rsid w:val="00005CA5"/>
    <w:rsid w:val="00005FBF"/>
    <w:rsid w:val="000060E6"/>
    <w:rsid w:val="0000618D"/>
    <w:rsid w:val="000061B1"/>
    <w:rsid w:val="00006304"/>
    <w:rsid w:val="00006439"/>
    <w:rsid w:val="00006444"/>
    <w:rsid w:val="0000646A"/>
    <w:rsid w:val="000064D7"/>
    <w:rsid w:val="0000669E"/>
    <w:rsid w:val="000066B0"/>
    <w:rsid w:val="00006791"/>
    <w:rsid w:val="00006B42"/>
    <w:rsid w:val="00006E04"/>
    <w:rsid w:val="00006F91"/>
    <w:rsid w:val="00007010"/>
    <w:rsid w:val="0000705C"/>
    <w:rsid w:val="00007301"/>
    <w:rsid w:val="00007603"/>
    <w:rsid w:val="00007727"/>
    <w:rsid w:val="00007757"/>
    <w:rsid w:val="0000775D"/>
    <w:rsid w:val="0000796D"/>
    <w:rsid w:val="000079D5"/>
    <w:rsid w:val="000079D7"/>
    <w:rsid w:val="00007B30"/>
    <w:rsid w:val="00007C75"/>
    <w:rsid w:val="00007CB0"/>
    <w:rsid w:val="00007D05"/>
    <w:rsid w:val="00007F18"/>
    <w:rsid w:val="00010015"/>
    <w:rsid w:val="00010077"/>
    <w:rsid w:val="0001010A"/>
    <w:rsid w:val="00010432"/>
    <w:rsid w:val="00010550"/>
    <w:rsid w:val="00010567"/>
    <w:rsid w:val="0001058C"/>
    <w:rsid w:val="000106BC"/>
    <w:rsid w:val="00010744"/>
    <w:rsid w:val="00010A37"/>
    <w:rsid w:val="00010A8E"/>
    <w:rsid w:val="00010BAC"/>
    <w:rsid w:val="00010C40"/>
    <w:rsid w:val="00010E8B"/>
    <w:rsid w:val="000114ED"/>
    <w:rsid w:val="00011627"/>
    <w:rsid w:val="00011722"/>
    <w:rsid w:val="00011C7E"/>
    <w:rsid w:val="00011CF0"/>
    <w:rsid w:val="00011E48"/>
    <w:rsid w:val="00011EB4"/>
    <w:rsid w:val="0001208B"/>
    <w:rsid w:val="0001210A"/>
    <w:rsid w:val="0001211C"/>
    <w:rsid w:val="000122E8"/>
    <w:rsid w:val="000123C8"/>
    <w:rsid w:val="00012752"/>
    <w:rsid w:val="00012850"/>
    <w:rsid w:val="000128F4"/>
    <w:rsid w:val="00012D04"/>
    <w:rsid w:val="00012F33"/>
    <w:rsid w:val="00012F47"/>
    <w:rsid w:val="00012F7D"/>
    <w:rsid w:val="00012FDC"/>
    <w:rsid w:val="00013166"/>
    <w:rsid w:val="00013261"/>
    <w:rsid w:val="00013317"/>
    <w:rsid w:val="0001354E"/>
    <w:rsid w:val="00013653"/>
    <w:rsid w:val="00013C22"/>
    <w:rsid w:val="00013D8D"/>
    <w:rsid w:val="00013E05"/>
    <w:rsid w:val="00013E4D"/>
    <w:rsid w:val="0001417E"/>
    <w:rsid w:val="00014286"/>
    <w:rsid w:val="000143CA"/>
    <w:rsid w:val="0001451F"/>
    <w:rsid w:val="0001460E"/>
    <w:rsid w:val="000146C3"/>
    <w:rsid w:val="00014948"/>
    <w:rsid w:val="0001497F"/>
    <w:rsid w:val="00014C50"/>
    <w:rsid w:val="00014C54"/>
    <w:rsid w:val="00014C8B"/>
    <w:rsid w:val="00014FBF"/>
    <w:rsid w:val="000150C0"/>
    <w:rsid w:val="000151F4"/>
    <w:rsid w:val="000153AE"/>
    <w:rsid w:val="00015485"/>
    <w:rsid w:val="00015548"/>
    <w:rsid w:val="00015C55"/>
    <w:rsid w:val="00015DAF"/>
    <w:rsid w:val="00015E21"/>
    <w:rsid w:val="00016074"/>
    <w:rsid w:val="0001613D"/>
    <w:rsid w:val="000162DB"/>
    <w:rsid w:val="000162F9"/>
    <w:rsid w:val="000163A2"/>
    <w:rsid w:val="0001640F"/>
    <w:rsid w:val="00016581"/>
    <w:rsid w:val="000167F1"/>
    <w:rsid w:val="0001686C"/>
    <w:rsid w:val="00016AD2"/>
    <w:rsid w:val="00016B80"/>
    <w:rsid w:val="00016CEF"/>
    <w:rsid w:val="00016D15"/>
    <w:rsid w:val="00016E1D"/>
    <w:rsid w:val="00016E5A"/>
    <w:rsid w:val="00016E76"/>
    <w:rsid w:val="000172A3"/>
    <w:rsid w:val="00017322"/>
    <w:rsid w:val="000174BE"/>
    <w:rsid w:val="00017665"/>
    <w:rsid w:val="00017899"/>
    <w:rsid w:val="000178C1"/>
    <w:rsid w:val="000178D3"/>
    <w:rsid w:val="00017937"/>
    <w:rsid w:val="00017B59"/>
    <w:rsid w:val="0002034F"/>
    <w:rsid w:val="00020438"/>
    <w:rsid w:val="000205B9"/>
    <w:rsid w:val="000206B4"/>
    <w:rsid w:val="000207A2"/>
    <w:rsid w:val="000208CD"/>
    <w:rsid w:val="000209C6"/>
    <w:rsid w:val="00020A00"/>
    <w:rsid w:val="00020DD9"/>
    <w:rsid w:val="00020DED"/>
    <w:rsid w:val="00020E25"/>
    <w:rsid w:val="00020E3C"/>
    <w:rsid w:val="0002111D"/>
    <w:rsid w:val="0002116D"/>
    <w:rsid w:val="00021195"/>
    <w:rsid w:val="000211C4"/>
    <w:rsid w:val="00021498"/>
    <w:rsid w:val="00021703"/>
    <w:rsid w:val="000217E3"/>
    <w:rsid w:val="000218FF"/>
    <w:rsid w:val="00021CFD"/>
    <w:rsid w:val="00021E16"/>
    <w:rsid w:val="00021E3C"/>
    <w:rsid w:val="0002202E"/>
    <w:rsid w:val="00022084"/>
    <w:rsid w:val="000220F6"/>
    <w:rsid w:val="000220F9"/>
    <w:rsid w:val="00022D43"/>
    <w:rsid w:val="00022D93"/>
    <w:rsid w:val="00023007"/>
    <w:rsid w:val="00023041"/>
    <w:rsid w:val="00023227"/>
    <w:rsid w:val="000238D6"/>
    <w:rsid w:val="000239C9"/>
    <w:rsid w:val="00023C65"/>
    <w:rsid w:val="00023D24"/>
    <w:rsid w:val="00023E12"/>
    <w:rsid w:val="00023EEF"/>
    <w:rsid w:val="00024037"/>
    <w:rsid w:val="00024091"/>
    <w:rsid w:val="000240C3"/>
    <w:rsid w:val="000240FF"/>
    <w:rsid w:val="00024362"/>
    <w:rsid w:val="000243FB"/>
    <w:rsid w:val="000247D1"/>
    <w:rsid w:val="00024B8B"/>
    <w:rsid w:val="00024BEF"/>
    <w:rsid w:val="00024DD5"/>
    <w:rsid w:val="00024F09"/>
    <w:rsid w:val="0002500E"/>
    <w:rsid w:val="00025164"/>
    <w:rsid w:val="00025339"/>
    <w:rsid w:val="00025392"/>
    <w:rsid w:val="000254D8"/>
    <w:rsid w:val="000254DB"/>
    <w:rsid w:val="0002568C"/>
    <w:rsid w:val="000256A7"/>
    <w:rsid w:val="00025AE9"/>
    <w:rsid w:val="00025EDF"/>
    <w:rsid w:val="000260DC"/>
    <w:rsid w:val="00026389"/>
    <w:rsid w:val="000263AB"/>
    <w:rsid w:val="000265FC"/>
    <w:rsid w:val="000266F4"/>
    <w:rsid w:val="00026787"/>
    <w:rsid w:val="000267E7"/>
    <w:rsid w:val="00026804"/>
    <w:rsid w:val="00026A81"/>
    <w:rsid w:val="00026ACD"/>
    <w:rsid w:val="00026B4B"/>
    <w:rsid w:val="00026C7B"/>
    <w:rsid w:val="00026FF9"/>
    <w:rsid w:val="000270C7"/>
    <w:rsid w:val="00027298"/>
    <w:rsid w:val="00027468"/>
    <w:rsid w:val="000275E0"/>
    <w:rsid w:val="00027638"/>
    <w:rsid w:val="000276B9"/>
    <w:rsid w:val="000276EE"/>
    <w:rsid w:val="000276FC"/>
    <w:rsid w:val="00027AC9"/>
    <w:rsid w:val="00027B04"/>
    <w:rsid w:val="00027B05"/>
    <w:rsid w:val="00027B84"/>
    <w:rsid w:val="00027BDA"/>
    <w:rsid w:val="00027CAE"/>
    <w:rsid w:val="00027CFD"/>
    <w:rsid w:val="00027E72"/>
    <w:rsid w:val="00027FA1"/>
    <w:rsid w:val="00030288"/>
    <w:rsid w:val="000302D0"/>
    <w:rsid w:val="000303CB"/>
    <w:rsid w:val="000303D7"/>
    <w:rsid w:val="00030496"/>
    <w:rsid w:val="00030661"/>
    <w:rsid w:val="00030815"/>
    <w:rsid w:val="00030893"/>
    <w:rsid w:val="00030E1F"/>
    <w:rsid w:val="000311C7"/>
    <w:rsid w:val="00031383"/>
    <w:rsid w:val="00031384"/>
    <w:rsid w:val="0003141F"/>
    <w:rsid w:val="0003146E"/>
    <w:rsid w:val="00031578"/>
    <w:rsid w:val="0003164E"/>
    <w:rsid w:val="000317DA"/>
    <w:rsid w:val="00031999"/>
    <w:rsid w:val="00031C02"/>
    <w:rsid w:val="00031D11"/>
    <w:rsid w:val="00031DEA"/>
    <w:rsid w:val="00031EF9"/>
    <w:rsid w:val="00032108"/>
    <w:rsid w:val="0003224E"/>
    <w:rsid w:val="00032293"/>
    <w:rsid w:val="000322BB"/>
    <w:rsid w:val="00032306"/>
    <w:rsid w:val="0003239F"/>
    <w:rsid w:val="0003241A"/>
    <w:rsid w:val="00032CD9"/>
    <w:rsid w:val="00032D91"/>
    <w:rsid w:val="00032E49"/>
    <w:rsid w:val="000330AE"/>
    <w:rsid w:val="00033456"/>
    <w:rsid w:val="000338B9"/>
    <w:rsid w:val="000338C2"/>
    <w:rsid w:val="00033CDB"/>
    <w:rsid w:val="00033D10"/>
    <w:rsid w:val="00033F19"/>
    <w:rsid w:val="000340D3"/>
    <w:rsid w:val="00034125"/>
    <w:rsid w:val="00034597"/>
    <w:rsid w:val="000347AC"/>
    <w:rsid w:val="00034C49"/>
    <w:rsid w:val="00034EC5"/>
    <w:rsid w:val="00034ED0"/>
    <w:rsid w:val="00035147"/>
    <w:rsid w:val="000352B0"/>
    <w:rsid w:val="00035488"/>
    <w:rsid w:val="000361BC"/>
    <w:rsid w:val="000362C4"/>
    <w:rsid w:val="00036802"/>
    <w:rsid w:val="0003687F"/>
    <w:rsid w:val="000368C3"/>
    <w:rsid w:val="00036A97"/>
    <w:rsid w:val="00036AC9"/>
    <w:rsid w:val="00036E65"/>
    <w:rsid w:val="00036F7D"/>
    <w:rsid w:val="000370B9"/>
    <w:rsid w:val="00037559"/>
    <w:rsid w:val="000375AE"/>
    <w:rsid w:val="000375FF"/>
    <w:rsid w:val="000377DE"/>
    <w:rsid w:val="00037A49"/>
    <w:rsid w:val="00037CD1"/>
    <w:rsid w:val="00040241"/>
    <w:rsid w:val="0004038F"/>
    <w:rsid w:val="000403E6"/>
    <w:rsid w:val="0004057A"/>
    <w:rsid w:val="000405DA"/>
    <w:rsid w:val="0004060A"/>
    <w:rsid w:val="0004066E"/>
    <w:rsid w:val="00040719"/>
    <w:rsid w:val="000407E8"/>
    <w:rsid w:val="000409CB"/>
    <w:rsid w:val="00040A8D"/>
    <w:rsid w:val="00040AB1"/>
    <w:rsid w:val="00040AEE"/>
    <w:rsid w:val="00040CF1"/>
    <w:rsid w:val="00040F6D"/>
    <w:rsid w:val="00040F75"/>
    <w:rsid w:val="000410AD"/>
    <w:rsid w:val="00041136"/>
    <w:rsid w:val="00041158"/>
    <w:rsid w:val="00041273"/>
    <w:rsid w:val="00041375"/>
    <w:rsid w:val="000413B5"/>
    <w:rsid w:val="00041613"/>
    <w:rsid w:val="0004169A"/>
    <w:rsid w:val="000416E6"/>
    <w:rsid w:val="000419EB"/>
    <w:rsid w:val="00041A60"/>
    <w:rsid w:val="00041B14"/>
    <w:rsid w:val="00041C47"/>
    <w:rsid w:val="00041CA9"/>
    <w:rsid w:val="00041D46"/>
    <w:rsid w:val="00042087"/>
    <w:rsid w:val="000424AF"/>
    <w:rsid w:val="000424DC"/>
    <w:rsid w:val="00042647"/>
    <w:rsid w:val="00042754"/>
    <w:rsid w:val="00042804"/>
    <w:rsid w:val="000428DA"/>
    <w:rsid w:val="00042919"/>
    <w:rsid w:val="00042934"/>
    <w:rsid w:val="00042A84"/>
    <w:rsid w:val="00042AE3"/>
    <w:rsid w:val="00042DE3"/>
    <w:rsid w:val="00042E69"/>
    <w:rsid w:val="00043144"/>
    <w:rsid w:val="00043358"/>
    <w:rsid w:val="00043514"/>
    <w:rsid w:val="000438A4"/>
    <w:rsid w:val="000439CD"/>
    <w:rsid w:val="00043ADF"/>
    <w:rsid w:val="00043BD4"/>
    <w:rsid w:val="00043FEF"/>
    <w:rsid w:val="00044AAD"/>
    <w:rsid w:val="00044E5C"/>
    <w:rsid w:val="00044F59"/>
    <w:rsid w:val="000452CD"/>
    <w:rsid w:val="000452F6"/>
    <w:rsid w:val="00045336"/>
    <w:rsid w:val="00045344"/>
    <w:rsid w:val="000453FE"/>
    <w:rsid w:val="0004564C"/>
    <w:rsid w:val="000456D1"/>
    <w:rsid w:val="00045710"/>
    <w:rsid w:val="00045728"/>
    <w:rsid w:val="00045B5F"/>
    <w:rsid w:val="00045CD4"/>
    <w:rsid w:val="00045D84"/>
    <w:rsid w:val="00045F31"/>
    <w:rsid w:val="00045F71"/>
    <w:rsid w:val="00045FAB"/>
    <w:rsid w:val="0004603B"/>
    <w:rsid w:val="0004631B"/>
    <w:rsid w:val="0004658C"/>
    <w:rsid w:val="000465B9"/>
    <w:rsid w:val="000466AA"/>
    <w:rsid w:val="000467A4"/>
    <w:rsid w:val="000468F5"/>
    <w:rsid w:val="00046933"/>
    <w:rsid w:val="00046B9C"/>
    <w:rsid w:val="00046D06"/>
    <w:rsid w:val="0004704C"/>
    <w:rsid w:val="00047053"/>
    <w:rsid w:val="00047068"/>
    <w:rsid w:val="000472B3"/>
    <w:rsid w:val="000472DF"/>
    <w:rsid w:val="00047508"/>
    <w:rsid w:val="0004761C"/>
    <w:rsid w:val="00047977"/>
    <w:rsid w:val="000479D9"/>
    <w:rsid w:val="00047A32"/>
    <w:rsid w:val="00047A98"/>
    <w:rsid w:val="00047B01"/>
    <w:rsid w:val="00047DDE"/>
    <w:rsid w:val="00047E86"/>
    <w:rsid w:val="0005007B"/>
    <w:rsid w:val="0005038A"/>
    <w:rsid w:val="000504B6"/>
    <w:rsid w:val="0005056B"/>
    <w:rsid w:val="0005059A"/>
    <w:rsid w:val="000505ED"/>
    <w:rsid w:val="00050B1D"/>
    <w:rsid w:val="00050CB3"/>
    <w:rsid w:val="00050CCB"/>
    <w:rsid w:val="00050E09"/>
    <w:rsid w:val="00050F98"/>
    <w:rsid w:val="0005105D"/>
    <w:rsid w:val="00051091"/>
    <w:rsid w:val="00051257"/>
    <w:rsid w:val="00051381"/>
    <w:rsid w:val="00051523"/>
    <w:rsid w:val="00051742"/>
    <w:rsid w:val="00051768"/>
    <w:rsid w:val="0005177F"/>
    <w:rsid w:val="00051A80"/>
    <w:rsid w:val="00051AF2"/>
    <w:rsid w:val="00051AFB"/>
    <w:rsid w:val="00051B7C"/>
    <w:rsid w:val="00051BE5"/>
    <w:rsid w:val="00051F7F"/>
    <w:rsid w:val="000520D2"/>
    <w:rsid w:val="00052180"/>
    <w:rsid w:val="0005240A"/>
    <w:rsid w:val="00052909"/>
    <w:rsid w:val="00052F4E"/>
    <w:rsid w:val="000530B3"/>
    <w:rsid w:val="000530E4"/>
    <w:rsid w:val="0005328B"/>
    <w:rsid w:val="000534A7"/>
    <w:rsid w:val="000534B8"/>
    <w:rsid w:val="00053654"/>
    <w:rsid w:val="000539C5"/>
    <w:rsid w:val="00053A08"/>
    <w:rsid w:val="00053CB9"/>
    <w:rsid w:val="00053E4E"/>
    <w:rsid w:val="00053FE1"/>
    <w:rsid w:val="00054319"/>
    <w:rsid w:val="000545DD"/>
    <w:rsid w:val="000546A9"/>
    <w:rsid w:val="000548B0"/>
    <w:rsid w:val="000549B7"/>
    <w:rsid w:val="000549BE"/>
    <w:rsid w:val="00054AFC"/>
    <w:rsid w:val="00054C9D"/>
    <w:rsid w:val="00054D6D"/>
    <w:rsid w:val="00054F7B"/>
    <w:rsid w:val="00055113"/>
    <w:rsid w:val="00055146"/>
    <w:rsid w:val="0005520A"/>
    <w:rsid w:val="0005525E"/>
    <w:rsid w:val="000552FE"/>
    <w:rsid w:val="0005557E"/>
    <w:rsid w:val="00055659"/>
    <w:rsid w:val="000556FB"/>
    <w:rsid w:val="000557A9"/>
    <w:rsid w:val="00055815"/>
    <w:rsid w:val="00055873"/>
    <w:rsid w:val="00055B7E"/>
    <w:rsid w:val="00055BE0"/>
    <w:rsid w:val="00055D01"/>
    <w:rsid w:val="00055D18"/>
    <w:rsid w:val="00055F42"/>
    <w:rsid w:val="00056014"/>
    <w:rsid w:val="00056178"/>
    <w:rsid w:val="000561A5"/>
    <w:rsid w:val="000562ED"/>
    <w:rsid w:val="0005631F"/>
    <w:rsid w:val="00056428"/>
    <w:rsid w:val="000566B1"/>
    <w:rsid w:val="0005691E"/>
    <w:rsid w:val="00056A7B"/>
    <w:rsid w:val="00056B7B"/>
    <w:rsid w:val="00056C2D"/>
    <w:rsid w:val="00056CD1"/>
    <w:rsid w:val="00057023"/>
    <w:rsid w:val="0005741F"/>
    <w:rsid w:val="000574F6"/>
    <w:rsid w:val="0005757D"/>
    <w:rsid w:val="000575FD"/>
    <w:rsid w:val="00057796"/>
    <w:rsid w:val="00057D92"/>
    <w:rsid w:val="00057F08"/>
    <w:rsid w:val="00057FF8"/>
    <w:rsid w:val="00060039"/>
    <w:rsid w:val="0006009D"/>
    <w:rsid w:val="000600CA"/>
    <w:rsid w:val="00060262"/>
    <w:rsid w:val="0006027B"/>
    <w:rsid w:val="000603A7"/>
    <w:rsid w:val="00060411"/>
    <w:rsid w:val="00060441"/>
    <w:rsid w:val="0006045F"/>
    <w:rsid w:val="00060474"/>
    <w:rsid w:val="000608EF"/>
    <w:rsid w:val="00060C6F"/>
    <w:rsid w:val="00060EC7"/>
    <w:rsid w:val="00061053"/>
    <w:rsid w:val="00061074"/>
    <w:rsid w:val="000611B3"/>
    <w:rsid w:val="0006140D"/>
    <w:rsid w:val="00061612"/>
    <w:rsid w:val="00061654"/>
    <w:rsid w:val="000616FE"/>
    <w:rsid w:val="000617F2"/>
    <w:rsid w:val="000618C8"/>
    <w:rsid w:val="00061A21"/>
    <w:rsid w:val="00061AD9"/>
    <w:rsid w:val="00061CF2"/>
    <w:rsid w:val="00061F44"/>
    <w:rsid w:val="00061F62"/>
    <w:rsid w:val="00062107"/>
    <w:rsid w:val="000622B5"/>
    <w:rsid w:val="0006236D"/>
    <w:rsid w:val="0006245C"/>
    <w:rsid w:val="00062681"/>
    <w:rsid w:val="0006278C"/>
    <w:rsid w:val="000628EC"/>
    <w:rsid w:val="00062B01"/>
    <w:rsid w:val="00062D03"/>
    <w:rsid w:val="00062D75"/>
    <w:rsid w:val="0006304D"/>
    <w:rsid w:val="000632FE"/>
    <w:rsid w:val="000633B6"/>
    <w:rsid w:val="00063448"/>
    <w:rsid w:val="00063522"/>
    <w:rsid w:val="0006398A"/>
    <w:rsid w:val="00063991"/>
    <w:rsid w:val="00063A58"/>
    <w:rsid w:val="00064046"/>
    <w:rsid w:val="0006425C"/>
    <w:rsid w:val="00064364"/>
    <w:rsid w:val="000644E6"/>
    <w:rsid w:val="00064603"/>
    <w:rsid w:val="0006476A"/>
    <w:rsid w:val="00064817"/>
    <w:rsid w:val="0006482F"/>
    <w:rsid w:val="00064B97"/>
    <w:rsid w:val="00064C0C"/>
    <w:rsid w:val="00064D9C"/>
    <w:rsid w:val="00064E09"/>
    <w:rsid w:val="00065149"/>
    <w:rsid w:val="000651B2"/>
    <w:rsid w:val="000651C5"/>
    <w:rsid w:val="0006544E"/>
    <w:rsid w:val="00065455"/>
    <w:rsid w:val="000655BF"/>
    <w:rsid w:val="00065622"/>
    <w:rsid w:val="00065623"/>
    <w:rsid w:val="00065B63"/>
    <w:rsid w:val="00065E56"/>
    <w:rsid w:val="00065F70"/>
    <w:rsid w:val="000660A9"/>
    <w:rsid w:val="000660BF"/>
    <w:rsid w:val="00066294"/>
    <w:rsid w:val="000665D5"/>
    <w:rsid w:val="000667A7"/>
    <w:rsid w:val="0006680F"/>
    <w:rsid w:val="00066CD8"/>
    <w:rsid w:val="00066D06"/>
    <w:rsid w:val="00066D8D"/>
    <w:rsid w:val="0006704E"/>
    <w:rsid w:val="0006773E"/>
    <w:rsid w:val="000679E6"/>
    <w:rsid w:val="0007009B"/>
    <w:rsid w:val="0007029D"/>
    <w:rsid w:val="000702F4"/>
    <w:rsid w:val="00070576"/>
    <w:rsid w:val="00070740"/>
    <w:rsid w:val="0007097B"/>
    <w:rsid w:val="00070E38"/>
    <w:rsid w:val="00070FEA"/>
    <w:rsid w:val="0007103D"/>
    <w:rsid w:val="000711B7"/>
    <w:rsid w:val="00071238"/>
    <w:rsid w:val="000713EB"/>
    <w:rsid w:val="0007169E"/>
    <w:rsid w:val="000716F5"/>
    <w:rsid w:val="00071876"/>
    <w:rsid w:val="00071977"/>
    <w:rsid w:val="0007197E"/>
    <w:rsid w:val="00071A29"/>
    <w:rsid w:val="00071A9A"/>
    <w:rsid w:val="00071AAE"/>
    <w:rsid w:val="00071B7D"/>
    <w:rsid w:val="00071D5B"/>
    <w:rsid w:val="00071EF0"/>
    <w:rsid w:val="000720A5"/>
    <w:rsid w:val="0007219D"/>
    <w:rsid w:val="00072216"/>
    <w:rsid w:val="000723B6"/>
    <w:rsid w:val="00072459"/>
    <w:rsid w:val="000729F2"/>
    <w:rsid w:val="00072ACC"/>
    <w:rsid w:val="00072BCA"/>
    <w:rsid w:val="00072C49"/>
    <w:rsid w:val="00072C72"/>
    <w:rsid w:val="000730C0"/>
    <w:rsid w:val="0007345F"/>
    <w:rsid w:val="000734F9"/>
    <w:rsid w:val="000736D9"/>
    <w:rsid w:val="0007395C"/>
    <w:rsid w:val="00073C34"/>
    <w:rsid w:val="00073F93"/>
    <w:rsid w:val="00074359"/>
    <w:rsid w:val="000743A7"/>
    <w:rsid w:val="00074687"/>
    <w:rsid w:val="00074701"/>
    <w:rsid w:val="000748CE"/>
    <w:rsid w:val="000749BE"/>
    <w:rsid w:val="00074C3B"/>
    <w:rsid w:val="00074DF6"/>
    <w:rsid w:val="000752CD"/>
    <w:rsid w:val="00075728"/>
    <w:rsid w:val="0007587D"/>
    <w:rsid w:val="000758A9"/>
    <w:rsid w:val="000759E4"/>
    <w:rsid w:val="00075E43"/>
    <w:rsid w:val="0007639A"/>
    <w:rsid w:val="000763CB"/>
    <w:rsid w:val="00076613"/>
    <w:rsid w:val="00076645"/>
    <w:rsid w:val="00076857"/>
    <w:rsid w:val="00076A5E"/>
    <w:rsid w:val="00076E45"/>
    <w:rsid w:val="00077002"/>
    <w:rsid w:val="0007716C"/>
    <w:rsid w:val="0007735A"/>
    <w:rsid w:val="00077370"/>
    <w:rsid w:val="00077847"/>
    <w:rsid w:val="0007788C"/>
    <w:rsid w:val="00077B5A"/>
    <w:rsid w:val="00077C78"/>
    <w:rsid w:val="00077D24"/>
    <w:rsid w:val="00077D59"/>
    <w:rsid w:val="00077DC4"/>
    <w:rsid w:val="00077F14"/>
    <w:rsid w:val="00077F6C"/>
    <w:rsid w:val="000806FF"/>
    <w:rsid w:val="00080768"/>
    <w:rsid w:val="000807E6"/>
    <w:rsid w:val="000809B4"/>
    <w:rsid w:val="00080C6A"/>
    <w:rsid w:val="00080CBF"/>
    <w:rsid w:val="00080FB5"/>
    <w:rsid w:val="00081253"/>
    <w:rsid w:val="0008131C"/>
    <w:rsid w:val="00081427"/>
    <w:rsid w:val="000815E3"/>
    <w:rsid w:val="0008166F"/>
    <w:rsid w:val="00081706"/>
    <w:rsid w:val="0008172A"/>
    <w:rsid w:val="00081831"/>
    <w:rsid w:val="00081896"/>
    <w:rsid w:val="00081972"/>
    <w:rsid w:val="00081B1A"/>
    <w:rsid w:val="00081F01"/>
    <w:rsid w:val="00081F5B"/>
    <w:rsid w:val="00082115"/>
    <w:rsid w:val="00082217"/>
    <w:rsid w:val="0008240A"/>
    <w:rsid w:val="0008268F"/>
    <w:rsid w:val="000826B9"/>
    <w:rsid w:val="00082703"/>
    <w:rsid w:val="0008290E"/>
    <w:rsid w:val="00082973"/>
    <w:rsid w:val="00082ABE"/>
    <w:rsid w:val="00082AEE"/>
    <w:rsid w:val="00082BC4"/>
    <w:rsid w:val="00082C0D"/>
    <w:rsid w:val="00082C56"/>
    <w:rsid w:val="00082D3D"/>
    <w:rsid w:val="00082F8C"/>
    <w:rsid w:val="0008309F"/>
    <w:rsid w:val="0008343D"/>
    <w:rsid w:val="0008371B"/>
    <w:rsid w:val="000839CC"/>
    <w:rsid w:val="00083B2A"/>
    <w:rsid w:val="00083C85"/>
    <w:rsid w:val="00084068"/>
    <w:rsid w:val="00084383"/>
    <w:rsid w:val="000844BC"/>
    <w:rsid w:val="000844C6"/>
    <w:rsid w:val="0008455A"/>
    <w:rsid w:val="00084718"/>
    <w:rsid w:val="0008471B"/>
    <w:rsid w:val="000847E1"/>
    <w:rsid w:val="00084A1C"/>
    <w:rsid w:val="00084CA7"/>
    <w:rsid w:val="00084DD3"/>
    <w:rsid w:val="00084E20"/>
    <w:rsid w:val="00084F20"/>
    <w:rsid w:val="00085391"/>
    <w:rsid w:val="000855DA"/>
    <w:rsid w:val="00085646"/>
    <w:rsid w:val="00085695"/>
    <w:rsid w:val="00085840"/>
    <w:rsid w:val="0008585D"/>
    <w:rsid w:val="000859C4"/>
    <w:rsid w:val="00085BCB"/>
    <w:rsid w:val="00085CF1"/>
    <w:rsid w:val="00085DE2"/>
    <w:rsid w:val="00085F04"/>
    <w:rsid w:val="0008612C"/>
    <w:rsid w:val="0008615D"/>
    <w:rsid w:val="00086278"/>
    <w:rsid w:val="0008629B"/>
    <w:rsid w:val="0008644B"/>
    <w:rsid w:val="0008662F"/>
    <w:rsid w:val="000867A8"/>
    <w:rsid w:val="000869FD"/>
    <w:rsid w:val="00086A59"/>
    <w:rsid w:val="00086B22"/>
    <w:rsid w:val="00086BA6"/>
    <w:rsid w:val="00086BC6"/>
    <w:rsid w:val="0008708B"/>
    <w:rsid w:val="00087269"/>
    <w:rsid w:val="000872C3"/>
    <w:rsid w:val="000872CE"/>
    <w:rsid w:val="000875E0"/>
    <w:rsid w:val="0008760F"/>
    <w:rsid w:val="00087E1C"/>
    <w:rsid w:val="00087F7D"/>
    <w:rsid w:val="00090065"/>
    <w:rsid w:val="00090364"/>
    <w:rsid w:val="000903F1"/>
    <w:rsid w:val="0009063C"/>
    <w:rsid w:val="00090641"/>
    <w:rsid w:val="000909CF"/>
    <w:rsid w:val="00090CEA"/>
    <w:rsid w:val="00090D06"/>
    <w:rsid w:val="00090DD2"/>
    <w:rsid w:val="00090ECA"/>
    <w:rsid w:val="00091045"/>
    <w:rsid w:val="000914C7"/>
    <w:rsid w:val="00091555"/>
    <w:rsid w:val="00091574"/>
    <w:rsid w:val="000915B8"/>
    <w:rsid w:val="00091639"/>
    <w:rsid w:val="0009197C"/>
    <w:rsid w:val="000919BC"/>
    <w:rsid w:val="00091B46"/>
    <w:rsid w:val="00091D73"/>
    <w:rsid w:val="00091E5C"/>
    <w:rsid w:val="00091E69"/>
    <w:rsid w:val="00091EB4"/>
    <w:rsid w:val="00091EBD"/>
    <w:rsid w:val="00092404"/>
    <w:rsid w:val="000925BF"/>
    <w:rsid w:val="000927EE"/>
    <w:rsid w:val="00092960"/>
    <w:rsid w:val="00092984"/>
    <w:rsid w:val="00092994"/>
    <w:rsid w:val="00092A3E"/>
    <w:rsid w:val="00092A99"/>
    <w:rsid w:val="00092B57"/>
    <w:rsid w:val="00092B62"/>
    <w:rsid w:val="00092BC2"/>
    <w:rsid w:val="00092C84"/>
    <w:rsid w:val="00092EF5"/>
    <w:rsid w:val="00092FA2"/>
    <w:rsid w:val="00093095"/>
    <w:rsid w:val="000931EC"/>
    <w:rsid w:val="0009327E"/>
    <w:rsid w:val="00093380"/>
    <w:rsid w:val="00093422"/>
    <w:rsid w:val="000934C9"/>
    <w:rsid w:val="000935D2"/>
    <w:rsid w:val="00093631"/>
    <w:rsid w:val="0009365A"/>
    <w:rsid w:val="00093752"/>
    <w:rsid w:val="000938A9"/>
    <w:rsid w:val="000938AF"/>
    <w:rsid w:val="00093B78"/>
    <w:rsid w:val="00093E52"/>
    <w:rsid w:val="00094564"/>
    <w:rsid w:val="000945E8"/>
    <w:rsid w:val="000946D5"/>
    <w:rsid w:val="000947EE"/>
    <w:rsid w:val="00094838"/>
    <w:rsid w:val="000948BD"/>
    <w:rsid w:val="00094926"/>
    <w:rsid w:val="00094BCC"/>
    <w:rsid w:val="000950A0"/>
    <w:rsid w:val="000950A1"/>
    <w:rsid w:val="000952E6"/>
    <w:rsid w:val="000953DC"/>
    <w:rsid w:val="000954E6"/>
    <w:rsid w:val="00095765"/>
    <w:rsid w:val="000959C2"/>
    <w:rsid w:val="00095C05"/>
    <w:rsid w:val="00095F2D"/>
    <w:rsid w:val="00095FF2"/>
    <w:rsid w:val="000960E3"/>
    <w:rsid w:val="00096363"/>
    <w:rsid w:val="000963DC"/>
    <w:rsid w:val="000964F3"/>
    <w:rsid w:val="0009657E"/>
    <w:rsid w:val="00096761"/>
    <w:rsid w:val="00096D05"/>
    <w:rsid w:val="00096EB4"/>
    <w:rsid w:val="00096EC0"/>
    <w:rsid w:val="00096F7C"/>
    <w:rsid w:val="000972B9"/>
    <w:rsid w:val="0009769C"/>
    <w:rsid w:val="000976D1"/>
    <w:rsid w:val="000979EA"/>
    <w:rsid w:val="00097B94"/>
    <w:rsid w:val="00097BAE"/>
    <w:rsid w:val="00097C66"/>
    <w:rsid w:val="00097CA7"/>
    <w:rsid w:val="00097F0F"/>
    <w:rsid w:val="000A0277"/>
    <w:rsid w:val="000A0727"/>
    <w:rsid w:val="000A078D"/>
    <w:rsid w:val="000A07AC"/>
    <w:rsid w:val="000A07B9"/>
    <w:rsid w:val="000A0854"/>
    <w:rsid w:val="000A097A"/>
    <w:rsid w:val="000A09C7"/>
    <w:rsid w:val="000A0AD8"/>
    <w:rsid w:val="000A0AE1"/>
    <w:rsid w:val="000A0C81"/>
    <w:rsid w:val="000A0D0E"/>
    <w:rsid w:val="000A0D3F"/>
    <w:rsid w:val="000A0FBB"/>
    <w:rsid w:val="000A136A"/>
    <w:rsid w:val="000A14C9"/>
    <w:rsid w:val="000A14EB"/>
    <w:rsid w:val="000A156B"/>
    <w:rsid w:val="000A1BCE"/>
    <w:rsid w:val="000A1BF7"/>
    <w:rsid w:val="000A1C02"/>
    <w:rsid w:val="000A1E8A"/>
    <w:rsid w:val="000A2193"/>
    <w:rsid w:val="000A2247"/>
    <w:rsid w:val="000A227C"/>
    <w:rsid w:val="000A228F"/>
    <w:rsid w:val="000A2387"/>
    <w:rsid w:val="000A244E"/>
    <w:rsid w:val="000A24A2"/>
    <w:rsid w:val="000A24DE"/>
    <w:rsid w:val="000A2C55"/>
    <w:rsid w:val="000A2D57"/>
    <w:rsid w:val="000A2E3F"/>
    <w:rsid w:val="000A2FF9"/>
    <w:rsid w:val="000A3073"/>
    <w:rsid w:val="000A30BF"/>
    <w:rsid w:val="000A32C9"/>
    <w:rsid w:val="000A336F"/>
    <w:rsid w:val="000A35D3"/>
    <w:rsid w:val="000A37D0"/>
    <w:rsid w:val="000A3882"/>
    <w:rsid w:val="000A3B72"/>
    <w:rsid w:val="000A3C0E"/>
    <w:rsid w:val="000A3E68"/>
    <w:rsid w:val="000A4000"/>
    <w:rsid w:val="000A40B1"/>
    <w:rsid w:val="000A4221"/>
    <w:rsid w:val="000A4243"/>
    <w:rsid w:val="000A4286"/>
    <w:rsid w:val="000A4376"/>
    <w:rsid w:val="000A4728"/>
    <w:rsid w:val="000A47CD"/>
    <w:rsid w:val="000A4870"/>
    <w:rsid w:val="000A4DFA"/>
    <w:rsid w:val="000A504B"/>
    <w:rsid w:val="000A50BE"/>
    <w:rsid w:val="000A5538"/>
    <w:rsid w:val="000A565B"/>
    <w:rsid w:val="000A5813"/>
    <w:rsid w:val="000A590E"/>
    <w:rsid w:val="000A5AA8"/>
    <w:rsid w:val="000A5B5D"/>
    <w:rsid w:val="000A5C2D"/>
    <w:rsid w:val="000A5D28"/>
    <w:rsid w:val="000A6202"/>
    <w:rsid w:val="000A6460"/>
    <w:rsid w:val="000A64CE"/>
    <w:rsid w:val="000A6571"/>
    <w:rsid w:val="000A65B6"/>
    <w:rsid w:val="000A65E2"/>
    <w:rsid w:val="000A661D"/>
    <w:rsid w:val="000A6693"/>
    <w:rsid w:val="000A6821"/>
    <w:rsid w:val="000A6832"/>
    <w:rsid w:val="000A68EB"/>
    <w:rsid w:val="000A6A4A"/>
    <w:rsid w:val="000A6B95"/>
    <w:rsid w:val="000A6C78"/>
    <w:rsid w:val="000A71BA"/>
    <w:rsid w:val="000A7453"/>
    <w:rsid w:val="000A74C7"/>
    <w:rsid w:val="000A7909"/>
    <w:rsid w:val="000A794C"/>
    <w:rsid w:val="000A7975"/>
    <w:rsid w:val="000A7A2C"/>
    <w:rsid w:val="000A7C17"/>
    <w:rsid w:val="000A7D94"/>
    <w:rsid w:val="000A7F68"/>
    <w:rsid w:val="000B0181"/>
    <w:rsid w:val="000B02E4"/>
    <w:rsid w:val="000B0309"/>
    <w:rsid w:val="000B035E"/>
    <w:rsid w:val="000B07E8"/>
    <w:rsid w:val="000B08F6"/>
    <w:rsid w:val="000B0942"/>
    <w:rsid w:val="000B0A1D"/>
    <w:rsid w:val="000B0B4D"/>
    <w:rsid w:val="000B0BEE"/>
    <w:rsid w:val="000B0C4D"/>
    <w:rsid w:val="000B0DED"/>
    <w:rsid w:val="000B0E19"/>
    <w:rsid w:val="000B10A9"/>
    <w:rsid w:val="000B110B"/>
    <w:rsid w:val="000B11CF"/>
    <w:rsid w:val="000B1319"/>
    <w:rsid w:val="000B1385"/>
    <w:rsid w:val="000B1513"/>
    <w:rsid w:val="000B1AB6"/>
    <w:rsid w:val="000B1AF1"/>
    <w:rsid w:val="000B1B5C"/>
    <w:rsid w:val="000B23BE"/>
    <w:rsid w:val="000B2433"/>
    <w:rsid w:val="000B2578"/>
    <w:rsid w:val="000B2793"/>
    <w:rsid w:val="000B28F8"/>
    <w:rsid w:val="000B2AC9"/>
    <w:rsid w:val="000B2E85"/>
    <w:rsid w:val="000B2EBB"/>
    <w:rsid w:val="000B2EE4"/>
    <w:rsid w:val="000B2FA6"/>
    <w:rsid w:val="000B30B3"/>
    <w:rsid w:val="000B31C2"/>
    <w:rsid w:val="000B3293"/>
    <w:rsid w:val="000B331B"/>
    <w:rsid w:val="000B3747"/>
    <w:rsid w:val="000B3B41"/>
    <w:rsid w:val="000B3DC7"/>
    <w:rsid w:val="000B3EAB"/>
    <w:rsid w:val="000B3F42"/>
    <w:rsid w:val="000B4606"/>
    <w:rsid w:val="000B472C"/>
    <w:rsid w:val="000B47CF"/>
    <w:rsid w:val="000B48E6"/>
    <w:rsid w:val="000B4F4D"/>
    <w:rsid w:val="000B50D6"/>
    <w:rsid w:val="000B53B7"/>
    <w:rsid w:val="000B53BE"/>
    <w:rsid w:val="000B541A"/>
    <w:rsid w:val="000B5508"/>
    <w:rsid w:val="000B563B"/>
    <w:rsid w:val="000B5669"/>
    <w:rsid w:val="000B590D"/>
    <w:rsid w:val="000B59E9"/>
    <w:rsid w:val="000B5B77"/>
    <w:rsid w:val="000B5E6A"/>
    <w:rsid w:val="000B604A"/>
    <w:rsid w:val="000B6163"/>
    <w:rsid w:val="000B61EF"/>
    <w:rsid w:val="000B669C"/>
    <w:rsid w:val="000B6797"/>
    <w:rsid w:val="000B6EF1"/>
    <w:rsid w:val="000B72F3"/>
    <w:rsid w:val="000B7550"/>
    <w:rsid w:val="000B7708"/>
    <w:rsid w:val="000B78C2"/>
    <w:rsid w:val="000B7B06"/>
    <w:rsid w:val="000B7D2F"/>
    <w:rsid w:val="000B7D5F"/>
    <w:rsid w:val="000B7DBB"/>
    <w:rsid w:val="000B7E55"/>
    <w:rsid w:val="000C003B"/>
    <w:rsid w:val="000C02DB"/>
    <w:rsid w:val="000C052B"/>
    <w:rsid w:val="000C061B"/>
    <w:rsid w:val="000C08C0"/>
    <w:rsid w:val="000C0EDF"/>
    <w:rsid w:val="000C0FC1"/>
    <w:rsid w:val="000C0FF3"/>
    <w:rsid w:val="000C15E5"/>
    <w:rsid w:val="000C16EA"/>
    <w:rsid w:val="000C17B8"/>
    <w:rsid w:val="000C1959"/>
    <w:rsid w:val="000C19DC"/>
    <w:rsid w:val="000C1A21"/>
    <w:rsid w:val="000C1B71"/>
    <w:rsid w:val="000C1E67"/>
    <w:rsid w:val="000C1FF3"/>
    <w:rsid w:val="000C222C"/>
    <w:rsid w:val="000C23EB"/>
    <w:rsid w:val="000C25AC"/>
    <w:rsid w:val="000C279D"/>
    <w:rsid w:val="000C27F3"/>
    <w:rsid w:val="000C2890"/>
    <w:rsid w:val="000C2A02"/>
    <w:rsid w:val="000C2A78"/>
    <w:rsid w:val="000C2DC6"/>
    <w:rsid w:val="000C2E69"/>
    <w:rsid w:val="000C3054"/>
    <w:rsid w:val="000C3196"/>
    <w:rsid w:val="000C32BA"/>
    <w:rsid w:val="000C3380"/>
    <w:rsid w:val="000C33FC"/>
    <w:rsid w:val="000C3636"/>
    <w:rsid w:val="000C3667"/>
    <w:rsid w:val="000C3E88"/>
    <w:rsid w:val="000C3EF2"/>
    <w:rsid w:val="000C3FFB"/>
    <w:rsid w:val="000C40A2"/>
    <w:rsid w:val="000C40F4"/>
    <w:rsid w:val="000C4203"/>
    <w:rsid w:val="000C432E"/>
    <w:rsid w:val="000C43C6"/>
    <w:rsid w:val="000C43C9"/>
    <w:rsid w:val="000C4424"/>
    <w:rsid w:val="000C44A1"/>
    <w:rsid w:val="000C4608"/>
    <w:rsid w:val="000C477A"/>
    <w:rsid w:val="000C47A6"/>
    <w:rsid w:val="000C4996"/>
    <w:rsid w:val="000C4B74"/>
    <w:rsid w:val="000C4BA8"/>
    <w:rsid w:val="000C4DFA"/>
    <w:rsid w:val="000C4F2E"/>
    <w:rsid w:val="000C4FAA"/>
    <w:rsid w:val="000C502D"/>
    <w:rsid w:val="000C50B2"/>
    <w:rsid w:val="000C50D3"/>
    <w:rsid w:val="000C5232"/>
    <w:rsid w:val="000C536A"/>
    <w:rsid w:val="000C547A"/>
    <w:rsid w:val="000C55FE"/>
    <w:rsid w:val="000C57CD"/>
    <w:rsid w:val="000C5842"/>
    <w:rsid w:val="000C5AD6"/>
    <w:rsid w:val="000C5DA6"/>
    <w:rsid w:val="000C5ECF"/>
    <w:rsid w:val="000C5F6A"/>
    <w:rsid w:val="000C62F2"/>
    <w:rsid w:val="000C63DE"/>
    <w:rsid w:val="000C680E"/>
    <w:rsid w:val="000C6972"/>
    <w:rsid w:val="000C698E"/>
    <w:rsid w:val="000C6BCA"/>
    <w:rsid w:val="000C7290"/>
    <w:rsid w:val="000C72BF"/>
    <w:rsid w:val="000C7474"/>
    <w:rsid w:val="000C747D"/>
    <w:rsid w:val="000C75CF"/>
    <w:rsid w:val="000C761E"/>
    <w:rsid w:val="000C7A59"/>
    <w:rsid w:val="000C7B58"/>
    <w:rsid w:val="000C7B63"/>
    <w:rsid w:val="000C7B9D"/>
    <w:rsid w:val="000C7CC1"/>
    <w:rsid w:val="000D026C"/>
    <w:rsid w:val="000D035F"/>
    <w:rsid w:val="000D03BD"/>
    <w:rsid w:val="000D07A5"/>
    <w:rsid w:val="000D07FE"/>
    <w:rsid w:val="000D0839"/>
    <w:rsid w:val="000D0A7E"/>
    <w:rsid w:val="000D0CD7"/>
    <w:rsid w:val="000D0E2B"/>
    <w:rsid w:val="000D0E89"/>
    <w:rsid w:val="000D1126"/>
    <w:rsid w:val="000D1158"/>
    <w:rsid w:val="000D1190"/>
    <w:rsid w:val="000D12C8"/>
    <w:rsid w:val="000D12EE"/>
    <w:rsid w:val="000D1309"/>
    <w:rsid w:val="000D157D"/>
    <w:rsid w:val="000D16E8"/>
    <w:rsid w:val="000D16F7"/>
    <w:rsid w:val="000D1978"/>
    <w:rsid w:val="000D1A95"/>
    <w:rsid w:val="000D1C8C"/>
    <w:rsid w:val="000D1FC6"/>
    <w:rsid w:val="000D2047"/>
    <w:rsid w:val="000D2048"/>
    <w:rsid w:val="000D2105"/>
    <w:rsid w:val="000D227A"/>
    <w:rsid w:val="000D22D4"/>
    <w:rsid w:val="000D23DA"/>
    <w:rsid w:val="000D2430"/>
    <w:rsid w:val="000D26C6"/>
    <w:rsid w:val="000D2952"/>
    <w:rsid w:val="000D2C45"/>
    <w:rsid w:val="000D2CB8"/>
    <w:rsid w:val="000D3106"/>
    <w:rsid w:val="000D345A"/>
    <w:rsid w:val="000D3559"/>
    <w:rsid w:val="000D35B0"/>
    <w:rsid w:val="000D36EE"/>
    <w:rsid w:val="000D37C4"/>
    <w:rsid w:val="000D37C9"/>
    <w:rsid w:val="000D3B03"/>
    <w:rsid w:val="000D3B3B"/>
    <w:rsid w:val="000D3E57"/>
    <w:rsid w:val="000D4143"/>
    <w:rsid w:val="000D419B"/>
    <w:rsid w:val="000D4375"/>
    <w:rsid w:val="000D44D1"/>
    <w:rsid w:val="000D45C2"/>
    <w:rsid w:val="000D475A"/>
    <w:rsid w:val="000D487B"/>
    <w:rsid w:val="000D4A75"/>
    <w:rsid w:val="000D4ADF"/>
    <w:rsid w:val="000D4B2D"/>
    <w:rsid w:val="000D4B6B"/>
    <w:rsid w:val="000D4CCA"/>
    <w:rsid w:val="000D4EFE"/>
    <w:rsid w:val="000D50B9"/>
    <w:rsid w:val="000D5182"/>
    <w:rsid w:val="000D567D"/>
    <w:rsid w:val="000D5760"/>
    <w:rsid w:val="000D58FC"/>
    <w:rsid w:val="000D5A19"/>
    <w:rsid w:val="000D5C1F"/>
    <w:rsid w:val="000D6019"/>
    <w:rsid w:val="000D6146"/>
    <w:rsid w:val="000D6295"/>
    <w:rsid w:val="000D62A0"/>
    <w:rsid w:val="000D649A"/>
    <w:rsid w:val="000D6533"/>
    <w:rsid w:val="000D6635"/>
    <w:rsid w:val="000D67CA"/>
    <w:rsid w:val="000D6985"/>
    <w:rsid w:val="000D6991"/>
    <w:rsid w:val="000D6A26"/>
    <w:rsid w:val="000D6ADE"/>
    <w:rsid w:val="000D6C43"/>
    <w:rsid w:val="000D6CED"/>
    <w:rsid w:val="000D6FF1"/>
    <w:rsid w:val="000D70D6"/>
    <w:rsid w:val="000D733E"/>
    <w:rsid w:val="000D7426"/>
    <w:rsid w:val="000D76BE"/>
    <w:rsid w:val="000D76F6"/>
    <w:rsid w:val="000D7741"/>
    <w:rsid w:val="000D78E6"/>
    <w:rsid w:val="000D7C36"/>
    <w:rsid w:val="000D7E5A"/>
    <w:rsid w:val="000D7EEB"/>
    <w:rsid w:val="000E00A5"/>
    <w:rsid w:val="000E00FC"/>
    <w:rsid w:val="000E02A9"/>
    <w:rsid w:val="000E0361"/>
    <w:rsid w:val="000E03F8"/>
    <w:rsid w:val="000E0491"/>
    <w:rsid w:val="000E049B"/>
    <w:rsid w:val="000E05B5"/>
    <w:rsid w:val="000E0A7E"/>
    <w:rsid w:val="000E0EA0"/>
    <w:rsid w:val="000E10CA"/>
    <w:rsid w:val="000E1405"/>
    <w:rsid w:val="000E142B"/>
    <w:rsid w:val="000E1480"/>
    <w:rsid w:val="000E156D"/>
    <w:rsid w:val="000E19C1"/>
    <w:rsid w:val="000E19D1"/>
    <w:rsid w:val="000E1BF5"/>
    <w:rsid w:val="000E23F1"/>
    <w:rsid w:val="000E2414"/>
    <w:rsid w:val="000E24EF"/>
    <w:rsid w:val="000E2716"/>
    <w:rsid w:val="000E27B9"/>
    <w:rsid w:val="000E2840"/>
    <w:rsid w:val="000E2C4C"/>
    <w:rsid w:val="000E2DFF"/>
    <w:rsid w:val="000E30D7"/>
    <w:rsid w:val="000E3113"/>
    <w:rsid w:val="000E32DD"/>
    <w:rsid w:val="000E3329"/>
    <w:rsid w:val="000E3582"/>
    <w:rsid w:val="000E3765"/>
    <w:rsid w:val="000E3813"/>
    <w:rsid w:val="000E3AFF"/>
    <w:rsid w:val="000E3C16"/>
    <w:rsid w:val="000E3C9B"/>
    <w:rsid w:val="000E3D6F"/>
    <w:rsid w:val="000E3ED1"/>
    <w:rsid w:val="000E4234"/>
    <w:rsid w:val="000E42C6"/>
    <w:rsid w:val="000E4363"/>
    <w:rsid w:val="000E442F"/>
    <w:rsid w:val="000E45D1"/>
    <w:rsid w:val="000E460D"/>
    <w:rsid w:val="000E47CD"/>
    <w:rsid w:val="000E47E6"/>
    <w:rsid w:val="000E49FA"/>
    <w:rsid w:val="000E4AF6"/>
    <w:rsid w:val="000E4B3E"/>
    <w:rsid w:val="000E4C47"/>
    <w:rsid w:val="000E4C8D"/>
    <w:rsid w:val="000E4E4D"/>
    <w:rsid w:val="000E4EC8"/>
    <w:rsid w:val="000E5092"/>
    <w:rsid w:val="000E50A2"/>
    <w:rsid w:val="000E5118"/>
    <w:rsid w:val="000E5153"/>
    <w:rsid w:val="000E52C5"/>
    <w:rsid w:val="000E533C"/>
    <w:rsid w:val="000E55AE"/>
    <w:rsid w:val="000E609B"/>
    <w:rsid w:val="000E6234"/>
    <w:rsid w:val="000E62F7"/>
    <w:rsid w:val="000E6345"/>
    <w:rsid w:val="000E6518"/>
    <w:rsid w:val="000E65AC"/>
    <w:rsid w:val="000E65CA"/>
    <w:rsid w:val="000E669B"/>
    <w:rsid w:val="000E66BF"/>
    <w:rsid w:val="000E68AD"/>
    <w:rsid w:val="000E6A59"/>
    <w:rsid w:val="000E6C74"/>
    <w:rsid w:val="000E6CDE"/>
    <w:rsid w:val="000E6ED5"/>
    <w:rsid w:val="000E7021"/>
    <w:rsid w:val="000E707F"/>
    <w:rsid w:val="000E70AC"/>
    <w:rsid w:val="000E7AE1"/>
    <w:rsid w:val="000E7F74"/>
    <w:rsid w:val="000F0005"/>
    <w:rsid w:val="000F01F5"/>
    <w:rsid w:val="000F0433"/>
    <w:rsid w:val="000F0463"/>
    <w:rsid w:val="000F069E"/>
    <w:rsid w:val="000F0951"/>
    <w:rsid w:val="000F0B11"/>
    <w:rsid w:val="000F0B34"/>
    <w:rsid w:val="000F0C28"/>
    <w:rsid w:val="000F1065"/>
    <w:rsid w:val="000F1279"/>
    <w:rsid w:val="000F1387"/>
    <w:rsid w:val="000F16EE"/>
    <w:rsid w:val="000F171E"/>
    <w:rsid w:val="000F1BDC"/>
    <w:rsid w:val="000F1C00"/>
    <w:rsid w:val="000F1CF2"/>
    <w:rsid w:val="000F1E7E"/>
    <w:rsid w:val="000F1E95"/>
    <w:rsid w:val="000F1FDF"/>
    <w:rsid w:val="000F2145"/>
    <w:rsid w:val="000F228B"/>
    <w:rsid w:val="000F2394"/>
    <w:rsid w:val="000F23B7"/>
    <w:rsid w:val="000F270D"/>
    <w:rsid w:val="000F2B86"/>
    <w:rsid w:val="000F2D69"/>
    <w:rsid w:val="000F2EFE"/>
    <w:rsid w:val="000F3016"/>
    <w:rsid w:val="000F3281"/>
    <w:rsid w:val="000F3391"/>
    <w:rsid w:val="000F352E"/>
    <w:rsid w:val="000F359C"/>
    <w:rsid w:val="000F37CE"/>
    <w:rsid w:val="000F3844"/>
    <w:rsid w:val="000F3AFC"/>
    <w:rsid w:val="000F3C45"/>
    <w:rsid w:val="000F3C70"/>
    <w:rsid w:val="000F3F18"/>
    <w:rsid w:val="000F3F28"/>
    <w:rsid w:val="000F3FE2"/>
    <w:rsid w:val="000F403D"/>
    <w:rsid w:val="000F41C0"/>
    <w:rsid w:val="000F457E"/>
    <w:rsid w:val="000F462A"/>
    <w:rsid w:val="000F4800"/>
    <w:rsid w:val="000F48D7"/>
    <w:rsid w:val="000F4937"/>
    <w:rsid w:val="000F4BCE"/>
    <w:rsid w:val="000F4BDB"/>
    <w:rsid w:val="000F4CD6"/>
    <w:rsid w:val="000F4E4D"/>
    <w:rsid w:val="000F4E71"/>
    <w:rsid w:val="000F4E86"/>
    <w:rsid w:val="000F4EDA"/>
    <w:rsid w:val="000F4FC5"/>
    <w:rsid w:val="000F5182"/>
    <w:rsid w:val="000F5261"/>
    <w:rsid w:val="000F52C5"/>
    <w:rsid w:val="000F5334"/>
    <w:rsid w:val="000F5369"/>
    <w:rsid w:val="000F564C"/>
    <w:rsid w:val="000F56E6"/>
    <w:rsid w:val="000F5777"/>
    <w:rsid w:val="000F5DB5"/>
    <w:rsid w:val="000F60C3"/>
    <w:rsid w:val="000F6149"/>
    <w:rsid w:val="000F6234"/>
    <w:rsid w:val="000F63A8"/>
    <w:rsid w:val="000F6415"/>
    <w:rsid w:val="000F672C"/>
    <w:rsid w:val="000F6774"/>
    <w:rsid w:val="000F6A30"/>
    <w:rsid w:val="000F6CEB"/>
    <w:rsid w:val="000F6EC6"/>
    <w:rsid w:val="000F7092"/>
    <w:rsid w:val="000F7243"/>
    <w:rsid w:val="000F755D"/>
    <w:rsid w:val="000F7608"/>
    <w:rsid w:val="000F76B4"/>
    <w:rsid w:val="000F7923"/>
    <w:rsid w:val="000F7C82"/>
    <w:rsid w:val="001001E1"/>
    <w:rsid w:val="00100279"/>
    <w:rsid w:val="00100393"/>
    <w:rsid w:val="001005C6"/>
    <w:rsid w:val="00100C02"/>
    <w:rsid w:val="00100ED4"/>
    <w:rsid w:val="0010106C"/>
    <w:rsid w:val="001014FA"/>
    <w:rsid w:val="0010158B"/>
    <w:rsid w:val="0010190B"/>
    <w:rsid w:val="00101BF2"/>
    <w:rsid w:val="00101C17"/>
    <w:rsid w:val="00101D8A"/>
    <w:rsid w:val="00101DE9"/>
    <w:rsid w:val="00101E40"/>
    <w:rsid w:val="00102089"/>
    <w:rsid w:val="001023EC"/>
    <w:rsid w:val="00102402"/>
    <w:rsid w:val="00102444"/>
    <w:rsid w:val="00102456"/>
    <w:rsid w:val="001025BB"/>
    <w:rsid w:val="001025CC"/>
    <w:rsid w:val="00102721"/>
    <w:rsid w:val="001027BA"/>
    <w:rsid w:val="001027F9"/>
    <w:rsid w:val="00102974"/>
    <w:rsid w:val="00102A38"/>
    <w:rsid w:val="00103322"/>
    <w:rsid w:val="00103377"/>
    <w:rsid w:val="00103424"/>
    <w:rsid w:val="0010350B"/>
    <w:rsid w:val="001038B3"/>
    <w:rsid w:val="00103965"/>
    <w:rsid w:val="00103A82"/>
    <w:rsid w:val="00103D7F"/>
    <w:rsid w:val="00103ED0"/>
    <w:rsid w:val="00103F0B"/>
    <w:rsid w:val="00103F4F"/>
    <w:rsid w:val="00103F90"/>
    <w:rsid w:val="0010415A"/>
    <w:rsid w:val="00104239"/>
    <w:rsid w:val="001042D5"/>
    <w:rsid w:val="0010454A"/>
    <w:rsid w:val="001045D2"/>
    <w:rsid w:val="00104807"/>
    <w:rsid w:val="001048D4"/>
    <w:rsid w:val="00104A61"/>
    <w:rsid w:val="00104C7E"/>
    <w:rsid w:val="00104CCC"/>
    <w:rsid w:val="00105031"/>
    <w:rsid w:val="001050A8"/>
    <w:rsid w:val="00105160"/>
    <w:rsid w:val="00105278"/>
    <w:rsid w:val="0010560D"/>
    <w:rsid w:val="001056D6"/>
    <w:rsid w:val="00105706"/>
    <w:rsid w:val="00105759"/>
    <w:rsid w:val="001058C3"/>
    <w:rsid w:val="001059F5"/>
    <w:rsid w:val="00105AC0"/>
    <w:rsid w:val="00105B23"/>
    <w:rsid w:val="00105B25"/>
    <w:rsid w:val="00105B6E"/>
    <w:rsid w:val="00105C47"/>
    <w:rsid w:val="00105E83"/>
    <w:rsid w:val="00106192"/>
    <w:rsid w:val="0010643F"/>
    <w:rsid w:val="00106617"/>
    <w:rsid w:val="00106649"/>
    <w:rsid w:val="0010684E"/>
    <w:rsid w:val="0010697F"/>
    <w:rsid w:val="00106986"/>
    <w:rsid w:val="00106A8D"/>
    <w:rsid w:val="00106C85"/>
    <w:rsid w:val="00106D5A"/>
    <w:rsid w:val="00106E29"/>
    <w:rsid w:val="00106F3B"/>
    <w:rsid w:val="00106FA8"/>
    <w:rsid w:val="001072EE"/>
    <w:rsid w:val="00107423"/>
    <w:rsid w:val="00107835"/>
    <w:rsid w:val="00107873"/>
    <w:rsid w:val="001079D6"/>
    <w:rsid w:val="00107A8F"/>
    <w:rsid w:val="00107BC1"/>
    <w:rsid w:val="00107DB1"/>
    <w:rsid w:val="00107F44"/>
    <w:rsid w:val="00110068"/>
    <w:rsid w:val="0011028C"/>
    <w:rsid w:val="0011069A"/>
    <w:rsid w:val="001106A0"/>
    <w:rsid w:val="00110A3B"/>
    <w:rsid w:val="00110F4A"/>
    <w:rsid w:val="001110BE"/>
    <w:rsid w:val="001110C2"/>
    <w:rsid w:val="001110F1"/>
    <w:rsid w:val="00111194"/>
    <w:rsid w:val="001114AB"/>
    <w:rsid w:val="00111649"/>
    <w:rsid w:val="001116EF"/>
    <w:rsid w:val="00111DBB"/>
    <w:rsid w:val="00111E38"/>
    <w:rsid w:val="00111E94"/>
    <w:rsid w:val="00111ED1"/>
    <w:rsid w:val="00111F78"/>
    <w:rsid w:val="0011212A"/>
    <w:rsid w:val="00112469"/>
    <w:rsid w:val="0011288D"/>
    <w:rsid w:val="0011299C"/>
    <w:rsid w:val="00112A1A"/>
    <w:rsid w:val="00112B14"/>
    <w:rsid w:val="00112FB5"/>
    <w:rsid w:val="0011303C"/>
    <w:rsid w:val="001130B5"/>
    <w:rsid w:val="001134A4"/>
    <w:rsid w:val="00113793"/>
    <w:rsid w:val="0011387E"/>
    <w:rsid w:val="00113D7C"/>
    <w:rsid w:val="001140E9"/>
    <w:rsid w:val="00114299"/>
    <w:rsid w:val="001142EE"/>
    <w:rsid w:val="00114300"/>
    <w:rsid w:val="0011454C"/>
    <w:rsid w:val="001145A0"/>
    <w:rsid w:val="0011467A"/>
    <w:rsid w:val="0011468D"/>
    <w:rsid w:val="00114776"/>
    <w:rsid w:val="00114831"/>
    <w:rsid w:val="001149BB"/>
    <w:rsid w:val="00114CF6"/>
    <w:rsid w:val="00114D9F"/>
    <w:rsid w:val="0011559A"/>
    <w:rsid w:val="0011577D"/>
    <w:rsid w:val="00115ACB"/>
    <w:rsid w:val="00115CD8"/>
    <w:rsid w:val="00115E91"/>
    <w:rsid w:val="00115FF9"/>
    <w:rsid w:val="00115FFD"/>
    <w:rsid w:val="0011613A"/>
    <w:rsid w:val="0011616A"/>
    <w:rsid w:val="00116283"/>
    <w:rsid w:val="0011628F"/>
    <w:rsid w:val="001162C2"/>
    <w:rsid w:val="001162C7"/>
    <w:rsid w:val="00116334"/>
    <w:rsid w:val="001163BE"/>
    <w:rsid w:val="00116445"/>
    <w:rsid w:val="001164B9"/>
    <w:rsid w:val="00116565"/>
    <w:rsid w:val="00116653"/>
    <w:rsid w:val="00116839"/>
    <w:rsid w:val="001169BD"/>
    <w:rsid w:val="00116AC0"/>
    <w:rsid w:val="00116BA1"/>
    <w:rsid w:val="00116C32"/>
    <w:rsid w:val="00116C47"/>
    <w:rsid w:val="001170A2"/>
    <w:rsid w:val="00117162"/>
    <w:rsid w:val="001172FD"/>
    <w:rsid w:val="00117527"/>
    <w:rsid w:val="0011766B"/>
    <w:rsid w:val="001177FD"/>
    <w:rsid w:val="00117CE7"/>
    <w:rsid w:val="00117F45"/>
    <w:rsid w:val="00117FC8"/>
    <w:rsid w:val="00120016"/>
    <w:rsid w:val="001201C9"/>
    <w:rsid w:val="00120432"/>
    <w:rsid w:val="00120526"/>
    <w:rsid w:val="00120786"/>
    <w:rsid w:val="00120AB7"/>
    <w:rsid w:val="00120BB8"/>
    <w:rsid w:val="00120CE0"/>
    <w:rsid w:val="00120D90"/>
    <w:rsid w:val="00120E33"/>
    <w:rsid w:val="0012108B"/>
    <w:rsid w:val="0012112F"/>
    <w:rsid w:val="0012118C"/>
    <w:rsid w:val="001211E2"/>
    <w:rsid w:val="001213D7"/>
    <w:rsid w:val="00121405"/>
    <w:rsid w:val="0012154A"/>
    <w:rsid w:val="0012190A"/>
    <w:rsid w:val="00121C7F"/>
    <w:rsid w:val="00122240"/>
    <w:rsid w:val="0012232D"/>
    <w:rsid w:val="0012234F"/>
    <w:rsid w:val="00122451"/>
    <w:rsid w:val="001224A9"/>
    <w:rsid w:val="0012277F"/>
    <w:rsid w:val="001227DE"/>
    <w:rsid w:val="00122BF1"/>
    <w:rsid w:val="00122F3F"/>
    <w:rsid w:val="00123012"/>
    <w:rsid w:val="0012305C"/>
    <w:rsid w:val="001231ED"/>
    <w:rsid w:val="001236B1"/>
    <w:rsid w:val="00123784"/>
    <w:rsid w:val="0012394B"/>
    <w:rsid w:val="001239B4"/>
    <w:rsid w:val="00123F55"/>
    <w:rsid w:val="0012405D"/>
    <w:rsid w:val="001240F1"/>
    <w:rsid w:val="00124125"/>
    <w:rsid w:val="0012435C"/>
    <w:rsid w:val="0012446F"/>
    <w:rsid w:val="001244A0"/>
    <w:rsid w:val="0012451D"/>
    <w:rsid w:val="00124845"/>
    <w:rsid w:val="00124882"/>
    <w:rsid w:val="001249D5"/>
    <w:rsid w:val="00124BA0"/>
    <w:rsid w:val="00124C85"/>
    <w:rsid w:val="00124CB9"/>
    <w:rsid w:val="00124F77"/>
    <w:rsid w:val="00125098"/>
    <w:rsid w:val="0012515D"/>
    <w:rsid w:val="001253A8"/>
    <w:rsid w:val="0012588D"/>
    <w:rsid w:val="00125B8F"/>
    <w:rsid w:val="00125BDA"/>
    <w:rsid w:val="00125C4E"/>
    <w:rsid w:val="00126236"/>
    <w:rsid w:val="00126258"/>
    <w:rsid w:val="001262FA"/>
    <w:rsid w:val="0012652F"/>
    <w:rsid w:val="001267EA"/>
    <w:rsid w:val="00126884"/>
    <w:rsid w:val="00126A33"/>
    <w:rsid w:val="00126E52"/>
    <w:rsid w:val="00127356"/>
    <w:rsid w:val="001275A0"/>
    <w:rsid w:val="00127704"/>
    <w:rsid w:val="00127782"/>
    <w:rsid w:val="00127784"/>
    <w:rsid w:val="0012794A"/>
    <w:rsid w:val="00127978"/>
    <w:rsid w:val="001279F0"/>
    <w:rsid w:val="00127A72"/>
    <w:rsid w:val="00127AB5"/>
    <w:rsid w:val="00127B2B"/>
    <w:rsid w:val="00127B33"/>
    <w:rsid w:val="00127C36"/>
    <w:rsid w:val="00127C3D"/>
    <w:rsid w:val="00127E1E"/>
    <w:rsid w:val="00130383"/>
    <w:rsid w:val="001304A0"/>
    <w:rsid w:val="00130702"/>
    <w:rsid w:val="00130885"/>
    <w:rsid w:val="00130ABB"/>
    <w:rsid w:val="00130B08"/>
    <w:rsid w:val="00130E65"/>
    <w:rsid w:val="00130EED"/>
    <w:rsid w:val="00130F27"/>
    <w:rsid w:val="00130F5E"/>
    <w:rsid w:val="00130F9D"/>
    <w:rsid w:val="001311E0"/>
    <w:rsid w:val="00131205"/>
    <w:rsid w:val="0013124D"/>
    <w:rsid w:val="001312D9"/>
    <w:rsid w:val="00131300"/>
    <w:rsid w:val="001315BF"/>
    <w:rsid w:val="00131625"/>
    <w:rsid w:val="00131665"/>
    <w:rsid w:val="001317F4"/>
    <w:rsid w:val="00131C77"/>
    <w:rsid w:val="00131DA2"/>
    <w:rsid w:val="00132045"/>
    <w:rsid w:val="00132063"/>
    <w:rsid w:val="00132275"/>
    <w:rsid w:val="00132283"/>
    <w:rsid w:val="001324A3"/>
    <w:rsid w:val="001327F1"/>
    <w:rsid w:val="001328AF"/>
    <w:rsid w:val="00132938"/>
    <w:rsid w:val="00132F31"/>
    <w:rsid w:val="001332CF"/>
    <w:rsid w:val="0013341D"/>
    <w:rsid w:val="00133636"/>
    <w:rsid w:val="00133836"/>
    <w:rsid w:val="00133A30"/>
    <w:rsid w:val="00133AF1"/>
    <w:rsid w:val="00133C1C"/>
    <w:rsid w:val="00133F38"/>
    <w:rsid w:val="00134026"/>
    <w:rsid w:val="00134045"/>
    <w:rsid w:val="001340FE"/>
    <w:rsid w:val="00134103"/>
    <w:rsid w:val="001341AC"/>
    <w:rsid w:val="001343D6"/>
    <w:rsid w:val="001344A4"/>
    <w:rsid w:val="0013454C"/>
    <w:rsid w:val="00134664"/>
    <w:rsid w:val="0013498F"/>
    <w:rsid w:val="00134AF5"/>
    <w:rsid w:val="00134EF8"/>
    <w:rsid w:val="00134F12"/>
    <w:rsid w:val="0013509C"/>
    <w:rsid w:val="0013532F"/>
    <w:rsid w:val="001356DD"/>
    <w:rsid w:val="001356FC"/>
    <w:rsid w:val="0013593A"/>
    <w:rsid w:val="00135947"/>
    <w:rsid w:val="00135959"/>
    <w:rsid w:val="00135A29"/>
    <w:rsid w:val="00135A60"/>
    <w:rsid w:val="00135C14"/>
    <w:rsid w:val="00135C7B"/>
    <w:rsid w:val="00135E73"/>
    <w:rsid w:val="00136106"/>
    <w:rsid w:val="001361F7"/>
    <w:rsid w:val="001363C1"/>
    <w:rsid w:val="001363C9"/>
    <w:rsid w:val="00136470"/>
    <w:rsid w:val="0013651E"/>
    <w:rsid w:val="001367AB"/>
    <w:rsid w:val="00136B8D"/>
    <w:rsid w:val="00136BAF"/>
    <w:rsid w:val="00136C72"/>
    <w:rsid w:val="00136D34"/>
    <w:rsid w:val="00136F11"/>
    <w:rsid w:val="0013701B"/>
    <w:rsid w:val="001370DD"/>
    <w:rsid w:val="001371F2"/>
    <w:rsid w:val="0013754D"/>
    <w:rsid w:val="001375E9"/>
    <w:rsid w:val="00137725"/>
    <w:rsid w:val="00137897"/>
    <w:rsid w:val="00137915"/>
    <w:rsid w:val="00137A58"/>
    <w:rsid w:val="00137A87"/>
    <w:rsid w:val="00137BC0"/>
    <w:rsid w:val="00137C29"/>
    <w:rsid w:val="00137C6E"/>
    <w:rsid w:val="00137CB2"/>
    <w:rsid w:val="00137D74"/>
    <w:rsid w:val="00137E8E"/>
    <w:rsid w:val="0014003E"/>
    <w:rsid w:val="0014022B"/>
    <w:rsid w:val="001402E8"/>
    <w:rsid w:val="0014037C"/>
    <w:rsid w:val="00140449"/>
    <w:rsid w:val="0014052A"/>
    <w:rsid w:val="00140737"/>
    <w:rsid w:val="001407AD"/>
    <w:rsid w:val="00140949"/>
    <w:rsid w:val="00140974"/>
    <w:rsid w:val="00140C26"/>
    <w:rsid w:val="00140D78"/>
    <w:rsid w:val="00140E32"/>
    <w:rsid w:val="00141136"/>
    <w:rsid w:val="0014123D"/>
    <w:rsid w:val="00141500"/>
    <w:rsid w:val="001415C7"/>
    <w:rsid w:val="001415E2"/>
    <w:rsid w:val="001415F3"/>
    <w:rsid w:val="001418B2"/>
    <w:rsid w:val="001419F2"/>
    <w:rsid w:val="00141DE4"/>
    <w:rsid w:val="00141EA3"/>
    <w:rsid w:val="00141F1C"/>
    <w:rsid w:val="00141F79"/>
    <w:rsid w:val="00141FCC"/>
    <w:rsid w:val="0014271E"/>
    <w:rsid w:val="0014277F"/>
    <w:rsid w:val="001428C0"/>
    <w:rsid w:val="00142B2A"/>
    <w:rsid w:val="00142D8A"/>
    <w:rsid w:val="00142DEC"/>
    <w:rsid w:val="00142E28"/>
    <w:rsid w:val="00142FB5"/>
    <w:rsid w:val="00142FFE"/>
    <w:rsid w:val="00143184"/>
    <w:rsid w:val="0014323D"/>
    <w:rsid w:val="001432D0"/>
    <w:rsid w:val="001435ED"/>
    <w:rsid w:val="00143652"/>
    <w:rsid w:val="001436EF"/>
    <w:rsid w:val="001437A6"/>
    <w:rsid w:val="00143939"/>
    <w:rsid w:val="00143AC0"/>
    <w:rsid w:val="00143B2C"/>
    <w:rsid w:val="00143C11"/>
    <w:rsid w:val="00143CE4"/>
    <w:rsid w:val="00144035"/>
    <w:rsid w:val="0014419A"/>
    <w:rsid w:val="001442B1"/>
    <w:rsid w:val="001442D3"/>
    <w:rsid w:val="00144300"/>
    <w:rsid w:val="001443EA"/>
    <w:rsid w:val="001444BA"/>
    <w:rsid w:val="00144552"/>
    <w:rsid w:val="00144CA1"/>
    <w:rsid w:val="00144CD5"/>
    <w:rsid w:val="00144FA9"/>
    <w:rsid w:val="00144FC1"/>
    <w:rsid w:val="0014518A"/>
    <w:rsid w:val="0014521B"/>
    <w:rsid w:val="001452F6"/>
    <w:rsid w:val="00145540"/>
    <w:rsid w:val="0014572A"/>
    <w:rsid w:val="001458E0"/>
    <w:rsid w:val="00145962"/>
    <w:rsid w:val="00145A02"/>
    <w:rsid w:val="00145DB9"/>
    <w:rsid w:val="00145DD7"/>
    <w:rsid w:val="00145EED"/>
    <w:rsid w:val="00145F09"/>
    <w:rsid w:val="00146055"/>
    <w:rsid w:val="00146560"/>
    <w:rsid w:val="00146868"/>
    <w:rsid w:val="00146D0D"/>
    <w:rsid w:val="00146E44"/>
    <w:rsid w:val="00146EDB"/>
    <w:rsid w:val="00146FC7"/>
    <w:rsid w:val="00146FE4"/>
    <w:rsid w:val="00147087"/>
    <w:rsid w:val="001471B2"/>
    <w:rsid w:val="001475B2"/>
    <w:rsid w:val="001475C5"/>
    <w:rsid w:val="00147AD8"/>
    <w:rsid w:val="00147C30"/>
    <w:rsid w:val="00147E8F"/>
    <w:rsid w:val="00147F01"/>
    <w:rsid w:val="00147F12"/>
    <w:rsid w:val="00147F42"/>
    <w:rsid w:val="001501A4"/>
    <w:rsid w:val="0015046A"/>
    <w:rsid w:val="001504F7"/>
    <w:rsid w:val="00150505"/>
    <w:rsid w:val="001508A1"/>
    <w:rsid w:val="0015096B"/>
    <w:rsid w:val="00150C33"/>
    <w:rsid w:val="00150D23"/>
    <w:rsid w:val="00150F87"/>
    <w:rsid w:val="001512B5"/>
    <w:rsid w:val="001513BF"/>
    <w:rsid w:val="001513CA"/>
    <w:rsid w:val="00151558"/>
    <w:rsid w:val="0015182D"/>
    <w:rsid w:val="00151CC5"/>
    <w:rsid w:val="00151CD6"/>
    <w:rsid w:val="00151E0E"/>
    <w:rsid w:val="00151FB9"/>
    <w:rsid w:val="00152128"/>
    <w:rsid w:val="001523AE"/>
    <w:rsid w:val="001523B1"/>
    <w:rsid w:val="00152523"/>
    <w:rsid w:val="00152527"/>
    <w:rsid w:val="00152551"/>
    <w:rsid w:val="0015261D"/>
    <w:rsid w:val="00152AC5"/>
    <w:rsid w:val="00152AC7"/>
    <w:rsid w:val="00152CD0"/>
    <w:rsid w:val="00152E43"/>
    <w:rsid w:val="00152F0F"/>
    <w:rsid w:val="0015303D"/>
    <w:rsid w:val="001530BA"/>
    <w:rsid w:val="001530E5"/>
    <w:rsid w:val="001530FA"/>
    <w:rsid w:val="001530FD"/>
    <w:rsid w:val="001531CB"/>
    <w:rsid w:val="001531D9"/>
    <w:rsid w:val="00153292"/>
    <w:rsid w:val="001535E6"/>
    <w:rsid w:val="001537EA"/>
    <w:rsid w:val="001537EC"/>
    <w:rsid w:val="0015384F"/>
    <w:rsid w:val="00153A4A"/>
    <w:rsid w:val="00153A59"/>
    <w:rsid w:val="00153DA7"/>
    <w:rsid w:val="001540A9"/>
    <w:rsid w:val="0015423E"/>
    <w:rsid w:val="0015438B"/>
    <w:rsid w:val="001543A5"/>
    <w:rsid w:val="001544AC"/>
    <w:rsid w:val="00154596"/>
    <w:rsid w:val="001546BB"/>
    <w:rsid w:val="001546DE"/>
    <w:rsid w:val="00154727"/>
    <w:rsid w:val="0015496A"/>
    <w:rsid w:val="001549D0"/>
    <w:rsid w:val="00154AA6"/>
    <w:rsid w:val="00154B37"/>
    <w:rsid w:val="00154B59"/>
    <w:rsid w:val="00154D2B"/>
    <w:rsid w:val="00154E5F"/>
    <w:rsid w:val="001550F3"/>
    <w:rsid w:val="001552DC"/>
    <w:rsid w:val="00155332"/>
    <w:rsid w:val="0015534C"/>
    <w:rsid w:val="00155364"/>
    <w:rsid w:val="0015537A"/>
    <w:rsid w:val="00155541"/>
    <w:rsid w:val="0015584C"/>
    <w:rsid w:val="001558E4"/>
    <w:rsid w:val="00155949"/>
    <w:rsid w:val="00155B23"/>
    <w:rsid w:val="00155B96"/>
    <w:rsid w:val="00155C4C"/>
    <w:rsid w:val="00155C75"/>
    <w:rsid w:val="00155D66"/>
    <w:rsid w:val="00155DA9"/>
    <w:rsid w:val="00155DE9"/>
    <w:rsid w:val="00155E3C"/>
    <w:rsid w:val="00155E99"/>
    <w:rsid w:val="0015606B"/>
    <w:rsid w:val="0015624C"/>
    <w:rsid w:val="001563F3"/>
    <w:rsid w:val="00156A22"/>
    <w:rsid w:val="00156D15"/>
    <w:rsid w:val="00156DB7"/>
    <w:rsid w:val="00156E8A"/>
    <w:rsid w:val="001570EC"/>
    <w:rsid w:val="001573EF"/>
    <w:rsid w:val="00157634"/>
    <w:rsid w:val="00157683"/>
    <w:rsid w:val="001576AE"/>
    <w:rsid w:val="0015778F"/>
    <w:rsid w:val="001577DC"/>
    <w:rsid w:val="00157A3F"/>
    <w:rsid w:val="00157B2B"/>
    <w:rsid w:val="00157E28"/>
    <w:rsid w:val="00157E67"/>
    <w:rsid w:val="00157E93"/>
    <w:rsid w:val="001600F3"/>
    <w:rsid w:val="0016016F"/>
    <w:rsid w:val="001602DE"/>
    <w:rsid w:val="00160369"/>
    <w:rsid w:val="001605C2"/>
    <w:rsid w:val="001606FC"/>
    <w:rsid w:val="00160813"/>
    <w:rsid w:val="001608A3"/>
    <w:rsid w:val="001608E9"/>
    <w:rsid w:val="00160AAF"/>
    <w:rsid w:val="0016106A"/>
    <w:rsid w:val="00161171"/>
    <w:rsid w:val="001613E8"/>
    <w:rsid w:val="001616EA"/>
    <w:rsid w:val="001619C5"/>
    <w:rsid w:val="00161E55"/>
    <w:rsid w:val="00161EBD"/>
    <w:rsid w:val="001620D8"/>
    <w:rsid w:val="001625FC"/>
    <w:rsid w:val="001628F0"/>
    <w:rsid w:val="00162AF8"/>
    <w:rsid w:val="00162D48"/>
    <w:rsid w:val="001632B8"/>
    <w:rsid w:val="001632BB"/>
    <w:rsid w:val="001632CE"/>
    <w:rsid w:val="001634B5"/>
    <w:rsid w:val="001639C9"/>
    <w:rsid w:val="00163CF0"/>
    <w:rsid w:val="00163D0A"/>
    <w:rsid w:val="00164659"/>
    <w:rsid w:val="0016474B"/>
    <w:rsid w:val="0016491C"/>
    <w:rsid w:val="00164A33"/>
    <w:rsid w:val="00164EBD"/>
    <w:rsid w:val="0016513F"/>
    <w:rsid w:val="0016523D"/>
    <w:rsid w:val="0016525B"/>
    <w:rsid w:val="001652C4"/>
    <w:rsid w:val="001653BB"/>
    <w:rsid w:val="0016550C"/>
    <w:rsid w:val="0016575D"/>
    <w:rsid w:val="00165922"/>
    <w:rsid w:val="00165C7C"/>
    <w:rsid w:val="00165DF8"/>
    <w:rsid w:val="00165EA1"/>
    <w:rsid w:val="00166481"/>
    <w:rsid w:val="001664A1"/>
    <w:rsid w:val="00166641"/>
    <w:rsid w:val="00166660"/>
    <w:rsid w:val="0016668F"/>
    <w:rsid w:val="0016671B"/>
    <w:rsid w:val="00166728"/>
    <w:rsid w:val="00166922"/>
    <w:rsid w:val="00166AC2"/>
    <w:rsid w:val="00166C72"/>
    <w:rsid w:val="00166EB8"/>
    <w:rsid w:val="00167199"/>
    <w:rsid w:val="001673CE"/>
    <w:rsid w:val="001674CD"/>
    <w:rsid w:val="001674EB"/>
    <w:rsid w:val="0016750A"/>
    <w:rsid w:val="001676D6"/>
    <w:rsid w:val="00167707"/>
    <w:rsid w:val="0016776F"/>
    <w:rsid w:val="001677E7"/>
    <w:rsid w:val="00167961"/>
    <w:rsid w:val="00167A0F"/>
    <w:rsid w:val="00167CD8"/>
    <w:rsid w:val="00167E28"/>
    <w:rsid w:val="00167EE6"/>
    <w:rsid w:val="00167F84"/>
    <w:rsid w:val="00170024"/>
    <w:rsid w:val="0017035A"/>
    <w:rsid w:val="00170433"/>
    <w:rsid w:val="0017046A"/>
    <w:rsid w:val="00170488"/>
    <w:rsid w:val="001704C1"/>
    <w:rsid w:val="00170610"/>
    <w:rsid w:val="0017064E"/>
    <w:rsid w:val="001709AD"/>
    <w:rsid w:val="00170B23"/>
    <w:rsid w:val="00170B90"/>
    <w:rsid w:val="00170D65"/>
    <w:rsid w:val="00170EC9"/>
    <w:rsid w:val="0017140B"/>
    <w:rsid w:val="001715BE"/>
    <w:rsid w:val="0017186F"/>
    <w:rsid w:val="00171960"/>
    <w:rsid w:val="00171CA0"/>
    <w:rsid w:val="00171CA2"/>
    <w:rsid w:val="00171D1E"/>
    <w:rsid w:val="00171F5A"/>
    <w:rsid w:val="00171F7A"/>
    <w:rsid w:val="0017209A"/>
    <w:rsid w:val="00172463"/>
    <w:rsid w:val="00172674"/>
    <w:rsid w:val="0017268B"/>
    <w:rsid w:val="00172E22"/>
    <w:rsid w:val="00173323"/>
    <w:rsid w:val="001733A8"/>
    <w:rsid w:val="00173640"/>
    <w:rsid w:val="00173C3F"/>
    <w:rsid w:val="00173CEF"/>
    <w:rsid w:val="00174184"/>
    <w:rsid w:val="001741A7"/>
    <w:rsid w:val="00174505"/>
    <w:rsid w:val="0017466E"/>
    <w:rsid w:val="00174862"/>
    <w:rsid w:val="001748EA"/>
    <w:rsid w:val="00174B0D"/>
    <w:rsid w:val="0017503F"/>
    <w:rsid w:val="001752D9"/>
    <w:rsid w:val="00175476"/>
    <w:rsid w:val="00175524"/>
    <w:rsid w:val="00175B2F"/>
    <w:rsid w:val="00175B74"/>
    <w:rsid w:val="00175D28"/>
    <w:rsid w:val="00175E26"/>
    <w:rsid w:val="00175EE7"/>
    <w:rsid w:val="001763A6"/>
    <w:rsid w:val="00176462"/>
    <w:rsid w:val="00176A8B"/>
    <w:rsid w:val="00176D42"/>
    <w:rsid w:val="00176F0C"/>
    <w:rsid w:val="00176F58"/>
    <w:rsid w:val="0017707B"/>
    <w:rsid w:val="00177147"/>
    <w:rsid w:val="001773A7"/>
    <w:rsid w:val="001773F8"/>
    <w:rsid w:val="00177418"/>
    <w:rsid w:val="001777B7"/>
    <w:rsid w:val="00177D9C"/>
    <w:rsid w:val="00180034"/>
    <w:rsid w:val="0018005E"/>
    <w:rsid w:val="00180382"/>
    <w:rsid w:val="001803F2"/>
    <w:rsid w:val="00180438"/>
    <w:rsid w:val="00180597"/>
    <w:rsid w:val="00180713"/>
    <w:rsid w:val="0018073E"/>
    <w:rsid w:val="00180793"/>
    <w:rsid w:val="001807B2"/>
    <w:rsid w:val="00180EF7"/>
    <w:rsid w:val="00180FCC"/>
    <w:rsid w:val="001810D4"/>
    <w:rsid w:val="001811FD"/>
    <w:rsid w:val="0018120C"/>
    <w:rsid w:val="0018143F"/>
    <w:rsid w:val="00181552"/>
    <w:rsid w:val="001816F8"/>
    <w:rsid w:val="00181AD1"/>
    <w:rsid w:val="00181FEB"/>
    <w:rsid w:val="00182045"/>
    <w:rsid w:val="00182101"/>
    <w:rsid w:val="00182268"/>
    <w:rsid w:val="00182795"/>
    <w:rsid w:val="00182988"/>
    <w:rsid w:val="0018303D"/>
    <w:rsid w:val="0018325D"/>
    <w:rsid w:val="001835FF"/>
    <w:rsid w:val="0018362C"/>
    <w:rsid w:val="001839B2"/>
    <w:rsid w:val="00183A38"/>
    <w:rsid w:val="00183B98"/>
    <w:rsid w:val="00183D0A"/>
    <w:rsid w:val="00183D39"/>
    <w:rsid w:val="00183DA5"/>
    <w:rsid w:val="00183ECF"/>
    <w:rsid w:val="00183F29"/>
    <w:rsid w:val="00183F4A"/>
    <w:rsid w:val="001840CF"/>
    <w:rsid w:val="00184255"/>
    <w:rsid w:val="0018427F"/>
    <w:rsid w:val="0018452D"/>
    <w:rsid w:val="001845C4"/>
    <w:rsid w:val="0018461A"/>
    <w:rsid w:val="00184910"/>
    <w:rsid w:val="001849C2"/>
    <w:rsid w:val="00184B95"/>
    <w:rsid w:val="00184D1D"/>
    <w:rsid w:val="00185146"/>
    <w:rsid w:val="001851ED"/>
    <w:rsid w:val="00185231"/>
    <w:rsid w:val="00185289"/>
    <w:rsid w:val="001852A3"/>
    <w:rsid w:val="0018536B"/>
    <w:rsid w:val="001853F2"/>
    <w:rsid w:val="0018543D"/>
    <w:rsid w:val="00185475"/>
    <w:rsid w:val="00185577"/>
    <w:rsid w:val="0018577E"/>
    <w:rsid w:val="001857DF"/>
    <w:rsid w:val="0018596C"/>
    <w:rsid w:val="00185A78"/>
    <w:rsid w:val="00185CC2"/>
    <w:rsid w:val="00185E60"/>
    <w:rsid w:val="00185E77"/>
    <w:rsid w:val="001860D9"/>
    <w:rsid w:val="0018612B"/>
    <w:rsid w:val="00186226"/>
    <w:rsid w:val="00186443"/>
    <w:rsid w:val="001865D2"/>
    <w:rsid w:val="0018665D"/>
    <w:rsid w:val="00186753"/>
    <w:rsid w:val="00186779"/>
    <w:rsid w:val="00186805"/>
    <w:rsid w:val="00186A35"/>
    <w:rsid w:val="00186D26"/>
    <w:rsid w:val="00186ECE"/>
    <w:rsid w:val="001871F6"/>
    <w:rsid w:val="00187713"/>
    <w:rsid w:val="0018787A"/>
    <w:rsid w:val="00187C28"/>
    <w:rsid w:val="00187CF8"/>
    <w:rsid w:val="00187F04"/>
    <w:rsid w:val="00187F7D"/>
    <w:rsid w:val="001900E9"/>
    <w:rsid w:val="00190269"/>
    <w:rsid w:val="001902A6"/>
    <w:rsid w:val="0019031E"/>
    <w:rsid w:val="0019038C"/>
    <w:rsid w:val="001905D3"/>
    <w:rsid w:val="0019073E"/>
    <w:rsid w:val="0019096D"/>
    <w:rsid w:val="00190B0C"/>
    <w:rsid w:val="00190C31"/>
    <w:rsid w:val="00190CB5"/>
    <w:rsid w:val="00190E79"/>
    <w:rsid w:val="0019150F"/>
    <w:rsid w:val="0019183A"/>
    <w:rsid w:val="00191863"/>
    <w:rsid w:val="0019194D"/>
    <w:rsid w:val="00191B59"/>
    <w:rsid w:val="00191BC3"/>
    <w:rsid w:val="00191DCB"/>
    <w:rsid w:val="00191DE6"/>
    <w:rsid w:val="00191F29"/>
    <w:rsid w:val="00191F8D"/>
    <w:rsid w:val="0019207F"/>
    <w:rsid w:val="0019254B"/>
    <w:rsid w:val="001925F4"/>
    <w:rsid w:val="001927DE"/>
    <w:rsid w:val="00192B5C"/>
    <w:rsid w:val="00192C73"/>
    <w:rsid w:val="00192DA1"/>
    <w:rsid w:val="00192F7F"/>
    <w:rsid w:val="00192FBB"/>
    <w:rsid w:val="00193026"/>
    <w:rsid w:val="001931C9"/>
    <w:rsid w:val="001932A1"/>
    <w:rsid w:val="001932EF"/>
    <w:rsid w:val="00193375"/>
    <w:rsid w:val="001933BD"/>
    <w:rsid w:val="00193466"/>
    <w:rsid w:val="001935F4"/>
    <w:rsid w:val="00193671"/>
    <w:rsid w:val="001937E9"/>
    <w:rsid w:val="0019382E"/>
    <w:rsid w:val="001939C0"/>
    <w:rsid w:val="00193E82"/>
    <w:rsid w:val="00193E85"/>
    <w:rsid w:val="00193F0B"/>
    <w:rsid w:val="00194315"/>
    <w:rsid w:val="001943FB"/>
    <w:rsid w:val="00194421"/>
    <w:rsid w:val="00194563"/>
    <w:rsid w:val="001948B6"/>
    <w:rsid w:val="0019499B"/>
    <w:rsid w:val="00194A3E"/>
    <w:rsid w:val="00194C28"/>
    <w:rsid w:val="00194D3A"/>
    <w:rsid w:val="00194DBE"/>
    <w:rsid w:val="00194E7E"/>
    <w:rsid w:val="00194F76"/>
    <w:rsid w:val="00195037"/>
    <w:rsid w:val="00195321"/>
    <w:rsid w:val="0019539B"/>
    <w:rsid w:val="00195580"/>
    <w:rsid w:val="001955A2"/>
    <w:rsid w:val="0019573B"/>
    <w:rsid w:val="00195793"/>
    <w:rsid w:val="0019580C"/>
    <w:rsid w:val="0019589B"/>
    <w:rsid w:val="00195A11"/>
    <w:rsid w:val="00195A7F"/>
    <w:rsid w:val="00195B93"/>
    <w:rsid w:val="00195D7D"/>
    <w:rsid w:val="00195DD9"/>
    <w:rsid w:val="00195E32"/>
    <w:rsid w:val="00195F75"/>
    <w:rsid w:val="00196208"/>
    <w:rsid w:val="001962B1"/>
    <w:rsid w:val="00196314"/>
    <w:rsid w:val="001964A4"/>
    <w:rsid w:val="00196526"/>
    <w:rsid w:val="001965D3"/>
    <w:rsid w:val="001968EA"/>
    <w:rsid w:val="00196CFE"/>
    <w:rsid w:val="00196DEC"/>
    <w:rsid w:val="00196F1B"/>
    <w:rsid w:val="00196F48"/>
    <w:rsid w:val="00196F5A"/>
    <w:rsid w:val="00197242"/>
    <w:rsid w:val="001972E2"/>
    <w:rsid w:val="001972F0"/>
    <w:rsid w:val="0019737F"/>
    <w:rsid w:val="00197435"/>
    <w:rsid w:val="00197486"/>
    <w:rsid w:val="00197832"/>
    <w:rsid w:val="00197960"/>
    <w:rsid w:val="001A00AF"/>
    <w:rsid w:val="001A0A50"/>
    <w:rsid w:val="001A0B02"/>
    <w:rsid w:val="001A0CCC"/>
    <w:rsid w:val="001A0F77"/>
    <w:rsid w:val="001A100C"/>
    <w:rsid w:val="001A1137"/>
    <w:rsid w:val="001A140D"/>
    <w:rsid w:val="001A1553"/>
    <w:rsid w:val="001A16C4"/>
    <w:rsid w:val="001A16D5"/>
    <w:rsid w:val="001A1BA0"/>
    <w:rsid w:val="001A1C34"/>
    <w:rsid w:val="001A1D11"/>
    <w:rsid w:val="001A1DAC"/>
    <w:rsid w:val="001A1F80"/>
    <w:rsid w:val="001A2369"/>
    <w:rsid w:val="001A24CC"/>
    <w:rsid w:val="001A2513"/>
    <w:rsid w:val="001A2697"/>
    <w:rsid w:val="001A2700"/>
    <w:rsid w:val="001A2726"/>
    <w:rsid w:val="001A2979"/>
    <w:rsid w:val="001A29EF"/>
    <w:rsid w:val="001A2A7D"/>
    <w:rsid w:val="001A2E4C"/>
    <w:rsid w:val="001A2EAF"/>
    <w:rsid w:val="001A2F59"/>
    <w:rsid w:val="001A2FF3"/>
    <w:rsid w:val="001A304B"/>
    <w:rsid w:val="001A31C0"/>
    <w:rsid w:val="001A32EF"/>
    <w:rsid w:val="001A32F2"/>
    <w:rsid w:val="001A339F"/>
    <w:rsid w:val="001A3831"/>
    <w:rsid w:val="001A3839"/>
    <w:rsid w:val="001A39D1"/>
    <w:rsid w:val="001A3ADF"/>
    <w:rsid w:val="001A3B36"/>
    <w:rsid w:val="001A3BC1"/>
    <w:rsid w:val="001A3CDB"/>
    <w:rsid w:val="001A3CE1"/>
    <w:rsid w:val="001A3D40"/>
    <w:rsid w:val="001A3F3B"/>
    <w:rsid w:val="001A40EB"/>
    <w:rsid w:val="001A40FE"/>
    <w:rsid w:val="001A4224"/>
    <w:rsid w:val="001A426D"/>
    <w:rsid w:val="001A431B"/>
    <w:rsid w:val="001A440D"/>
    <w:rsid w:val="001A444E"/>
    <w:rsid w:val="001A44CE"/>
    <w:rsid w:val="001A45F6"/>
    <w:rsid w:val="001A46EE"/>
    <w:rsid w:val="001A484F"/>
    <w:rsid w:val="001A48A6"/>
    <w:rsid w:val="001A4A59"/>
    <w:rsid w:val="001A4AED"/>
    <w:rsid w:val="001A4C2D"/>
    <w:rsid w:val="001A4C69"/>
    <w:rsid w:val="001A4CEF"/>
    <w:rsid w:val="001A4ECA"/>
    <w:rsid w:val="001A4EF0"/>
    <w:rsid w:val="001A4F09"/>
    <w:rsid w:val="001A4F65"/>
    <w:rsid w:val="001A5027"/>
    <w:rsid w:val="001A524C"/>
    <w:rsid w:val="001A52F9"/>
    <w:rsid w:val="001A5350"/>
    <w:rsid w:val="001A539F"/>
    <w:rsid w:val="001A53A4"/>
    <w:rsid w:val="001A54A2"/>
    <w:rsid w:val="001A5B97"/>
    <w:rsid w:val="001A5BC1"/>
    <w:rsid w:val="001A5C68"/>
    <w:rsid w:val="001A5C7D"/>
    <w:rsid w:val="001A5D8E"/>
    <w:rsid w:val="001A6161"/>
    <w:rsid w:val="001A6163"/>
    <w:rsid w:val="001A6569"/>
    <w:rsid w:val="001A6572"/>
    <w:rsid w:val="001A65E8"/>
    <w:rsid w:val="001A6841"/>
    <w:rsid w:val="001A6ADE"/>
    <w:rsid w:val="001A6B85"/>
    <w:rsid w:val="001A6BAA"/>
    <w:rsid w:val="001A6BDA"/>
    <w:rsid w:val="001A6ECA"/>
    <w:rsid w:val="001A7212"/>
    <w:rsid w:val="001A73CB"/>
    <w:rsid w:val="001A75D7"/>
    <w:rsid w:val="001A78C1"/>
    <w:rsid w:val="001A7A10"/>
    <w:rsid w:val="001A7C68"/>
    <w:rsid w:val="001A7EB6"/>
    <w:rsid w:val="001B0082"/>
    <w:rsid w:val="001B0326"/>
    <w:rsid w:val="001B07F9"/>
    <w:rsid w:val="001B08E5"/>
    <w:rsid w:val="001B0936"/>
    <w:rsid w:val="001B097E"/>
    <w:rsid w:val="001B0A36"/>
    <w:rsid w:val="001B13B8"/>
    <w:rsid w:val="001B159E"/>
    <w:rsid w:val="001B188A"/>
    <w:rsid w:val="001B18C7"/>
    <w:rsid w:val="001B1A15"/>
    <w:rsid w:val="001B1D20"/>
    <w:rsid w:val="001B1DBF"/>
    <w:rsid w:val="001B1DF8"/>
    <w:rsid w:val="001B1E93"/>
    <w:rsid w:val="001B1F47"/>
    <w:rsid w:val="001B2298"/>
    <w:rsid w:val="001B22F1"/>
    <w:rsid w:val="001B24E7"/>
    <w:rsid w:val="001B2666"/>
    <w:rsid w:val="001B2CED"/>
    <w:rsid w:val="001B301D"/>
    <w:rsid w:val="001B3056"/>
    <w:rsid w:val="001B3094"/>
    <w:rsid w:val="001B3505"/>
    <w:rsid w:val="001B3670"/>
    <w:rsid w:val="001B3773"/>
    <w:rsid w:val="001B379D"/>
    <w:rsid w:val="001B37B9"/>
    <w:rsid w:val="001B3895"/>
    <w:rsid w:val="001B38E6"/>
    <w:rsid w:val="001B3982"/>
    <w:rsid w:val="001B3C16"/>
    <w:rsid w:val="001B3E15"/>
    <w:rsid w:val="001B3E2B"/>
    <w:rsid w:val="001B3F08"/>
    <w:rsid w:val="001B3F41"/>
    <w:rsid w:val="001B3F4B"/>
    <w:rsid w:val="001B3FED"/>
    <w:rsid w:val="001B4105"/>
    <w:rsid w:val="001B417F"/>
    <w:rsid w:val="001B4416"/>
    <w:rsid w:val="001B464D"/>
    <w:rsid w:val="001B467E"/>
    <w:rsid w:val="001B469C"/>
    <w:rsid w:val="001B4816"/>
    <w:rsid w:val="001B4885"/>
    <w:rsid w:val="001B489B"/>
    <w:rsid w:val="001B491C"/>
    <w:rsid w:val="001B494D"/>
    <w:rsid w:val="001B527F"/>
    <w:rsid w:val="001B52D6"/>
    <w:rsid w:val="001B537E"/>
    <w:rsid w:val="001B53A3"/>
    <w:rsid w:val="001B56B2"/>
    <w:rsid w:val="001B56C9"/>
    <w:rsid w:val="001B5899"/>
    <w:rsid w:val="001B58E8"/>
    <w:rsid w:val="001B59CA"/>
    <w:rsid w:val="001B5C82"/>
    <w:rsid w:val="001B5DF4"/>
    <w:rsid w:val="001B5DFA"/>
    <w:rsid w:val="001B5F16"/>
    <w:rsid w:val="001B600A"/>
    <w:rsid w:val="001B60F1"/>
    <w:rsid w:val="001B6156"/>
    <w:rsid w:val="001B61D4"/>
    <w:rsid w:val="001B63DD"/>
    <w:rsid w:val="001B6428"/>
    <w:rsid w:val="001B658F"/>
    <w:rsid w:val="001B663E"/>
    <w:rsid w:val="001B667A"/>
    <w:rsid w:val="001B69DB"/>
    <w:rsid w:val="001B6AF2"/>
    <w:rsid w:val="001B6C1D"/>
    <w:rsid w:val="001B6C86"/>
    <w:rsid w:val="001B6D56"/>
    <w:rsid w:val="001B6E06"/>
    <w:rsid w:val="001B6E3E"/>
    <w:rsid w:val="001B6F95"/>
    <w:rsid w:val="001B6FD5"/>
    <w:rsid w:val="001B742B"/>
    <w:rsid w:val="001B74C9"/>
    <w:rsid w:val="001B75C6"/>
    <w:rsid w:val="001B776E"/>
    <w:rsid w:val="001B7851"/>
    <w:rsid w:val="001B785B"/>
    <w:rsid w:val="001B7A5E"/>
    <w:rsid w:val="001B7C17"/>
    <w:rsid w:val="001C0022"/>
    <w:rsid w:val="001C01C8"/>
    <w:rsid w:val="001C0213"/>
    <w:rsid w:val="001C0362"/>
    <w:rsid w:val="001C0425"/>
    <w:rsid w:val="001C05C0"/>
    <w:rsid w:val="001C06F4"/>
    <w:rsid w:val="001C0D4B"/>
    <w:rsid w:val="001C0D90"/>
    <w:rsid w:val="001C0F3E"/>
    <w:rsid w:val="001C15A5"/>
    <w:rsid w:val="001C1834"/>
    <w:rsid w:val="001C1B20"/>
    <w:rsid w:val="001C1C22"/>
    <w:rsid w:val="001C1C2A"/>
    <w:rsid w:val="001C1CDC"/>
    <w:rsid w:val="001C1F55"/>
    <w:rsid w:val="001C21C5"/>
    <w:rsid w:val="001C2464"/>
    <w:rsid w:val="001C261E"/>
    <w:rsid w:val="001C2830"/>
    <w:rsid w:val="001C2901"/>
    <w:rsid w:val="001C29CE"/>
    <w:rsid w:val="001C2B5D"/>
    <w:rsid w:val="001C2C2B"/>
    <w:rsid w:val="001C2C8B"/>
    <w:rsid w:val="001C2CE8"/>
    <w:rsid w:val="001C2DFC"/>
    <w:rsid w:val="001C2E5D"/>
    <w:rsid w:val="001C303A"/>
    <w:rsid w:val="001C3134"/>
    <w:rsid w:val="001C3254"/>
    <w:rsid w:val="001C32E0"/>
    <w:rsid w:val="001C37D5"/>
    <w:rsid w:val="001C39B1"/>
    <w:rsid w:val="001C39E2"/>
    <w:rsid w:val="001C3A01"/>
    <w:rsid w:val="001C3B08"/>
    <w:rsid w:val="001C3C73"/>
    <w:rsid w:val="001C3D3D"/>
    <w:rsid w:val="001C3EA3"/>
    <w:rsid w:val="001C4069"/>
    <w:rsid w:val="001C40EE"/>
    <w:rsid w:val="001C4495"/>
    <w:rsid w:val="001C46FD"/>
    <w:rsid w:val="001C4813"/>
    <w:rsid w:val="001C49A6"/>
    <w:rsid w:val="001C4A7C"/>
    <w:rsid w:val="001C4C60"/>
    <w:rsid w:val="001C4D7D"/>
    <w:rsid w:val="001C4E79"/>
    <w:rsid w:val="001C4E90"/>
    <w:rsid w:val="001C4EA4"/>
    <w:rsid w:val="001C4F13"/>
    <w:rsid w:val="001C4FFB"/>
    <w:rsid w:val="001C5054"/>
    <w:rsid w:val="001C511A"/>
    <w:rsid w:val="001C5222"/>
    <w:rsid w:val="001C5237"/>
    <w:rsid w:val="001C54AE"/>
    <w:rsid w:val="001C58AD"/>
    <w:rsid w:val="001C59F1"/>
    <w:rsid w:val="001C5B0C"/>
    <w:rsid w:val="001C5CA0"/>
    <w:rsid w:val="001C5D33"/>
    <w:rsid w:val="001C5E05"/>
    <w:rsid w:val="001C5F35"/>
    <w:rsid w:val="001C6254"/>
    <w:rsid w:val="001C6395"/>
    <w:rsid w:val="001C6516"/>
    <w:rsid w:val="001C66FA"/>
    <w:rsid w:val="001C6816"/>
    <w:rsid w:val="001C6E9D"/>
    <w:rsid w:val="001C71BA"/>
    <w:rsid w:val="001C74CF"/>
    <w:rsid w:val="001C7503"/>
    <w:rsid w:val="001C7737"/>
    <w:rsid w:val="001C79AF"/>
    <w:rsid w:val="001C7BD3"/>
    <w:rsid w:val="001C7C7F"/>
    <w:rsid w:val="001C7C8E"/>
    <w:rsid w:val="001C7D47"/>
    <w:rsid w:val="001C7DCF"/>
    <w:rsid w:val="001D0087"/>
    <w:rsid w:val="001D014D"/>
    <w:rsid w:val="001D0606"/>
    <w:rsid w:val="001D06A4"/>
    <w:rsid w:val="001D086D"/>
    <w:rsid w:val="001D0C2D"/>
    <w:rsid w:val="001D0EA6"/>
    <w:rsid w:val="001D0ECB"/>
    <w:rsid w:val="001D0FD4"/>
    <w:rsid w:val="001D106A"/>
    <w:rsid w:val="001D138C"/>
    <w:rsid w:val="001D193D"/>
    <w:rsid w:val="001D19A6"/>
    <w:rsid w:val="001D1A4B"/>
    <w:rsid w:val="001D1BD7"/>
    <w:rsid w:val="001D1E3C"/>
    <w:rsid w:val="001D1E4E"/>
    <w:rsid w:val="001D2120"/>
    <w:rsid w:val="001D2137"/>
    <w:rsid w:val="001D22B1"/>
    <w:rsid w:val="001D2557"/>
    <w:rsid w:val="001D2732"/>
    <w:rsid w:val="001D27C0"/>
    <w:rsid w:val="001D27EC"/>
    <w:rsid w:val="001D28C9"/>
    <w:rsid w:val="001D2B85"/>
    <w:rsid w:val="001D2C93"/>
    <w:rsid w:val="001D2D2F"/>
    <w:rsid w:val="001D2D36"/>
    <w:rsid w:val="001D2E5B"/>
    <w:rsid w:val="001D2EB3"/>
    <w:rsid w:val="001D2F63"/>
    <w:rsid w:val="001D2FA0"/>
    <w:rsid w:val="001D32A1"/>
    <w:rsid w:val="001D3329"/>
    <w:rsid w:val="001D3378"/>
    <w:rsid w:val="001D3423"/>
    <w:rsid w:val="001D3AB6"/>
    <w:rsid w:val="001D3F34"/>
    <w:rsid w:val="001D4065"/>
    <w:rsid w:val="001D4215"/>
    <w:rsid w:val="001D4326"/>
    <w:rsid w:val="001D44E4"/>
    <w:rsid w:val="001D46B3"/>
    <w:rsid w:val="001D478F"/>
    <w:rsid w:val="001D47E5"/>
    <w:rsid w:val="001D48A3"/>
    <w:rsid w:val="001D49DF"/>
    <w:rsid w:val="001D4A65"/>
    <w:rsid w:val="001D4C44"/>
    <w:rsid w:val="001D4D0D"/>
    <w:rsid w:val="001D4DE4"/>
    <w:rsid w:val="001D4DEC"/>
    <w:rsid w:val="001D50E7"/>
    <w:rsid w:val="001D51E8"/>
    <w:rsid w:val="001D53AA"/>
    <w:rsid w:val="001D5405"/>
    <w:rsid w:val="001D5625"/>
    <w:rsid w:val="001D5867"/>
    <w:rsid w:val="001D5B43"/>
    <w:rsid w:val="001D5BC2"/>
    <w:rsid w:val="001D5C6B"/>
    <w:rsid w:val="001D5CE6"/>
    <w:rsid w:val="001D5E83"/>
    <w:rsid w:val="001D6189"/>
    <w:rsid w:val="001D638A"/>
    <w:rsid w:val="001D64BF"/>
    <w:rsid w:val="001D64DD"/>
    <w:rsid w:val="001D65D5"/>
    <w:rsid w:val="001D65DA"/>
    <w:rsid w:val="001D6645"/>
    <w:rsid w:val="001D6668"/>
    <w:rsid w:val="001D66FE"/>
    <w:rsid w:val="001D6940"/>
    <w:rsid w:val="001D6949"/>
    <w:rsid w:val="001D6A7F"/>
    <w:rsid w:val="001D6AB6"/>
    <w:rsid w:val="001D6B16"/>
    <w:rsid w:val="001D6EBB"/>
    <w:rsid w:val="001D70CF"/>
    <w:rsid w:val="001D7185"/>
    <w:rsid w:val="001D7640"/>
    <w:rsid w:val="001D77BD"/>
    <w:rsid w:val="001D78F4"/>
    <w:rsid w:val="001D7A80"/>
    <w:rsid w:val="001D7D29"/>
    <w:rsid w:val="001D7E04"/>
    <w:rsid w:val="001D7EFD"/>
    <w:rsid w:val="001E010A"/>
    <w:rsid w:val="001E047A"/>
    <w:rsid w:val="001E0556"/>
    <w:rsid w:val="001E0568"/>
    <w:rsid w:val="001E0570"/>
    <w:rsid w:val="001E0637"/>
    <w:rsid w:val="001E07E7"/>
    <w:rsid w:val="001E07F4"/>
    <w:rsid w:val="001E0A08"/>
    <w:rsid w:val="001E0A27"/>
    <w:rsid w:val="001E0AB1"/>
    <w:rsid w:val="001E0DDC"/>
    <w:rsid w:val="001E0E9E"/>
    <w:rsid w:val="001E1202"/>
    <w:rsid w:val="001E1682"/>
    <w:rsid w:val="001E1784"/>
    <w:rsid w:val="001E1A36"/>
    <w:rsid w:val="001E1DFF"/>
    <w:rsid w:val="001E1E0F"/>
    <w:rsid w:val="001E2161"/>
    <w:rsid w:val="001E29A1"/>
    <w:rsid w:val="001E2A5C"/>
    <w:rsid w:val="001E2B69"/>
    <w:rsid w:val="001E2C4B"/>
    <w:rsid w:val="001E2D51"/>
    <w:rsid w:val="001E2D69"/>
    <w:rsid w:val="001E2D8B"/>
    <w:rsid w:val="001E2F92"/>
    <w:rsid w:val="001E32B2"/>
    <w:rsid w:val="001E3303"/>
    <w:rsid w:val="001E33A3"/>
    <w:rsid w:val="001E3451"/>
    <w:rsid w:val="001E353B"/>
    <w:rsid w:val="001E3595"/>
    <w:rsid w:val="001E36D9"/>
    <w:rsid w:val="001E3769"/>
    <w:rsid w:val="001E3859"/>
    <w:rsid w:val="001E396D"/>
    <w:rsid w:val="001E3A0E"/>
    <w:rsid w:val="001E3AA2"/>
    <w:rsid w:val="001E3B79"/>
    <w:rsid w:val="001E3E85"/>
    <w:rsid w:val="001E3F82"/>
    <w:rsid w:val="001E3FD4"/>
    <w:rsid w:val="001E41BE"/>
    <w:rsid w:val="001E4500"/>
    <w:rsid w:val="001E4639"/>
    <w:rsid w:val="001E4CD7"/>
    <w:rsid w:val="001E4EAC"/>
    <w:rsid w:val="001E4FDA"/>
    <w:rsid w:val="001E504A"/>
    <w:rsid w:val="001E53C2"/>
    <w:rsid w:val="001E55D8"/>
    <w:rsid w:val="001E5686"/>
    <w:rsid w:val="001E569C"/>
    <w:rsid w:val="001E582C"/>
    <w:rsid w:val="001E5C68"/>
    <w:rsid w:val="001E5CB9"/>
    <w:rsid w:val="001E5E0D"/>
    <w:rsid w:val="001E5ED7"/>
    <w:rsid w:val="001E5EE5"/>
    <w:rsid w:val="001E60A9"/>
    <w:rsid w:val="001E60C8"/>
    <w:rsid w:val="001E60EB"/>
    <w:rsid w:val="001E6152"/>
    <w:rsid w:val="001E6202"/>
    <w:rsid w:val="001E63B8"/>
    <w:rsid w:val="001E6425"/>
    <w:rsid w:val="001E64AA"/>
    <w:rsid w:val="001E66B5"/>
    <w:rsid w:val="001E66C3"/>
    <w:rsid w:val="001E6999"/>
    <w:rsid w:val="001E6ACF"/>
    <w:rsid w:val="001E6FCF"/>
    <w:rsid w:val="001E75AA"/>
    <w:rsid w:val="001E778A"/>
    <w:rsid w:val="001E77BC"/>
    <w:rsid w:val="001E77E6"/>
    <w:rsid w:val="001E78E0"/>
    <w:rsid w:val="001E79D9"/>
    <w:rsid w:val="001E7A14"/>
    <w:rsid w:val="001E7AAB"/>
    <w:rsid w:val="001E7D65"/>
    <w:rsid w:val="001E7EB3"/>
    <w:rsid w:val="001F0678"/>
    <w:rsid w:val="001F0803"/>
    <w:rsid w:val="001F0813"/>
    <w:rsid w:val="001F0A83"/>
    <w:rsid w:val="001F0DBE"/>
    <w:rsid w:val="001F0ED9"/>
    <w:rsid w:val="001F0FD9"/>
    <w:rsid w:val="001F1188"/>
    <w:rsid w:val="001F1302"/>
    <w:rsid w:val="001F13AD"/>
    <w:rsid w:val="001F166C"/>
    <w:rsid w:val="001F1754"/>
    <w:rsid w:val="001F18FA"/>
    <w:rsid w:val="001F192C"/>
    <w:rsid w:val="001F1E93"/>
    <w:rsid w:val="001F1F07"/>
    <w:rsid w:val="001F1F3D"/>
    <w:rsid w:val="001F1F5A"/>
    <w:rsid w:val="001F1FC0"/>
    <w:rsid w:val="001F21FB"/>
    <w:rsid w:val="001F26C2"/>
    <w:rsid w:val="001F2885"/>
    <w:rsid w:val="001F2A5D"/>
    <w:rsid w:val="001F2C5C"/>
    <w:rsid w:val="001F2D5A"/>
    <w:rsid w:val="001F2F23"/>
    <w:rsid w:val="001F30CA"/>
    <w:rsid w:val="001F316A"/>
    <w:rsid w:val="001F32D0"/>
    <w:rsid w:val="001F341D"/>
    <w:rsid w:val="001F3563"/>
    <w:rsid w:val="001F363C"/>
    <w:rsid w:val="001F38C0"/>
    <w:rsid w:val="001F3920"/>
    <w:rsid w:val="001F3A82"/>
    <w:rsid w:val="001F3BE2"/>
    <w:rsid w:val="001F3CD2"/>
    <w:rsid w:val="001F3DD1"/>
    <w:rsid w:val="001F3F83"/>
    <w:rsid w:val="001F4023"/>
    <w:rsid w:val="001F436F"/>
    <w:rsid w:val="001F43A7"/>
    <w:rsid w:val="001F43B9"/>
    <w:rsid w:val="001F478B"/>
    <w:rsid w:val="001F489A"/>
    <w:rsid w:val="001F49F5"/>
    <w:rsid w:val="001F4A16"/>
    <w:rsid w:val="001F4AB7"/>
    <w:rsid w:val="001F4B32"/>
    <w:rsid w:val="001F4CE0"/>
    <w:rsid w:val="001F4D97"/>
    <w:rsid w:val="001F4E64"/>
    <w:rsid w:val="001F4FD5"/>
    <w:rsid w:val="001F500E"/>
    <w:rsid w:val="001F5451"/>
    <w:rsid w:val="001F54D5"/>
    <w:rsid w:val="001F5550"/>
    <w:rsid w:val="001F559B"/>
    <w:rsid w:val="001F5A51"/>
    <w:rsid w:val="001F5A9E"/>
    <w:rsid w:val="001F5B4F"/>
    <w:rsid w:val="001F5D51"/>
    <w:rsid w:val="001F5EB5"/>
    <w:rsid w:val="001F5EEA"/>
    <w:rsid w:val="001F5FA2"/>
    <w:rsid w:val="001F609A"/>
    <w:rsid w:val="001F62E1"/>
    <w:rsid w:val="001F637B"/>
    <w:rsid w:val="001F646B"/>
    <w:rsid w:val="001F64E9"/>
    <w:rsid w:val="001F65FD"/>
    <w:rsid w:val="001F6626"/>
    <w:rsid w:val="001F6A21"/>
    <w:rsid w:val="001F6C56"/>
    <w:rsid w:val="001F6DCD"/>
    <w:rsid w:val="001F6EA9"/>
    <w:rsid w:val="001F707B"/>
    <w:rsid w:val="001F71FB"/>
    <w:rsid w:val="001F7214"/>
    <w:rsid w:val="001F729F"/>
    <w:rsid w:val="001F7405"/>
    <w:rsid w:val="001F748D"/>
    <w:rsid w:val="001F76D5"/>
    <w:rsid w:val="001F7C6B"/>
    <w:rsid w:val="001F7CB3"/>
    <w:rsid w:val="001F7E1D"/>
    <w:rsid w:val="001F7E90"/>
    <w:rsid w:val="001F7EDB"/>
    <w:rsid w:val="0020003B"/>
    <w:rsid w:val="0020031E"/>
    <w:rsid w:val="00200352"/>
    <w:rsid w:val="00200785"/>
    <w:rsid w:val="00200847"/>
    <w:rsid w:val="00200A2A"/>
    <w:rsid w:val="00200D00"/>
    <w:rsid w:val="00200EA9"/>
    <w:rsid w:val="00200EC9"/>
    <w:rsid w:val="00200EDA"/>
    <w:rsid w:val="002011DC"/>
    <w:rsid w:val="0020128D"/>
    <w:rsid w:val="0020129B"/>
    <w:rsid w:val="0020148F"/>
    <w:rsid w:val="002014C5"/>
    <w:rsid w:val="0020159C"/>
    <w:rsid w:val="00201C76"/>
    <w:rsid w:val="00201D91"/>
    <w:rsid w:val="00201F39"/>
    <w:rsid w:val="00202330"/>
    <w:rsid w:val="0020247B"/>
    <w:rsid w:val="0020249C"/>
    <w:rsid w:val="00202551"/>
    <w:rsid w:val="00202633"/>
    <w:rsid w:val="00202781"/>
    <w:rsid w:val="00202A8E"/>
    <w:rsid w:val="00202BB9"/>
    <w:rsid w:val="00202C20"/>
    <w:rsid w:val="00202C63"/>
    <w:rsid w:val="00202F15"/>
    <w:rsid w:val="00203031"/>
    <w:rsid w:val="0020323E"/>
    <w:rsid w:val="002032C2"/>
    <w:rsid w:val="0020339C"/>
    <w:rsid w:val="002033F3"/>
    <w:rsid w:val="002034FD"/>
    <w:rsid w:val="00203603"/>
    <w:rsid w:val="00203617"/>
    <w:rsid w:val="002037BA"/>
    <w:rsid w:val="0020388C"/>
    <w:rsid w:val="00203AA3"/>
    <w:rsid w:val="00203B71"/>
    <w:rsid w:val="00203BF6"/>
    <w:rsid w:val="00203C18"/>
    <w:rsid w:val="00203C5D"/>
    <w:rsid w:val="00203C71"/>
    <w:rsid w:val="00203DF2"/>
    <w:rsid w:val="00203E4B"/>
    <w:rsid w:val="00203FB5"/>
    <w:rsid w:val="00203FC8"/>
    <w:rsid w:val="00203FF9"/>
    <w:rsid w:val="00204033"/>
    <w:rsid w:val="00204152"/>
    <w:rsid w:val="002041E8"/>
    <w:rsid w:val="002042BC"/>
    <w:rsid w:val="002043E9"/>
    <w:rsid w:val="002044A1"/>
    <w:rsid w:val="002044E5"/>
    <w:rsid w:val="002045AB"/>
    <w:rsid w:val="002047D0"/>
    <w:rsid w:val="002047FB"/>
    <w:rsid w:val="002048A1"/>
    <w:rsid w:val="00204DBB"/>
    <w:rsid w:val="00204EA1"/>
    <w:rsid w:val="00204EEE"/>
    <w:rsid w:val="00204FAC"/>
    <w:rsid w:val="00205054"/>
    <w:rsid w:val="0020529D"/>
    <w:rsid w:val="002054C0"/>
    <w:rsid w:val="00205719"/>
    <w:rsid w:val="00205A8A"/>
    <w:rsid w:val="00205ABE"/>
    <w:rsid w:val="00205EF1"/>
    <w:rsid w:val="00205F7E"/>
    <w:rsid w:val="00205F97"/>
    <w:rsid w:val="00205FCD"/>
    <w:rsid w:val="00206000"/>
    <w:rsid w:val="00206050"/>
    <w:rsid w:val="002061AB"/>
    <w:rsid w:val="00206336"/>
    <w:rsid w:val="0020651D"/>
    <w:rsid w:val="002067BC"/>
    <w:rsid w:val="00206801"/>
    <w:rsid w:val="00206EA2"/>
    <w:rsid w:val="00207063"/>
    <w:rsid w:val="00207187"/>
    <w:rsid w:val="00207652"/>
    <w:rsid w:val="0020782B"/>
    <w:rsid w:val="00207998"/>
    <w:rsid w:val="00207B47"/>
    <w:rsid w:val="00207BD7"/>
    <w:rsid w:val="00210197"/>
    <w:rsid w:val="00210222"/>
    <w:rsid w:val="0021025A"/>
    <w:rsid w:val="002104F1"/>
    <w:rsid w:val="0021056C"/>
    <w:rsid w:val="00210650"/>
    <w:rsid w:val="00210668"/>
    <w:rsid w:val="002107C7"/>
    <w:rsid w:val="00210842"/>
    <w:rsid w:val="00210845"/>
    <w:rsid w:val="00210965"/>
    <w:rsid w:val="00210B3C"/>
    <w:rsid w:val="00210DF3"/>
    <w:rsid w:val="00210E56"/>
    <w:rsid w:val="00210E97"/>
    <w:rsid w:val="00211215"/>
    <w:rsid w:val="00211302"/>
    <w:rsid w:val="00211742"/>
    <w:rsid w:val="00211893"/>
    <w:rsid w:val="00211AF7"/>
    <w:rsid w:val="00211B33"/>
    <w:rsid w:val="00211D15"/>
    <w:rsid w:val="0021204E"/>
    <w:rsid w:val="002121CC"/>
    <w:rsid w:val="002124E1"/>
    <w:rsid w:val="00212515"/>
    <w:rsid w:val="002126C5"/>
    <w:rsid w:val="002128BA"/>
    <w:rsid w:val="002128CB"/>
    <w:rsid w:val="00212972"/>
    <w:rsid w:val="00212C6D"/>
    <w:rsid w:val="002131DE"/>
    <w:rsid w:val="002133FA"/>
    <w:rsid w:val="00213523"/>
    <w:rsid w:val="0021357C"/>
    <w:rsid w:val="00213623"/>
    <w:rsid w:val="00213644"/>
    <w:rsid w:val="00213786"/>
    <w:rsid w:val="00213905"/>
    <w:rsid w:val="00213ABF"/>
    <w:rsid w:val="00213E04"/>
    <w:rsid w:val="00213EB4"/>
    <w:rsid w:val="00214036"/>
    <w:rsid w:val="0021410B"/>
    <w:rsid w:val="0021415C"/>
    <w:rsid w:val="002141A6"/>
    <w:rsid w:val="002142ED"/>
    <w:rsid w:val="002143F9"/>
    <w:rsid w:val="0021445D"/>
    <w:rsid w:val="002144EE"/>
    <w:rsid w:val="002146D7"/>
    <w:rsid w:val="0021473A"/>
    <w:rsid w:val="0021486B"/>
    <w:rsid w:val="00214A72"/>
    <w:rsid w:val="00214EBC"/>
    <w:rsid w:val="002155F0"/>
    <w:rsid w:val="00215641"/>
    <w:rsid w:val="00215739"/>
    <w:rsid w:val="00215760"/>
    <w:rsid w:val="002157B0"/>
    <w:rsid w:val="00215A60"/>
    <w:rsid w:val="00215CBF"/>
    <w:rsid w:val="00215DA6"/>
    <w:rsid w:val="00215ECC"/>
    <w:rsid w:val="00215FF4"/>
    <w:rsid w:val="002161F4"/>
    <w:rsid w:val="00216273"/>
    <w:rsid w:val="00216560"/>
    <w:rsid w:val="002166CE"/>
    <w:rsid w:val="002166D7"/>
    <w:rsid w:val="002166E6"/>
    <w:rsid w:val="00216773"/>
    <w:rsid w:val="002167EA"/>
    <w:rsid w:val="00216840"/>
    <w:rsid w:val="00216B09"/>
    <w:rsid w:val="00216D96"/>
    <w:rsid w:val="00217271"/>
    <w:rsid w:val="0021727B"/>
    <w:rsid w:val="00217EBA"/>
    <w:rsid w:val="0022025A"/>
    <w:rsid w:val="002202A9"/>
    <w:rsid w:val="002202D5"/>
    <w:rsid w:val="00220721"/>
    <w:rsid w:val="002209B4"/>
    <w:rsid w:val="002209F6"/>
    <w:rsid w:val="00220AF4"/>
    <w:rsid w:val="00220BDF"/>
    <w:rsid w:val="0022126B"/>
    <w:rsid w:val="00221418"/>
    <w:rsid w:val="00221631"/>
    <w:rsid w:val="002217AC"/>
    <w:rsid w:val="0022182A"/>
    <w:rsid w:val="00221851"/>
    <w:rsid w:val="00221983"/>
    <w:rsid w:val="00221D6B"/>
    <w:rsid w:val="0022245D"/>
    <w:rsid w:val="002224ED"/>
    <w:rsid w:val="00222A2C"/>
    <w:rsid w:val="00222B92"/>
    <w:rsid w:val="00222F04"/>
    <w:rsid w:val="00223160"/>
    <w:rsid w:val="002232B6"/>
    <w:rsid w:val="002232C4"/>
    <w:rsid w:val="00223530"/>
    <w:rsid w:val="00223A37"/>
    <w:rsid w:val="00223B5B"/>
    <w:rsid w:val="00223B71"/>
    <w:rsid w:val="00223DF9"/>
    <w:rsid w:val="00223E0C"/>
    <w:rsid w:val="00223F91"/>
    <w:rsid w:val="00224516"/>
    <w:rsid w:val="00224643"/>
    <w:rsid w:val="002249CF"/>
    <w:rsid w:val="00224BBD"/>
    <w:rsid w:val="00224C17"/>
    <w:rsid w:val="00224EE6"/>
    <w:rsid w:val="00225032"/>
    <w:rsid w:val="0022512C"/>
    <w:rsid w:val="00225162"/>
    <w:rsid w:val="00225168"/>
    <w:rsid w:val="00225228"/>
    <w:rsid w:val="002253D8"/>
    <w:rsid w:val="00225503"/>
    <w:rsid w:val="00225510"/>
    <w:rsid w:val="002255DC"/>
    <w:rsid w:val="00225691"/>
    <w:rsid w:val="00225931"/>
    <w:rsid w:val="00225947"/>
    <w:rsid w:val="00225CC4"/>
    <w:rsid w:val="00225DA6"/>
    <w:rsid w:val="00225FE9"/>
    <w:rsid w:val="002260A6"/>
    <w:rsid w:val="00226107"/>
    <w:rsid w:val="00226361"/>
    <w:rsid w:val="00226735"/>
    <w:rsid w:val="00226AD7"/>
    <w:rsid w:val="00226B11"/>
    <w:rsid w:val="00226B89"/>
    <w:rsid w:val="00226C3B"/>
    <w:rsid w:val="00226C71"/>
    <w:rsid w:val="00226E65"/>
    <w:rsid w:val="00226EB8"/>
    <w:rsid w:val="0022707D"/>
    <w:rsid w:val="0022708C"/>
    <w:rsid w:val="00227104"/>
    <w:rsid w:val="0022737E"/>
    <w:rsid w:val="002275A4"/>
    <w:rsid w:val="002276B1"/>
    <w:rsid w:val="002276CB"/>
    <w:rsid w:val="0022779D"/>
    <w:rsid w:val="00227905"/>
    <w:rsid w:val="00227B07"/>
    <w:rsid w:val="00227B34"/>
    <w:rsid w:val="00227B58"/>
    <w:rsid w:val="00227C24"/>
    <w:rsid w:val="00227E0B"/>
    <w:rsid w:val="0023005D"/>
    <w:rsid w:val="002303E4"/>
    <w:rsid w:val="002307D0"/>
    <w:rsid w:val="00230948"/>
    <w:rsid w:val="00230B47"/>
    <w:rsid w:val="00230FBE"/>
    <w:rsid w:val="002310E8"/>
    <w:rsid w:val="002314FC"/>
    <w:rsid w:val="0023153A"/>
    <w:rsid w:val="00231895"/>
    <w:rsid w:val="00231A46"/>
    <w:rsid w:val="00231BEA"/>
    <w:rsid w:val="00231DD3"/>
    <w:rsid w:val="00231E53"/>
    <w:rsid w:val="002320BC"/>
    <w:rsid w:val="0023215F"/>
    <w:rsid w:val="002322D8"/>
    <w:rsid w:val="002323F1"/>
    <w:rsid w:val="00232429"/>
    <w:rsid w:val="00232431"/>
    <w:rsid w:val="002325E5"/>
    <w:rsid w:val="002329E7"/>
    <w:rsid w:val="00232B4E"/>
    <w:rsid w:val="00232EB7"/>
    <w:rsid w:val="002333DD"/>
    <w:rsid w:val="002335BC"/>
    <w:rsid w:val="002335E9"/>
    <w:rsid w:val="002339D1"/>
    <w:rsid w:val="00233AFD"/>
    <w:rsid w:val="00233C20"/>
    <w:rsid w:val="00233CD1"/>
    <w:rsid w:val="00233E95"/>
    <w:rsid w:val="00233F4A"/>
    <w:rsid w:val="0023426A"/>
    <w:rsid w:val="002342FA"/>
    <w:rsid w:val="00234441"/>
    <w:rsid w:val="00234C5B"/>
    <w:rsid w:val="00234CF9"/>
    <w:rsid w:val="00234D6E"/>
    <w:rsid w:val="00234DBE"/>
    <w:rsid w:val="00234E6A"/>
    <w:rsid w:val="00234F30"/>
    <w:rsid w:val="0023508C"/>
    <w:rsid w:val="002352BE"/>
    <w:rsid w:val="00235487"/>
    <w:rsid w:val="002357F1"/>
    <w:rsid w:val="00235AF5"/>
    <w:rsid w:val="00235C2A"/>
    <w:rsid w:val="00235D78"/>
    <w:rsid w:val="00235DEF"/>
    <w:rsid w:val="00235F86"/>
    <w:rsid w:val="002364E6"/>
    <w:rsid w:val="002366F7"/>
    <w:rsid w:val="0023696E"/>
    <w:rsid w:val="00236BEE"/>
    <w:rsid w:val="00236C44"/>
    <w:rsid w:val="00236CE9"/>
    <w:rsid w:val="00236E09"/>
    <w:rsid w:val="00236F09"/>
    <w:rsid w:val="00236F36"/>
    <w:rsid w:val="0023713B"/>
    <w:rsid w:val="0023715A"/>
    <w:rsid w:val="002371EE"/>
    <w:rsid w:val="00237457"/>
    <w:rsid w:val="00237987"/>
    <w:rsid w:val="00237C9D"/>
    <w:rsid w:val="00237D87"/>
    <w:rsid w:val="00237F36"/>
    <w:rsid w:val="00240143"/>
    <w:rsid w:val="002406A7"/>
    <w:rsid w:val="002408E0"/>
    <w:rsid w:val="00240B84"/>
    <w:rsid w:val="002411F9"/>
    <w:rsid w:val="00241233"/>
    <w:rsid w:val="00241247"/>
    <w:rsid w:val="00241323"/>
    <w:rsid w:val="0024138B"/>
    <w:rsid w:val="0024138E"/>
    <w:rsid w:val="002413BE"/>
    <w:rsid w:val="00241416"/>
    <w:rsid w:val="00241568"/>
    <w:rsid w:val="002418B3"/>
    <w:rsid w:val="00241929"/>
    <w:rsid w:val="00241A75"/>
    <w:rsid w:val="00241BB5"/>
    <w:rsid w:val="00241EB7"/>
    <w:rsid w:val="00241F18"/>
    <w:rsid w:val="00241F4D"/>
    <w:rsid w:val="002421F7"/>
    <w:rsid w:val="0024227B"/>
    <w:rsid w:val="00242299"/>
    <w:rsid w:val="002422C9"/>
    <w:rsid w:val="00242358"/>
    <w:rsid w:val="00242476"/>
    <w:rsid w:val="00242623"/>
    <w:rsid w:val="00242B08"/>
    <w:rsid w:val="00242B5C"/>
    <w:rsid w:val="00242BC0"/>
    <w:rsid w:val="00242CA2"/>
    <w:rsid w:val="00242F5A"/>
    <w:rsid w:val="00242FC4"/>
    <w:rsid w:val="00243047"/>
    <w:rsid w:val="002434AF"/>
    <w:rsid w:val="00243759"/>
    <w:rsid w:val="002438B9"/>
    <w:rsid w:val="0024396E"/>
    <w:rsid w:val="00243CB5"/>
    <w:rsid w:val="00243CE2"/>
    <w:rsid w:val="00243F41"/>
    <w:rsid w:val="002440F8"/>
    <w:rsid w:val="002443B8"/>
    <w:rsid w:val="00244425"/>
    <w:rsid w:val="002445DD"/>
    <w:rsid w:val="00244616"/>
    <w:rsid w:val="0024487D"/>
    <w:rsid w:val="002448D7"/>
    <w:rsid w:val="00244A25"/>
    <w:rsid w:val="00244AAB"/>
    <w:rsid w:val="00244B62"/>
    <w:rsid w:val="00244B67"/>
    <w:rsid w:val="00244CA2"/>
    <w:rsid w:val="00244E9F"/>
    <w:rsid w:val="00244F71"/>
    <w:rsid w:val="00244FF5"/>
    <w:rsid w:val="00245153"/>
    <w:rsid w:val="00245327"/>
    <w:rsid w:val="0024558D"/>
    <w:rsid w:val="00245B49"/>
    <w:rsid w:val="00245BCB"/>
    <w:rsid w:val="00245E6B"/>
    <w:rsid w:val="00246194"/>
    <w:rsid w:val="002464CC"/>
    <w:rsid w:val="00246561"/>
    <w:rsid w:val="00246821"/>
    <w:rsid w:val="00246AC0"/>
    <w:rsid w:val="00246AE4"/>
    <w:rsid w:val="00246C22"/>
    <w:rsid w:val="002470DD"/>
    <w:rsid w:val="0024712F"/>
    <w:rsid w:val="00247142"/>
    <w:rsid w:val="00247257"/>
    <w:rsid w:val="00247291"/>
    <w:rsid w:val="002472DE"/>
    <w:rsid w:val="0024759C"/>
    <w:rsid w:val="002476E9"/>
    <w:rsid w:val="00247CD7"/>
    <w:rsid w:val="0025069F"/>
    <w:rsid w:val="00250824"/>
    <w:rsid w:val="00250DB7"/>
    <w:rsid w:val="00250F1F"/>
    <w:rsid w:val="00251020"/>
    <w:rsid w:val="002511BD"/>
    <w:rsid w:val="002511CA"/>
    <w:rsid w:val="00251251"/>
    <w:rsid w:val="0025139A"/>
    <w:rsid w:val="002514E7"/>
    <w:rsid w:val="0025163D"/>
    <w:rsid w:val="0025189F"/>
    <w:rsid w:val="00251902"/>
    <w:rsid w:val="00251AF4"/>
    <w:rsid w:val="00251BFC"/>
    <w:rsid w:val="00251F1F"/>
    <w:rsid w:val="0025231E"/>
    <w:rsid w:val="00252369"/>
    <w:rsid w:val="002523B5"/>
    <w:rsid w:val="00252423"/>
    <w:rsid w:val="00252659"/>
    <w:rsid w:val="00252A3B"/>
    <w:rsid w:val="00252AD6"/>
    <w:rsid w:val="00252C76"/>
    <w:rsid w:val="00252DC1"/>
    <w:rsid w:val="00252E7A"/>
    <w:rsid w:val="002531F8"/>
    <w:rsid w:val="00253330"/>
    <w:rsid w:val="002534E0"/>
    <w:rsid w:val="0025358A"/>
    <w:rsid w:val="00253972"/>
    <w:rsid w:val="002539B5"/>
    <w:rsid w:val="00253B0E"/>
    <w:rsid w:val="00253D94"/>
    <w:rsid w:val="00253E70"/>
    <w:rsid w:val="0025415F"/>
    <w:rsid w:val="0025427A"/>
    <w:rsid w:val="002544AB"/>
    <w:rsid w:val="00254558"/>
    <w:rsid w:val="002546B5"/>
    <w:rsid w:val="00254942"/>
    <w:rsid w:val="002549BB"/>
    <w:rsid w:val="00254A9E"/>
    <w:rsid w:val="00255122"/>
    <w:rsid w:val="002552CF"/>
    <w:rsid w:val="00255788"/>
    <w:rsid w:val="002558D9"/>
    <w:rsid w:val="00255927"/>
    <w:rsid w:val="00255B91"/>
    <w:rsid w:val="00255BE4"/>
    <w:rsid w:val="00255D52"/>
    <w:rsid w:val="00255D71"/>
    <w:rsid w:val="00255DF1"/>
    <w:rsid w:val="00256019"/>
    <w:rsid w:val="00256094"/>
    <w:rsid w:val="0025619C"/>
    <w:rsid w:val="002562C3"/>
    <w:rsid w:val="00256310"/>
    <w:rsid w:val="00256564"/>
    <w:rsid w:val="00256663"/>
    <w:rsid w:val="0025686E"/>
    <w:rsid w:val="00256876"/>
    <w:rsid w:val="00256F1E"/>
    <w:rsid w:val="00257193"/>
    <w:rsid w:val="00257251"/>
    <w:rsid w:val="002573DF"/>
    <w:rsid w:val="0025740C"/>
    <w:rsid w:val="002574A1"/>
    <w:rsid w:val="00257888"/>
    <w:rsid w:val="0025798E"/>
    <w:rsid w:val="00257C87"/>
    <w:rsid w:val="00257C9C"/>
    <w:rsid w:val="00257F64"/>
    <w:rsid w:val="00260083"/>
    <w:rsid w:val="002602E1"/>
    <w:rsid w:val="00260376"/>
    <w:rsid w:val="002605E3"/>
    <w:rsid w:val="002608DF"/>
    <w:rsid w:val="00260982"/>
    <w:rsid w:val="00260B9D"/>
    <w:rsid w:val="00260CD0"/>
    <w:rsid w:val="00260CD5"/>
    <w:rsid w:val="00260CDE"/>
    <w:rsid w:val="00260D65"/>
    <w:rsid w:val="00260D68"/>
    <w:rsid w:val="0026104B"/>
    <w:rsid w:val="0026118E"/>
    <w:rsid w:val="0026141A"/>
    <w:rsid w:val="002614D8"/>
    <w:rsid w:val="00261505"/>
    <w:rsid w:val="002616E5"/>
    <w:rsid w:val="002617CB"/>
    <w:rsid w:val="002617EF"/>
    <w:rsid w:val="0026185F"/>
    <w:rsid w:val="00261864"/>
    <w:rsid w:val="00261ADB"/>
    <w:rsid w:val="00261D75"/>
    <w:rsid w:val="00261E5A"/>
    <w:rsid w:val="00261F22"/>
    <w:rsid w:val="00261F2B"/>
    <w:rsid w:val="00262039"/>
    <w:rsid w:val="00262171"/>
    <w:rsid w:val="002621E8"/>
    <w:rsid w:val="00262577"/>
    <w:rsid w:val="002625CD"/>
    <w:rsid w:val="002627D7"/>
    <w:rsid w:val="002627ED"/>
    <w:rsid w:val="0026298B"/>
    <w:rsid w:val="00262A8A"/>
    <w:rsid w:val="00262E87"/>
    <w:rsid w:val="00263150"/>
    <w:rsid w:val="00263612"/>
    <w:rsid w:val="002639C1"/>
    <w:rsid w:val="00263A8C"/>
    <w:rsid w:val="00263C00"/>
    <w:rsid w:val="00263C01"/>
    <w:rsid w:val="00263C9D"/>
    <w:rsid w:val="00263E10"/>
    <w:rsid w:val="0026402B"/>
    <w:rsid w:val="00264057"/>
    <w:rsid w:val="0026409C"/>
    <w:rsid w:val="0026423D"/>
    <w:rsid w:val="002642FA"/>
    <w:rsid w:val="00264325"/>
    <w:rsid w:val="002643B7"/>
    <w:rsid w:val="002643E8"/>
    <w:rsid w:val="0026441C"/>
    <w:rsid w:val="00264428"/>
    <w:rsid w:val="0026479F"/>
    <w:rsid w:val="002649D4"/>
    <w:rsid w:val="00264C02"/>
    <w:rsid w:val="00264CF6"/>
    <w:rsid w:val="00264D57"/>
    <w:rsid w:val="00264D8C"/>
    <w:rsid w:val="00264DA0"/>
    <w:rsid w:val="00264DBB"/>
    <w:rsid w:val="00264FA8"/>
    <w:rsid w:val="00264FD1"/>
    <w:rsid w:val="00264FDB"/>
    <w:rsid w:val="002650E6"/>
    <w:rsid w:val="002653AD"/>
    <w:rsid w:val="00265435"/>
    <w:rsid w:val="0026576B"/>
    <w:rsid w:val="00265B14"/>
    <w:rsid w:val="00265BF8"/>
    <w:rsid w:val="00265CE0"/>
    <w:rsid w:val="00265D9D"/>
    <w:rsid w:val="0026604D"/>
    <w:rsid w:val="002660E0"/>
    <w:rsid w:val="002660F8"/>
    <w:rsid w:val="002662C4"/>
    <w:rsid w:val="00266592"/>
    <w:rsid w:val="00266633"/>
    <w:rsid w:val="0026669E"/>
    <w:rsid w:val="00266AB0"/>
    <w:rsid w:val="00266BF5"/>
    <w:rsid w:val="00266D20"/>
    <w:rsid w:val="00266D42"/>
    <w:rsid w:val="00266F06"/>
    <w:rsid w:val="00266FAB"/>
    <w:rsid w:val="00267269"/>
    <w:rsid w:val="002672D0"/>
    <w:rsid w:val="0026735A"/>
    <w:rsid w:val="0026746F"/>
    <w:rsid w:val="002674BF"/>
    <w:rsid w:val="0026753B"/>
    <w:rsid w:val="002679D0"/>
    <w:rsid w:val="00267A70"/>
    <w:rsid w:val="00267BFB"/>
    <w:rsid w:val="00267D4E"/>
    <w:rsid w:val="00267EEB"/>
    <w:rsid w:val="00267F40"/>
    <w:rsid w:val="00267F82"/>
    <w:rsid w:val="00270219"/>
    <w:rsid w:val="0027025B"/>
    <w:rsid w:val="00270566"/>
    <w:rsid w:val="0027082B"/>
    <w:rsid w:val="00270ACA"/>
    <w:rsid w:val="00270B69"/>
    <w:rsid w:val="00270C10"/>
    <w:rsid w:val="00270D9C"/>
    <w:rsid w:val="00270E2F"/>
    <w:rsid w:val="00270EDB"/>
    <w:rsid w:val="00271014"/>
    <w:rsid w:val="0027116D"/>
    <w:rsid w:val="00271185"/>
    <w:rsid w:val="002713B0"/>
    <w:rsid w:val="00271649"/>
    <w:rsid w:val="002716DE"/>
    <w:rsid w:val="002717A2"/>
    <w:rsid w:val="002718FF"/>
    <w:rsid w:val="00271B0D"/>
    <w:rsid w:val="00271D3A"/>
    <w:rsid w:val="00271D7A"/>
    <w:rsid w:val="00271F98"/>
    <w:rsid w:val="00272327"/>
    <w:rsid w:val="002724F2"/>
    <w:rsid w:val="002725CF"/>
    <w:rsid w:val="00272824"/>
    <w:rsid w:val="00272A6F"/>
    <w:rsid w:val="00272BCE"/>
    <w:rsid w:val="00272DF1"/>
    <w:rsid w:val="002730D7"/>
    <w:rsid w:val="00273113"/>
    <w:rsid w:val="0027316A"/>
    <w:rsid w:val="0027341D"/>
    <w:rsid w:val="0027354D"/>
    <w:rsid w:val="00273834"/>
    <w:rsid w:val="002738A2"/>
    <w:rsid w:val="00273B0F"/>
    <w:rsid w:val="00273B50"/>
    <w:rsid w:val="00274799"/>
    <w:rsid w:val="00274830"/>
    <w:rsid w:val="00274AD7"/>
    <w:rsid w:val="00274E3E"/>
    <w:rsid w:val="00274F78"/>
    <w:rsid w:val="00275633"/>
    <w:rsid w:val="00275A07"/>
    <w:rsid w:val="00275B21"/>
    <w:rsid w:val="00275E88"/>
    <w:rsid w:val="0027601B"/>
    <w:rsid w:val="0027648A"/>
    <w:rsid w:val="002767F1"/>
    <w:rsid w:val="00276856"/>
    <w:rsid w:val="0027698A"/>
    <w:rsid w:val="00276A59"/>
    <w:rsid w:val="00276A69"/>
    <w:rsid w:val="00276A87"/>
    <w:rsid w:val="00276D31"/>
    <w:rsid w:val="00276D60"/>
    <w:rsid w:val="00276D78"/>
    <w:rsid w:val="00276E72"/>
    <w:rsid w:val="00276EE4"/>
    <w:rsid w:val="00276F3B"/>
    <w:rsid w:val="00277127"/>
    <w:rsid w:val="0027729C"/>
    <w:rsid w:val="002772A0"/>
    <w:rsid w:val="00277697"/>
    <w:rsid w:val="00277706"/>
    <w:rsid w:val="00277876"/>
    <w:rsid w:val="0027799B"/>
    <w:rsid w:val="00277AB0"/>
    <w:rsid w:val="00277ADC"/>
    <w:rsid w:val="00277C89"/>
    <w:rsid w:val="00277FA3"/>
    <w:rsid w:val="0028010E"/>
    <w:rsid w:val="0028014B"/>
    <w:rsid w:val="0028028F"/>
    <w:rsid w:val="00280460"/>
    <w:rsid w:val="00280658"/>
    <w:rsid w:val="00280775"/>
    <w:rsid w:val="002808EF"/>
    <w:rsid w:val="00280E0F"/>
    <w:rsid w:val="00280EFE"/>
    <w:rsid w:val="00280FD7"/>
    <w:rsid w:val="00281148"/>
    <w:rsid w:val="002812C3"/>
    <w:rsid w:val="00281394"/>
    <w:rsid w:val="00281505"/>
    <w:rsid w:val="002815FA"/>
    <w:rsid w:val="002816D5"/>
    <w:rsid w:val="0028182F"/>
    <w:rsid w:val="0028186B"/>
    <w:rsid w:val="00281B6B"/>
    <w:rsid w:val="00281D24"/>
    <w:rsid w:val="00281F53"/>
    <w:rsid w:val="00281F57"/>
    <w:rsid w:val="0028210F"/>
    <w:rsid w:val="0028248E"/>
    <w:rsid w:val="002824BC"/>
    <w:rsid w:val="00282566"/>
    <w:rsid w:val="002825D9"/>
    <w:rsid w:val="00282789"/>
    <w:rsid w:val="002827EB"/>
    <w:rsid w:val="002830AF"/>
    <w:rsid w:val="00283293"/>
    <w:rsid w:val="00283320"/>
    <w:rsid w:val="00283411"/>
    <w:rsid w:val="0028365E"/>
    <w:rsid w:val="00283868"/>
    <w:rsid w:val="00283C20"/>
    <w:rsid w:val="00283D8F"/>
    <w:rsid w:val="00283EDB"/>
    <w:rsid w:val="002843D6"/>
    <w:rsid w:val="0028446D"/>
    <w:rsid w:val="00284495"/>
    <w:rsid w:val="00284516"/>
    <w:rsid w:val="00284841"/>
    <w:rsid w:val="00284A58"/>
    <w:rsid w:val="00284E16"/>
    <w:rsid w:val="00284E52"/>
    <w:rsid w:val="0028527F"/>
    <w:rsid w:val="0028559F"/>
    <w:rsid w:val="002857B3"/>
    <w:rsid w:val="002859D7"/>
    <w:rsid w:val="00285C78"/>
    <w:rsid w:val="00285D6E"/>
    <w:rsid w:val="002860CD"/>
    <w:rsid w:val="002861F0"/>
    <w:rsid w:val="00286307"/>
    <w:rsid w:val="00286309"/>
    <w:rsid w:val="00286405"/>
    <w:rsid w:val="002864A1"/>
    <w:rsid w:val="00286778"/>
    <w:rsid w:val="0028682C"/>
    <w:rsid w:val="00286B3B"/>
    <w:rsid w:val="00286C16"/>
    <w:rsid w:val="00286E6B"/>
    <w:rsid w:val="002871E9"/>
    <w:rsid w:val="00287236"/>
    <w:rsid w:val="002872C0"/>
    <w:rsid w:val="002873A0"/>
    <w:rsid w:val="002873B5"/>
    <w:rsid w:val="0028750A"/>
    <w:rsid w:val="00287729"/>
    <w:rsid w:val="00287836"/>
    <w:rsid w:val="0028786D"/>
    <w:rsid w:val="00287C19"/>
    <w:rsid w:val="00287E1F"/>
    <w:rsid w:val="0029009D"/>
    <w:rsid w:val="00290231"/>
    <w:rsid w:val="002903C8"/>
    <w:rsid w:val="0029051C"/>
    <w:rsid w:val="002905E1"/>
    <w:rsid w:val="0029066F"/>
    <w:rsid w:val="0029092B"/>
    <w:rsid w:val="00290934"/>
    <w:rsid w:val="00290B0B"/>
    <w:rsid w:val="00290D6F"/>
    <w:rsid w:val="00290E4B"/>
    <w:rsid w:val="00290F0F"/>
    <w:rsid w:val="00290FA4"/>
    <w:rsid w:val="00291146"/>
    <w:rsid w:val="002912CA"/>
    <w:rsid w:val="00291353"/>
    <w:rsid w:val="0029174E"/>
    <w:rsid w:val="00291A5D"/>
    <w:rsid w:val="00291ADA"/>
    <w:rsid w:val="00291AED"/>
    <w:rsid w:val="00291E02"/>
    <w:rsid w:val="00291FA2"/>
    <w:rsid w:val="0029228B"/>
    <w:rsid w:val="0029237A"/>
    <w:rsid w:val="0029249B"/>
    <w:rsid w:val="00292540"/>
    <w:rsid w:val="0029258B"/>
    <w:rsid w:val="0029263E"/>
    <w:rsid w:val="0029267F"/>
    <w:rsid w:val="00292896"/>
    <w:rsid w:val="002928A9"/>
    <w:rsid w:val="002928BF"/>
    <w:rsid w:val="00292C76"/>
    <w:rsid w:val="00293013"/>
    <w:rsid w:val="00293072"/>
    <w:rsid w:val="00293081"/>
    <w:rsid w:val="002930F2"/>
    <w:rsid w:val="00293118"/>
    <w:rsid w:val="002934DA"/>
    <w:rsid w:val="0029350F"/>
    <w:rsid w:val="00293650"/>
    <w:rsid w:val="00293722"/>
    <w:rsid w:val="002938C6"/>
    <w:rsid w:val="00293BF3"/>
    <w:rsid w:val="00293EA4"/>
    <w:rsid w:val="00293F32"/>
    <w:rsid w:val="00293F39"/>
    <w:rsid w:val="00294265"/>
    <w:rsid w:val="002944BA"/>
    <w:rsid w:val="00294775"/>
    <w:rsid w:val="002947DD"/>
    <w:rsid w:val="00294807"/>
    <w:rsid w:val="002948AB"/>
    <w:rsid w:val="00294AE0"/>
    <w:rsid w:val="00294B4C"/>
    <w:rsid w:val="00294D28"/>
    <w:rsid w:val="00294E47"/>
    <w:rsid w:val="002950C9"/>
    <w:rsid w:val="002953C2"/>
    <w:rsid w:val="002953DE"/>
    <w:rsid w:val="0029553E"/>
    <w:rsid w:val="0029558A"/>
    <w:rsid w:val="0029574D"/>
    <w:rsid w:val="0029576A"/>
    <w:rsid w:val="00295866"/>
    <w:rsid w:val="00295B4B"/>
    <w:rsid w:val="00295BFF"/>
    <w:rsid w:val="00296037"/>
    <w:rsid w:val="0029616E"/>
    <w:rsid w:val="002963B1"/>
    <w:rsid w:val="002965DE"/>
    <w:rsid w:val="00296636"/>
    <w:rsid w:val="00296861"/>
    <w:rsid w:val="00296A83"/>
    <w:rsid w:val="00296D93"/>
    <w:rsid w:val="00296DD1"/>
    <w:rsid w:val="0029717A"/>
    <w:rsid w:val="0029723D"/>
    <w:rsid w:val="00297275"/>
    <w:rsid w:val="002972DA"/>
    <w:rsid w:val="002978E5"/>
    <w:rsid w:val="00297919"/>
    <w:rsid w:val="002979F4"/>
    <w:rsid w:val="00297A43"/>
    <w:rsid w:val="00297AFC"/>
    <w:rsid w:val="00297BF3"/>
    <w:rsid w:val="002A034D"/>
    <w:rsid w:val="002A05BF"/>
    <w:rsid w:val="002A0875"/>
    <w:rsid w:val="002A0937"/>
    <w:rsid w:val="002A0A23"/>
    <w:rsid w:val="002A0B43"/>
    <w:rsid w:val="002A0C58"/>
    <w:rsid w:val="002A0CFE"/>
    <w:rsid w:val="002A0E68"/>
    <w:rsid w:val="002A0F0A"/>
    <w:rsid w:val="002A1069"/>
    <w:rsid w:val="002A15D3"/>
    <w:rsid w:val="002A17E0"/>
    <w:rsid w:val="002A183F"/>
    <w:rsid w:val="002A1960"/>
    <w:rsid w:val="002A19F6"/>
    <w:rsid w:val="002A1A76"/>
    <w:rsid w:val="002A1E00"/>
    <w:rsid w:val="002A1EFC"/>
    <w:rsid w:val="002A1FA8"/>
    <w:rsid w:val="002A216D"/>
    <w:rsid w:val="002A23E8"/>
    <w:rsid w:val="002A25A4"/>
    <w:rsid w:val="002A27AF"/>
    <w:rsid w:val="002A28FD"/>
    <w:rsid w:val="002A290F"/>
    <w:rsid w:val="002A2956"/>
    <w:rsid w:val="002A2967"/>
    <w:rsid w:val="002A2EE3"/>
    <w:rsid w:val="002A2FC9"/>
    <w:rsid w:val="002A356F"/>
    <w:rsid w:val="002A373B"/>
    <w:rsid w:val="002A37CF"/>
    <w:rsid w:val="002A398F"/>
    <w:rsid w:val="002A3A6F"/>
    <w:rsid w:val="002A3AD3"/>
    <w:rsid w:val="002A3EFE"/>
    <w:rsid w:val="002A3FA2"/>
    <w:rsid w:val="002A40EE"/>
    <w:rsid w:val="002A4190"/>
    <w:rsid w:val="002A4605"/>
    <w:rsid w:val="002A4632"/>
    <w:rsid w:val="002A46F2"/>
    <w:rsid w:val="002A4742"/>
    <w:rsid w:val="002A48BD"/>
    <w:rsid w:val="002A4941"/>
    <w:rsid w:val="002A49CD"/>
    <w:rsid w:val="002A4A5D"/>
    <w:rsid w:val="002A4BDF"/>
    <w:rsid w:val="002A4BEB"/>
    <w:rsid w:val="002A4BF8"/>
    <w:rsid w:val="002A4C20"/>
    <w:rsid w:val="002A4EDB"/>
    <w:rsid w:val="002A4F9A"/>
    <w:rsid w:val="002A5106"/>
    <w:rsid w:val="002A520B"/>
    <w:rsid w:val="002A5225"/>
    <w:rsid w:val="002A5253"/>
    <w:rsid w:val="002A5644"/>
    <w:rsid w:val="002A584B"/>
    <w:rsid w:val="002A5873"/>
    <w:rsid w:val="002A5885"/>
    <w:rsid w:val="002A5A89"/>
    <w:rsid w:val="002A5D4D"/>
    <w:rsid w:val="002A5D8C"/>
    <w:rsid w:val="002A5F47"/>
    <w:rsid w:val="002A608B"/>
    <w:rsid w:val="002A6144"/>
    <w:rsid w:val="002A616D"/>
    <w:rsid w:val="002A641C"/>
    <w:rsid w:val="002A657E"/>
    <w:rsid w:val="002A65F7"/>
    <w:rsid w:val="002A6671"/>
    <w:rsid w:val="002A692C"/>
    <w:rsid w:val="002A6B4B"/>
    <w:rsid w:val="002A6B73"/>
    <w:rsid w:val="002A6EC8"/>
    <w:rsid w:val="002A748E"/>
    <w:rsid w:val="002A7752"/>
    <w:rsid w:val="002A7A23"/>
    <w:rsid w:val="002A7A32"/>
    <w:rsid w:val="002A7B9B"/>
    <w:rsid w:val="002A7C42"/>
    <w:rsid w:val="002A7CEB"/>
    <w:rsid w:val="002A7FF5"/>
    <w:rsid w:val="002B0078"/>
    <w:rsid w:val="002B0288"/>
    <w:rsid w:val="002B0380"/>
    <w:rsid w:val="002B0395"/>
    <w:rsid w:val="002B05DE"/>
    <w:rsid w:val="002B08D6"/>
    <w:rsid w:val="002B093E"/>
    <w:rsid w:val="002B0976"/>
    <w:rsid w:val="002B09D6"/>
    <w:rsid w:val="002B0F82"/>
    <w:rsid w:val="002B1058"/>
    <w:rsid w:val="002B11F3"/>
    <w:rsid w:val="002B127D"/>
    <w:rsid w:val="002B1432"/>
    <w:rsid w:val="002B15B7"/>
    <w:rsid w:val="002B180B"/>
    <w:rsid w:val="002B1831"/>
    <w:rsid w:val="002B1843"/>
    <w:rsid w:val="002B18A3"/>
    <w:rsid w:val="002B18A8"/>
    <w:rsid w:val="002B1A44"/>
    <w:rsid w:val="002B1A55"/>
    <w:rsid w:val="002B1AAB"/>
    <w:rsid w:val="002B1C34"/>
    <w:rsid w:val="002B20D6"/>
    <w:rsid w:val="002B2378"/>
    <w:rsid w:val="002B2414"/>
    <w:rsid w:val="002B246D"/>
    <w:rsid w:val="002B2858"/>
    <w:rsid w:val="002B2DDE"/>
    <w:rsid w:val="002B2FE3"/>
    <w:rsid w:val="002B3087"/>
    <w:rsid w:val="002B31A9"/>
    <w:rsid w:val="002B31E2"/>
    <w:rsid w:val="002B3649"/>
    <w:rsid w:val="002B36AD"/>
    <w:rsid w:val="002B3817"/>
    <w:rsid w:val="002B397E"/>
    <w:rsid w:val="002B3BA1"/>
    <w:rsid w:val="002B3CA4"/>
    <w:rsid w:val="002B4221"/>
    <w:rsid w:val="002B442E"/>
    <w:rsid w:val="002B46A2"/>
    <w:rsid w:val="002B4A5B"/>
    <w:rsid w:val="002B4A8A"/>
    <w:rsid w:val="002B4C25"/>
    <w:rsid w:val="002B4C56"/>
    <w:rsid w:val="002B4EDD"/>
    <w:rsid w:val="002B5410"/>
    <w:rsid w:val="002B5579"/>
    <w:rsid w:val="002B571A"/>
    <w:rsid w:val="002B5913"/>
    <w:rsid w:val="002B595F"/>
    <w:rsid w:val="002B5D03"/>
    <w:rsid w:val="002B5E3B"/>
    <w:rsid w:val="002B5EEA"/>
    <w:rsid w:val="002B60B2"/>
    <w:rsid w:val="002B60FF"/>
    <w:rsid w:val="002B62FA"/>
    <w:rsid w:val="002B6339"/>
    <w:rsid w:val="002B644E"/>
    <w:rsid w:val="002B64CC"/>
    <w:rsid w:val="002B656B"/>
    <w:rsid w:val="002B677C"/>
    <w:rsid w:val="002B681B"/>
    <w:rsid w:val="002B68F7"/>
    <w:rsid w:val="002B6A18"/>
    <w:rsid w:val="002B6BF1"/>
    <w:rsid w:val="002B6CCB"/>
    <w:rsid w:val="002B6CE3"/>
    <w:rsid w:val="002B6D32"/>
    <w:rsid w:val="002B6D9A"/>
    <w:rsid w:val="002B6DE9"/>
    <w:rsid w:val="002B6DFF"/>
    <w:rsid w:val="002B6E18"/>
    <w:rsid w:val="002B6E41"/>
    <w:rsid w:val="002B73BF"/>
    <w:rsid w:val="002B74E2"/>
    <w:rsid w:val="002B75A8"/>
    <w:rsid w:val="002B7AB0"/>
    <w:rsid w:val="002B7AF0"/>
    <w:rsid w:val="002B7AF3"/>
    <w:rsid w:val="002B7E7C"/>
    <w:rsid w:val="002C0118"/>
    <w:rsid w:val="002C01E5"/>
    <w:rsid w:val="002C0301"/>
    <w:rsid w:val="002C04AD"/>
    <w:rsid w:val="002C05E5"/>
    <w:rsid w:val="002C0721"/>
    <w:rsid w:val="002C0757"/>
    <w:rsid w:val="002C0A41"/>
    <w:rsid w:val="002C0AF8"/>
    <w:rsid w:val="002C0B7D"/>
    <w:rsid w:val="002C0BE2"/>
    <w:rsid w:val="002C0C24"/>
    <w:rsid w:val="002C0EAB"/>
    <w:rsid w:val="002C10B1"/>
    <w:rsid w:val="002C10D9"/>
    <w:rsid w:val="002C1476"/>
    <w:rsid w:val="002C1850"/>
    <w:rsid w:val="002C1A0B"/>
    <w:rsid w:val="002C1C15"/>
    <w:rsid w:val="002C1C30"/>
    <w:rsid w:val="002C1C31"/>
    <w:rsid w:val="002C1CF5"/>
    <w:rsid w:val="002C1D5C"/>
    <w:rsid w:val="002C1DAB"/>
    <w:rsid w:val="002C2031"/>
    <w:rsid w:val="002C20BB"/>
    <w:rsid w:val="002C2146"/>
    <w:rsid w:val="002C2304"/>
    <w:rsid w:val="002C2791"/>
    <w:rsid w:val="002C288E"/>
    <w:rsid w:val="002C289B"/>
    <w:rsid w:val="002C29F7"/>
    <w:rsid w:val="002C2A23"/>
    <w:rsid w:val="002C2A35"/>
    <w:rsid w:val="002C2C17"/>
    <w:rsid w:val="002C2C5E"/>
    <w:rsid w:val="002C2E6A"/>
    <w:rsid w:val="002C31D8"/>
    <w:rsid w:val="002C32C9"/>
    <w:rsid w:val="002C3376"/>
    <w:rsid w:val="002C363F"/>
    <w:rsid w:val="002C370B"/>
    <w:rsid w:val="002C371D"/>
    <w:rsid w:val="002C3880"/>
    <w:rsid w:val="002C3910"/>
    <w:rsid w:val="002C3B6E"/>
    <w:rsid w:val="002C3C0F"/>
    <w:rsid w:val="002C3DF8"/>
    <w:rsid w:val="002C3F60"/>
    <w:rsid w:val="002C405C"/>
    <w:rsid w:val="002C44E7"/>
    <w:rsid w:val="002C4568"/>
    <w:rsid w:val="002C4580"/>
    <w:rsid w:val="002C4680"/>
    <w:rsid w:val="002C4B54"/>
    <w:rsid w:val="002C4CC7"/>
    <w:rsid w:val="002C4F5A"/>
    <w:rsid w:val="002C4F6B"/>
    <w:rsid w:val="002C4FF5"/>
    <w:rsid w:val="002C5072"/>
    <w:rsid w:val="002C50B4"/>
    <w:rsid w:val="002C5282"/>
    <w:rsid w:val="002C5374"/>
    <w:rsid w:val="002C5416"/>
    <w:rsid w:val="002C56EE"/>
    <w:rsid w:val="002C5820"/>
    <w:rsid w:val="002C58EF"/>
    <w:rsid w:val="002C59B5"/>
    <w:rsid w:val="002C5B89"/>
    <w:rsid w:val="002C625E"/>
    <w:rsid w:val="002C6296"/>
    <w:rsid w:val="002C6379"/>
    <w:rsid w:val="002C65B8"/>
    <w:rsid w:val="002C65C9"/>
    <w:rsid w:val="002C6A06"/>
    <w:rsid w:val="002C6B8B"/>
    <w:rsid w:val="002C6C7F"/>
    <w:rsid w:val="002C6E2C"/>
    <w:rsid w:val="002C70BA"/>
    <w:rsid w:val="002C70FF"/>
    <w:rsid w:val="002C73C8"/>
    <w:rsid w:val="002C7690"/>
    <w:rsid w:val="002C79D7"/>
    <w:rsid w:val="002C7AC4"/>
    <w:rsid w:val="002C7B65"/>
    <w:rsid w:val="002C7C8B"/>
    <w:rsid w:val="002C7DAB"/>
    <w:rsid w:val="002C7EBC"/>
    <w:rsid w:val="002D0300"/>
    <w:rsid w:val="002D0384"/>
    <w:rsid w:val="002D0699"/>
    <w:rsid w:val="002D0780"/>
    <w:rsid w:val="002D079C"/>
    <w:rsid w:val="002D07DA"/>
    <w:rsid w:val="002D086C"/>
    <w:rsid w:val="002D0936"/>
    <w:rsid w:val="002D0943"/>
    <w:rsid w:val="002D0B4C"/>
    <w:rsid w:val="002D0BF2"/>
    <w:rsid w:val="002D0C1E"/>
    <w:rsid w:val="002D0E0E"/>
    <w:rsid w:val="002D0FED"/>
    <w:rsid w:val="002D13E6"/>
    <w:rsid w:val="002D1551"/>
    <w:rsid w:val="002D1593"/>
    <w:rsid w:val="002D17E1"/>
    <w:rsid w:val="002D19AC"/>
    <w:rsid w:val="002D1A91"/>
    <w:rsid w:val="002D1B4E"/>
    <w:rsid w:val="002D1B9E"/>
    <w:rsid w:val="002D1CFE"/>
    <w:rsid w:val="002D1D97"/>
    <w:rsid w:val="002D1D98"/>
    <w:rsid w:val="002D1F78"/>
    <w:rsid w:val="002D209A"/>
    <w:rsid w:val="002D2789"/>
    <w:rsid w:val="002D28BB"/>
    <w:rsid w:val="002D2B1A"/>
    <w:rsid w:val="002D2C19"/>
    <w:rsid w:val="002D3099"/>
    <w:rsid w:val="002D3396"/>
    <w:rsid w:val="002D3621"/>
    <w:rsid w:val="002D372B"/>
    <w:rsid w:val="002D37BB"/>
    <w:rsid w:val="002D37BD"/>
    <w:rsid w:val="002D3852"/>
    <w:rsid w:val="002D388B"/>
    <w:rsid w:val="002D39D9"/>
    <w:rsid w:val="002D3B02"/>
    <w:rsid w:val="002D3B47"/>
    <w:rsid w:val="002D3D36"/>
    <w:rsid w:val="002D41A2"/>
    <w:rsid w:val="002D41EC"/>
    <w:rsid w:val="002D43AE"/>
    <w:rsid w:val="002D43E7"/>
    <w:rsid w:val="002D4561"/>
    <w:rsid w:val="002D46A5"/>
    <w:rsid w:val="002D471C"/>
    <w:rsid w:val="002D4734"/>
    <w:rsid w:val="002D4750"/>
    <w:rsid w:val="002D47CD"/>
    <w:rsid w:val="002D4816"/>
    <w:rsid w:val="002D4ACF"/>
    <w:rsid w:val="002D4B23"/>
    <w:rsid w:val="002D4D13"/>
    <w:rsid w:val="002D4E11"/>
    <w:rsid w:val="002D505D"/>
    <w:rsid w:val="002D51BA"/>
    <w:rsid w:val="002D5230"/>
    <w:rsid w:val="002D5256"/>
    <w:rsid w:val="002D56D5"/>
    <w:rsid w:val="002D5719"/>
    <w:rsid w:val="002D598C"/>
    <w:rsid w:val="002D5A4A"/>
    <w:rsid w:val="002D5C01"/>
    <w:rsid w:val="002D5CD7"/>
    <w:rsid w:val="002D5D2E"/>
    <w:rsid w:val="002D5D8C"/>
    <w:rsid w:val="002D5EC0"/>
    <w:rsid w:val="002D5EED"/>
    <w:rsid w:val="002D621B"/>
    <w:rsid w:val="002D64A0"/>
    <w:rsid w:val="002D64BA"/>
    <w:rsid w:val="002D64FB"/>
    <w:rsid w:val="002D6663"/>
    <w:rsid w:val="002D68C9"/>
    <w:rsid w:val="002D6AA1"/>
    <w:rsid w:val="002D6B02"/>
    <w:rsid w:val="002D6B2A"/>
    <w:rsid w:val="002D6D19"/>
    <w:rsid w:val="002D6E07"/>
    <w:rsid w:val="002D6FB8"/>
    <w:rsid w:val="002D6FC7"/>
    <w:rsid w:val="002D719A"/>
    <w:rsid w:val="002D72A6"/>
    <w:rsid w:val="002D7601"/>
    <w:rsid w:val="002D772E"/>
    <w:rsid w:val="002D7793"/>
    <w:rsid w:val="002D7949"/>
    <w:rsid w:val="002D7996"/>
    <w:rsid w:val="002D7BEA"/>
    <w:rsid w:val="002D7DF8"/>
    <w:rsid w:val="002D7E63"/>
    <w:rsid w:val="002D7EFA"/>
    <w:rsid w:val="002E0373"/>
    <w:rsid w:val="002E039B"/>
    <w:rsid w:val="002E0421"/>
    <w:rsid w:val="002E0570"/>
    <w:rsid w:val="002E0633"/>
    <w:rsid w:val="002E0809"/>
    <w:rsid w:val="002E0AF4"/>
    <w:rsid w:val="002E0BD7"/>
    <w:rsid w:val="002E0C97"/>
    <w:rsid w:val="002E0D42"/>
    <w:rsid w:val="002E0FAB"/>
    <w:rsid w:val="002E0FB0"/>
    <w:rsid w:val="002E1211"/>
    <w:rsid w:val="002E1783"/>
    <w:rsid w:val="002E1872"/>
    <w:rsid w:val="002E1A58"/>
    <w:rsid w:val="002E1ADD"/>
    <w:rsid w:val="002E1B89"/>
    <w:rsid w:val="002E1E39"/>
    <w:rsid w:val="002E208C"/>
    <w:rsid w:val="002E24A5"/>
    <w:rsid w:val="002E2512"/>
    <w:rsid w:val="002E25DA"/>
    <w:rsid w:val="002E2779"/>
    <w:rsid w:val="002E29B9"/>
    <w:rsid w:val="002E2D62"/>
    <w:rsid w:val="002E33F0"/>
    <w:rsid w:val="002E35E9"/>
    <w:rsid w:val="002E363D"/>
    <w:rsid w:val="002E3B28"/>
    <w:rsid w:val="002E3F9E"/>
    <w:rsid w:val="002E40BB"/>
    <w:rsid w:val="002E4415"/>
    <w:rsid w:val="002E4548"/>
    <w:rsid w:val="002E45B0"/>
    <w:rsid w:val="002E4662"/>
    <w:rsid w:val="002E4672"/>
    <w:rsid w:val="002E48B9"/>
    <w:rsid w:val="002E4BA3"/>
    <w:rsid w:val="002E4CE2"/>
    <w:rsid w:val="002E4E71"/>
    <w:rsid w:val="002E4F3B"/>
    <w:rsid w:val="002E4FF6"/>
    <w:rsid w:val="002E52D8"/>
    <w:rsid w:val="002E5321"/>
    <w:rsid w:val="002E541E"/>
    <w:rsid w:val="002E54F1"/>
    <w:rsid w:val="002E56BF"/>
    <w:rsid w:val="002E58FA"/>
    <w:rsid w:val="002E5958"/>
    <w:rsid w:val="002E5A45"/>
    <w:rsid w:val="002E61EE"/>
    <w:rsid w:val="002E6282"/>
    <w:rsid w:val="002E62B7"/>
    <w:rsid w:val="002E66C6"/>
    <w:rsid w:val="002E680C"/>
    <w:rsid w:val="002E6A94"/>
    <w:rsid w:val="002E6B6F"/>
    <w:rsid w:val="002E6C1A"/>
    <w:rsid w:val="002E6DEF"/>
    <w:rsid w:val="002E6E15"/>
    <w:rsid w:val="002E6F14"/>
    <w:rsid w:val="002E6FD8"/>
    <w:rsid w:val="002E71F1"/>
    <w:rsid w:val="002E7212"/>
    <w:rsid w:val="002E73DD"/>
    <w:rsid w:val="002E73ED"/>
    <w:rsid w:val="002E766E"/>
    <w:rsid w:val="002E7A29"/>
    <w:rsid w:val="002E7AE9"/>
    <w:rsid w:val="002E7EA0"/>
    <w:rsid w:val="002E7F86"/>
    <w:rsid w:val="002E7FE0"/>
    <w:rsid w:val="002F0697"/>
    <w:rsid w:val="002F06E2"/>
    <w:rsid w:val="002F09A7"/>
    <w:rsid w:val="002F0A4D"/>
    <w:rsid w:val="002F0B6C"/>
    <w:rsid w:val="002F0D7A"/>
    <w:rsid w:val="002F0DFF"/>
    <w:rsid w:val="002F0F6F"/>
    <w:rsid w:val="002F149F"/>
    <w:rsid w:val="002F1590"/>
    <w:rsid w:val="002F1737"/>
    <w:rsid w:val="002F17E6"/>
    <w:rsid w:val="002F17F1"/>
    <w:rsid w:val="002F18E8"/>
    <w:rsid w:val="002F1A9E"/>
    <w:rsid w:val="002F1F93"/>
    <w:rsid w:val="002F248D"/>
    <w:rsid w:val="002F2591"/>
    <w:rsid w:val="002F26CF"/>
    <w:rsid w:val="002F26E8"/>
    <w:rsid w:val="002F2A39"/>
    <w:rsid w:val="002F2DDB"/>
    <w:rsid w:val="002F305F"/>
    <w:rsid w:val="002F30F6"/>
    <w:rsid w:val="002F321E"/>
    <w:rsid w:val="002F32CA"/>
    <w:rsid w:val="002F3311"/>
    <w:rsid w:val="002F3394"/>
    <w:rsid w:val="002F33CD"/>
    <w:rsid w:val="002F3480"/>
    <w:rsid w:val="002F34A9"/>
    <w:rsid w:val="002F3501"/>
    <w:rsid w:val="002F3591"/>
    <w:rsid w:val="002F3613"/>
    <w:rsid w:val="002F3807"/>
    <w:rsid w:val="002F39FA"/>
    <w:rsid w:val="002F3A1A"/>
    <w:rsid w:val="002F3E54"/>
    <w:rsid w:val="002F3FAD"/>
    <w:rsid w:val="002F4319"/>
    <w:rsid w:val="002F4400"/>
    <w:rsid w:val="002F4423"/>
    <w:rsid w:val="002F465E"/>
    <w:rsid w:val="002F4715"/>
    <w:rsid w:val="002F4854"/>
    <w:rsid w:val="002F4F97"/>
    <w:rsid w:val="002F502B"/>
    <w:rsid w:val="002F51C9"/>
    <w:rsid w:val="002F55BE"/>
    <w:rsid w:val="002F5675"/>
    <w:rsid w:val="002F5C19"/>
    <w:rsid w:val="002F5D63"/>
    <w:rsid w:val="002F5E13"/>
    <w:rsid w:val="002F6760"/>
    <w:rsid w:val="002F68FA"/>
    <w:rsid w:val="002F6E52"/>
    <w:rsid w:val="002F736F"/>
    <w:rsid w:val="002F74A8"/>
    <w:rsid w:val="002F7502"/>
    <w:rsid w:val="002F7514"/>
    <w:rsid w:val="002F788B"/>
    <w:rsid w:val="002F79AD"/>
    <w:rsid w:val="002F7A9D"/>
    <w:rsid w:val="002F7DAD"/>
    <w:rsid w:val="00300068"/>
    <w:rsid w:val="003000AA"/>
    <w:rsid w:val="0030023B"/>
    <w:rsid w:val="0030088B"/>
    <w:rsid w:val="0030098B"/>
    <w:rsid w:val="00300A0C"/>
    <w:rsid w:val="00300AE5"/>
    <w:rsid w:val="00300B98"/>
    <w:rsid w:val="00300F4E"/>
    <w:rsid w:val="00300FFD"/>
    <w:rsid w:val="00301086"/>
    <w:rsid w:val="00301214"/>
    <w:rsid w:val="0030128B"/>
    <w:rsid w:val="003013D4"/>
    <w:rsid w:val="003013D7"/>
    <w:rsid w:val="003014CF"/>
    <w:rsid w:val="003017F6"/>
    <w:rsid w:val="0030198F"/>
    <w:rsid w:val="003019DD"/>
    <w:rsid w:val="00301A87"/>
    <w:rsid w:val="00301D16"/>
    <w:rsid w:val="00301FAF"/>
    <w:rsid w:val="003020D6"/>
    <w:rsid w:val="003021AC"/>
    <w:rsid w:val="003024B8"/>
    <w:rsid w:val="00302525"/>
    <w:rsid w:val="003026D8"/>
    <w:rsid w:val="00302956"/>
    <w:rsid w:val="003029B2"/>
    <w:rsid w:val="00302C28"/>
    <w:rsid w:val="00302D60"/>
    <w:rsid w:val="00302D6B"/>
    <w:rsid w:val="00302DB3"/>
    <w:rsid w:val="00302DC9"/>
    <w:rsid w:val="00302DDC"/>
    <w:rsid w:val="00302EFC"/>
    <w:rsid w:val="00302F6B"/>
    <w:rsid w:val="003030E4"/>
    <w:rsid w:val="003030EB"/>
    <w:rsid w:val="003031A6"/>
    <w:rsid w:val="003033D8"/>
    <w:rsid w:val="003034FD"/>
    <w:rsid w:val="003035FE"/>
    <w:rsid w:val="003037E0"/>
    <w:rsid w:val="0030388C"/>
    <w:rsid w:val="00303A4C"/>
    <w:rsid w:val="00303A6C"/>
    <w:rsid w:val="00303A97"/>
    <w:rsid w:val="00303B8E"/>
    <w:rsid w:val="00303DA4"/>
    <w:rsid w:val="00303EA9"/>
    <w:rsid w:val="00304020"/>
    <w:rsid w:val="003043BE"/>
    <w:rsid w:val="00304583"/>
    <w:rsid w:val="00304623"/>
    <w:rsid w:val="00304633"/>
    <w:rsid w:val="003046BE"/>
    <w:rsid w:val="0030475A"/>
    <w:rsid w:val="003047AB"/>
    <w:rsid w:val="003047EB"/>
    <w:rsid w:val="0030483E"/>
    <w:rsid w:val="00304A48"/>
    <w:rsid w:val="00304BBA"/>
    <w:rsid w:val="00304DAE"/>
    <w:rsid w:val="00304F39"/>
    <w:rsid w:val="00304F66"/>
    <w:rsid w:val="00304FDB"/>
    <w:rsid w:val="00305120"/>
    <w:rsid w:val="0030528D"/>
    <w:rsid w:val="00305489"/>
    <w:rsid w:val="003055DB"/>
    <w:rsid w:val="003057DA"/>
    <w:rsid w:val="0030593C"/>
    <w:rsid w:val="00305A73"/>
    <w:rsid w:val="00305B54"/>
    <w:rsid w:val="00305BBA"/>
    <w:rsid w:val="00305CAB"/>
    <w:rsid w:val="00305D60"/>
    <w:rsid w:val="00306317"/>
    <w:rsid w:val="0030634A"/>
    <w:rsid w:val="003067D7"/>
    <w:rsid w:val="003069E3"/>
    <w:rsid w:val="00306B4B"/>
    <w:rsid w:val="00306B4C"/>
    <w:rsid w:val="00306BF9"/>
    <w:rsid w:val="00306D15"/>
    <w:rsid w:val="00306E7D"/>
    <w:rsid w:val="00306EBC"/>
    <w:rsid w:val="003073CD"/>
    <w:rsid w:val="003075AF"/>
    <w:rsid w:val="003075CB"/>
    <w:rsid w:val="003076AC"/>
    <w:rsid w:val="0030770D"/>
    <w:rsid w:val="00307999"/>
    <w:rsid w:val="003079D8"/>
    <w:rsid w:val="00307B5B"/>
    <w:rsid w:val="00307BD6"/>
    <w:rsid w:val="00307D4E"/>
    <w:rsid w:val="00307DA2"/>
    <w:rsid w:val="00307DE5"/>
    <w:rsid w:val="00307E2C"/>
    <w:rsid w:val="0031010E"/>
    <w:rsid w:val="003101C1"/>
    <w:rsid w:val="003101D2"/>
    <w:rsid w:val="003102C5"/>
    <w:rsid w:val="00310718"/>
    <w:rsid w:val="0031090F"/>
    <w:rsid w:val="00310BFB"/>
    <w:rsid w:val="00310DCC"/>
    <w:rsid w:val="00310FA7"/>
    <w:rsid w:val="00311159"/>
    <w:rsid w:val="00311211"/>
    <w:rsid w:val="00311330"/>
    <w:rsid w:val="003115E6"/>
    <w:rsid w:val="003116DD"/>
    <w:rsid w:val="00311934"/>
    <w:rsid w:val="00311CE5"/>
    <w:rsid w:val="00311D0B"/>
    <w:rsid w:val="003121CC"/>
    <w:rsid w:val="00312303"/>
    <w:rsid w:val="003125F0"/>
    <w:rsid w:val="00312611"/>
    <w:rsid w:val="00312751"/>
    <w:rsid w:val="00312866"/>
    <w:rsid w:val="003128C0"/>
    <w:rsid w:val="00312A62"/>
    <w:rsid w:val="00312CEC"/>
    <w:rsid w:val="003133D7"/>
    <w:rsid w:val="00313941"/>
    <w:rsid w:val="00313BBD"/>
    <w:rsid w:val="00313E42"/>
    <w:rsid w:val="00313F93"/>
    <w:rsid w:val="0031407D"/>
    <w:rsid w:val="003140A6"/>
    <w:rsid w:val="003142CC"/>
    <w:rsid w:val="00314311"/>
    <w:rsid w:val="003147C8"/>
    <w:rsid w:val="003148DC"/>
    <w:rsid w:val="00314E01"/>
    <w:rsid w:val="00314E27"/>
    <w:rsid w:val="00314ED3"/>
    <w:rsid w:val="00314F06"/>
    <w:rsid w:val="0031500F"/>
    <w:rsid w:val="003150F6"/>
    <w:rsid w:val="0031513B"/>
    <w:rsid w:val="0031518B"/>
    <w:rsid w:val="003151B3"/>
    <w:rsid w:val="003151DD"/>
    <w:rsid w:val="0031527B"/>
    <w:rsid w:val="003152F6"/>
    <w:rsid w:val="0031530B"/>
    <w:rsid w:val="00315422"/>
    <w:rsid w:val="0031586E"/>
    <w:rsid w:val="003158AE"/>
    <w:rsid w:val="00315901"/>
    <w:rsid w:val="00315934"/>
    <w:rsid w:val="003159FE"/>
    <w:rsid w:val="00315BD4"/>
    <w:rsid w:val="00315BE8"/>
    <w:rsid w:val="00315D3D"/>
    <w:rsid w:val="00315DA6"/>
    <w:rsid w:val="00315DFA"/>
    <w:rsid w:val="00315EDC"/>
    <w:rsid w:val="00316224"/>
    <w:rsid w:val="003162E3"/>
    <w:rsid w:val="00316484"/>
    <w:rsid w:val="00316564"/>
    <w:rsid w:val="00316792"/>
    <w:rsid w:val="003167C2"/>
    <w:rsid w:val="003167F5"/>
    <w:rsid w:val="0031688C"/>
    <w:rsid w:val="00316947"/>
    <w:rsid w:val="0031695E"/>
    <w:rsid w:val="0031697F"/>
    <w:rsid w:val="00316B69"/>
    <w:rsid w:val="00316E24"/>
    <w:rsid w:val="00317098"/>
    <w:rsid w:val="003170BC"/>
    <w:rsid w:val="003174E2"/>
    <w:rsid w:val="0031793B"/>
    <w:rsid w:val="00317A42"/>
    <w:rsid w:val="00317B9D"/>
    <w:rsid w:val="00317C9A"/>
    <w:rsid w:val="00317D18"/>
    <w:rsid w:val="00317D97"/>
    <w:rsid w:val="00317E59"/>
    <w:rsid w:val="00317EAC"/>
    <w:rsid w:val="00317ECE"/>
    <w:rsid w:val="00320203"/>
    <w:rsid w:val="00320299"/>
    <w:rsid w:val="00320A70"/>
    <w:rsid w:val="00320DCC"/>
    <w:rsid w:val="00321131"/>
    <w:rsid w:val="0032143E"/>
    <w:rsid w:val="0032199C"/>
    <w:rsid w:val="00321B1A"/>
    <w:rsid w:val="00321B23"/>
    <w:rsid w:val="00321B29"/>
    <w:rsid w:val="00321B6E"/>
    <w:rsid w:val="00321B77"/>
    <w:rsid w:val="00321E8A"/>
    <w:rsid w:val="00321F34"/>
    <w:rsid w:val="0032223A"/>
    <w:rsid w:val="003224B1"/>
    <w:rsid w:val="00322602"/>
    <w:rsid w:val="003227D4"/>
    <w:rsid w:val="0032290E"/>
    <w:rsid w:val="00322944"/>
    <w:rsid w:val="00322968"/>
    <w:rsid w:val="00322990"/>
    <w:rsid w:val="00322A1D"/>
    <w:rsid w:val="00322B7E"/>
    <w:rsid w:val="00322B7F"/>
    <w:rsid w:val="00322D64"/>
    <w:rsid w:val="00322D6F"/>
    <w:rsid w:val="00322E7F"/>
    <w:rsid w:val="003230D0"/>
    <w:rsid w:val="003230E3"/>
    <w:rsid w:val="00323109"/>
    <w:rsid w:val="00323141"/>
    <w:rsid w:val="00323313"/>
    <w:rsid w:val="00323495"/>
    <w:rsid w:val="0032399B"/>
    <w:rsid w:val="00323B35"/>
    <w:rsid w:val="00323BB6"/>
    <w:rsid w:val="00323C49"/>
    <w:rsid w:val="00323F0A"/>
    <w:rsid w:val="003240B4"/>
    <w:rsid w:val="003241C9"/>
    <w:rsid w:val="0032420B"/>
    <w:rsid w:val="0032480E"/>
    <w:rsid w:val="00324908"/>
    <w:rsid w:val="00324A24"/>
    <w:rsid w:val="00324AA0"/>
    <w:rsid w:val="00324AC1"/>
    <w:rsid w:val="00324C55"/>
    <w:rsid w:val="00324E66"/>
    <w:rsid w:val="003252DF"/>
    <w:rsid w:val="00325380"/>
    <w:rsid w:val="003254EE"/>
    <w:rsid w:val="0032556B"/>
    <w:rsid w:val="00325822"/>
    <w:rsid w:val="00325864"/>
    <w:rsid w:val="003258C5"/>
    <w:rsid w:val="00325925"/>
    <w:rsid w:val="00325993"/>
    <w:rsid w:val="00325A1B"/>
    <w:rsid w:val="00325B6E"/>
    <w:rsid w:val="00325B82"/>
    <w:rsid w:val="00325BB3"/>
    <w:rsid w:val="00325BFB"/>
    <w:rsid w:val="00325D6B"/>
    <w:rsid w:val="00325F34"/>
    <w:rsid w:val="003260A5"/>
    <w:rsid w:val="003261FF"/>
    <w:rsid w:val="00326296"/>
    <w:rsid w:val="00326367"/>
    <w:rsid w:val="00326A2F"/>
    <w:rsid w:val="00326C7F"/>
    <w:rsid w:val="00326E14"/>
    <w:rsid w:val="00326E27"/>
    <w:rsid w:val="00326E72"/>
    <w:rsid w:val="00326EB8"/>
    <w:rsid w:val="003271A7"/>
    <w:rsid w:val="0032722F"/>
    <w:rsid w:val="003272F1"/>
    <w:rsid w:val="00327333"/>
    <w:rsid w:val="003274EE"/>
    <w:rsid w:val="0032761D"/>
    <w:rsid w:val="00327ABA"/>
    <w:rsid w:val="00327B62"/>
    <w:rsid w:val="00327C2E"/>
    <w:rsid w:val="00327C76"/>
    <w:rsid w:val="00327F14"/>
    <w:rsid w:val="00327F9B"/>
    <w:rsid w:val="00330285"/>
    <w:rsid w:val="00330432"/>
    <w:rsid w:val="003307A3"/>
    <w:rsid w:val="003307B1"/>
    <w:rsid w:val="00330A25"/>
    <w:rsid w:val="00330B4B"/>
    <w:rsid w:val="00330B92"/>
    <w:rsid w:val="00330EF3"/>
    <w:rsid w:val="0033110C"/>
    <w:rsid w:val="003312E4"/>
    <w:rsid w:val="00331341"/>
    <w:rsid w:val="0033146A"/>
    <w:rsid w:val="003316E3"/>
    <w:rsid w:val="003317C0"/>
    <w:rsid w:val="003319A1"/>
    <w:rsid w:val="003319C3"/>
    <w:rsid w:val="003319FE"/>
    <w:rsid w:val="00331BCC"/>
    <w:rsid w:val="00331E25"/>
    <w:rsid w:val="00331E5B"/>
    <w:rsid w:val="00331EAD"/>
    <w:rsid w:val="00332061"/>
    <w:rsid w:val="00332194"/>
    <w:rsid w:val="003324D3"/>
    <w:rsid w:val="003324D5"/>
    <w:rsid w:val="003324FC"/>
    <w:rsid w:val="00332675"/>
    <w:rsid w:val="0033270D"/>
    <w:rsid w:val="0033287B"/>
    <w:rsid w:val="00332BA2"/>
    <w:rsid w:val="00332DB8"/>
    <w:rsid w:val="00332F00"/>
    <w:rsid w:val="00332F8E"/>
    <w:rsid w:val="00333431"/>
    <w:rsid w:val="003335A8"/>
    <w:rsid w:val="0033391E"/>
    <w:rsid w:val="003339C0"/>
    <w:rsid w:val="00333B18"/>
    <w:rsid w:val="00333B3D"/>
    <w:rsid w:val="00333B41"/>
    <w:rsid w:val="00333C1E"/>
    <w:rsid w:val="00333CE2"/>
    <w:rsid w:val="00333DBB"/>
    <w:rsid w:val="003340D0"/>
    <w:rsid w:val="00334176"/>
    <w:rsid w:val="00334191"/>
    <w:rsid w:val="003341F4"/>
    <w:rsid w:val="00334408"/>
    <w:rsid w:val="00334454"/>
    <w:rsid w:val="003345C5"/>
    <w:rsid w:val="0033475A"/>
    <w:rsid w:val="003347A8"/>
    <w:rsid w:val="003347CC"/>
    <w:rsid w:val="003349E9"/>
    <w:rsid w:val="00334B35"/>
    <w:rsid w:val="00334BD2"/>
    <w:rsid w:val="00334CF6"/>
    <w:rsid w:val="00334DBE"/>
    <w:rsid w:val="00334DC8"/>
    <w:rsid w:val="00335101"/>
    <w:rsid w:val="00335123"/>
    <w:rsid w:val="0033518A"/>
    <w:rsid w:val="0033547B"/>
    <w:rsid w:val="00335BA3"/>
    <w:rsid w:val="00335C74"/>
    <w:rsid w:val="00335CF0"/>
    <w:rsid w:val="0033618C"/>
    <w:rsid w:val="003364E2"/>
    <w:rsid w:val="0033657E"/>
    <w:rsid w:val="003368DE"/>
    <w:rsid w:val="00336B84"/>
    <w:rsid w:val="00336C72"/>
    <w:rsid w:val="00336DC3"/>
    <w:rsid w:val="00336E10"/>
    <w:rsid w:val="00336E8F"/>
    <w:rsid w:val="00337401"/>
    <w:rsid w:val="0033757F"/>
    <w:rsid w:val="0033794F"/>
    <w:rsid w:val="00337A3A"/>
    <w:rsid w:val="00337A96"/>
    <w:rsid w:val="00337AE8"/>
    <w:rsid w:val="00337B39"/>
    <w:rsid w:val="00337E01"/>
    <w:rsid w:val="00337EE2"/>
    <w:rsid w:val="003401E7"/>
    <w:rsid w:val="00340278"/>
    <w:rsid w:val="00340454"/>
    <w:rsid w:val="00340522"/>
    <w:rsid w:val="00340530"/>
    <w:rsid w:val="00340A30"/>
    <w:rsid w:val="00340A67"/>
    <w:rsid w:val="00340BCB"/>
    <w:rsid w:val="00340C98"/>
    <w:rsid w:val="00340CEF"/>
    <w:rsid w:val="00340D35"/>
    <w:rsid w:val="00340D37"/>
    <w:rsid w:val="00340F4E"/>
    <w:rsid w:val="00341042"/>
    <w:rsid w:val="00341115"/>
    <w:rsid w:val="0034123B"/>
    <w:rsid w:val="003412B0"/>
    <w:rsid w:val="0034162A"/>
    <w:rsid w:val="003416E1"/>
    <w:rsid w:val="0034189F"/>
    <w:rsid w:val="003418DF"/>
    <w:rsid w:val="003419BA"/>
    <w:rsid w:val="00341C5E"/>
    <w:rsid w:val="00341ED9"/>
    <w:rsid w:val="00341F45"/>
    <w:rsid w:val="00341FF5"/>
    <w:rsid w:val="003421FC"/>
    <w:rsid w:val="003422A5"/>
    <w:rsid w:val="003422FD"/>
    <w:rsid w:val="00342471"/>
    <w:rsid w:val="00342693"/>
    <w:rsid w:val="003427B3"/>
    <w:rsid w:val="003428B4"/>
    <w:rsid w:val="00342B6E"/>
    <w:rsid w:val="00342C27"/>
    <w:rsid w:val="00342C6B"/>
    <w:rsid w:val="00342DAD"/>
    <w:rsid w:val="0034302F"/>
    <w:rsid w:val="003431DA"/>
    <w:rsid w:val="0034326B"/>
    <w:rsid w:val="003433E6"/>
    <w:rsid w:val="0034376F"/>
    <w:rsid w:val="00343C12"/>
    <w:rsid w:val="00343C41"/>
    <w:rsid w:val="00343CA3"/>
    <w:rsid w:val="00343CC2"/>
    <w:rsid w:val="00343DF8"/>
    <w:rsid w:val="00343F22"/>
    <w:rsid w:val="00343F49"/>
    <w:rsid w:val="00344277"/>
    <w:rsid w:val="00344278"/>
    <w:rsid w:val="003445E5"/>
    <w:rsid w:val="003447FB"/>
    <w:rsid w:val="003448D2"/>
    <w:rsid w:val="003449BC"/>
    <w:rsid w:val="00344B68"/>
    <w:rsid w:val="00344C70"/>
    <w:rsid w:val="00344EC0"/>
    <w:rsid w:val="0034524F"/>
    <w:rsid w:val="003452D1"/>
    <w:rsid w:val="0034558A"/>
    <w:rsid w:val="00345A1F"/>
    <w:rsid w:val="00345BD4"/>
    <w:rsid w:val="00345CF2"/>
    <w:rsid w:val="00345D2E"/>
    <w:rsid w:val="0034604D"/>
    <w:rsid w:val="0034615C"/>
    <w:rsid w:val="00346424"/>
    <w:rsid w:val="00346685"/>
    <w:rsid w:val="00346B36"/>
    <w:rsid w:val="00346B4F"/>
    <w:rsid w:val="00346BDD"/>
    <w:rsid w:val="00347005"/>
    <w:rsid w:val="003472A9"/>
    <w:rsid w:val="00347620"/>
    <w:rsid w:val="00347657"/>
    <w:rsid w:val="00347902"/>
    <w:rsid w:val="0034791B"/>
    <w:rsid w:val="00347967"/>
    <w:rsid w:val="00347B8B"/>
    <w:rsid w:val="00347BCA"/>
    <w:rsid w:val="00347C87"/>
    <w:rsid w:val="0035016F"/>
    <w:rsid w:val="0035017D"/>
    <w:rsid w:val="003503E9"/>
    <w:rsid w:val="0035045A"/>
    <w:rsid w:val="00350947"/>
    <w:rsid w:val="003509A0"/>
    <w:rsid w:val="00350B74"/>
    <w:rsid w:val="00350BAB"/>
    <w:rsid w:val="00350BB2"/>
    <w:rsid w:val="00350D23"/>
    <w:rsid w:val="00350D2B"/>
    <w:rsid w:val="00350E08"/>
    <w:rsid w:val="00350EE5"/>
    <w:rsid w:val="00351013"/>
    <w:rsid w:val="00351159"/>
    <w:rsid w:val="0035146F"/>
    <w:rsid w:val="003515B1"/>
    <w:rsid w:val="003517B1"/>
    <w:rsid w:val="00351BA1"/>
    <w:rsid w:val="00351DDF"/>
    <w:rsid w:val="00351E14"/>
    <w:rsid w:val="00351EFA"/>
    <w:rsid w:val="0035222B"/>
    <w:rsid w:val="003524CC"/>
    <w:rsid w:val="003524E7"/>
    <w:rsid w:val="00352629"/>
    <w:rsid w:val="0035277B"/>
    <w:rsid w:val="00352845"/>
    <w:rsid w:val="00352B4A"/>
    <w:rsid w:val="00352C61"/>
    <w:rsid w:val="00352E10"/>
    <w:rsid w:val="00352E98"/>
    <w:rsid w:val="003530C0"/>
    <w:rsid w:val="003530F9"/>
    <w:rsid w:val="00353308"/>
    <w:rsid w:val="003534FA"/>
    <w:rsid w:val="003537E1"/>
    <w:rsid w:val="003538B6"/>
    <w:rsid w:val="00353B26"/>
    <w:rsid w:val="0035467B"/>
    <w:rsid w:val="003549F8"/>
    <w:rsid w:val="00354AE1"/>
    <w:rsid w:val="00354E49"/>
    <w:rsid w:val="00354FC2"/>
    <w:rsid w:val="00355123"/>
    <w:rsid w:val="00355154"/>
    <w:rsid w:val="003553CB"/>
    <w:rsid w:val="0035551A"/>
    <w:rsid w:val="00355546"/>
    <w:rsid w:val="003556DE"/>
    <w:rsid w:val="003557E6"/>
    <w:rsid w:val="003558B4"/>
    <w:rsid w:val="0035592B"/>
    <w:rsid w:val="003559E2"/>
    <w:rsid w:val="003559E5"/>
    <w:rsid w:val="00355A85"/>
    <w:rsid w:val="00355A93"/>
    <w:rsid w:val="00355AED"/>
    <w:rsid w:val="00355C82"/>
    <w:rsid w:val="003560E7"/>
    <w:rsid w:val="003562C7"/>
    <w:rsid w:val="00356365"/>
    <w:rsid w:val="00356824"/>
    <w:rsid w:val="0035684C"/>
    <w:rsid w:val="00356AE8"/>
    <w:rsid w:val="00356C1A"/>
    <w:rsid w:val="00356C87"/>
    <w:rsid w:val="00356D30"/>
    <w:rsid w:val="00357187"/>
    <w:rsid w:val="00357247"/>
    <w:rsid w:val="00357285"/>
    <w:rsid w:val="003573CF"/>
    <w:rsid w:val="00357962"/>
    <w:rsid w:val="00357B45"/>
    <w:rsid w:val="00357F59"/>
    <w:rsid w:val="003604A4"/>
    <w:rsid w:val="003604BB"/>
    <w:rsid w:val="003606AF"/>
    <w:rsid w:val="00360799"/>
    <w:rsid w:val="003607BD"/>
    <w:rsid w:val="003608E3"/>
    <w:rsid w:val="0036092B"/>
    <w:rsid w:val="003609FC"/>
    <w:rsid w:val="00360A1F"/>
    <w:rsid w:val="00360CF0"/>
    <w:rsid w:val="00360DDB"/>
    <w:rsid w:val="00360E55"/>
    <w:rsid w:val="00360EE9"/>
    <w:rsid w:val="00361409"/>
    <w:rsid w:val="003615D7"/>
    <w:rsid w:val="003618D7"/>
    <w:rsid w:val="00361B34"/>
    <w:rsid w:val="00361E89"/>
    <w:rsid w:val="00361EE1"/>
    <w:rsid w:val="00361FDD"/>
    <w:rsid w:val="003620CC"/>
    <w:rsid w:val="003621E2"/>
    <w:rsid w:val="003622C3"/>
    <w:rsid w:val="0036245D"/>
    <w:rsid w:val="00362A51"/>
    <w:rsid w:val="00362C28"/>
    <w:rsid w:val="00362E79"/>
    <w:rsid w:val="00362ECE"/>
    <w:rsid w:val="00362FC8"/>
    <w:rsid w:val="00363097"/>
    <w:rsid w:val="00363125"/>
    <w:rsid w:val="00363347"/>
    <w:rsid w:val="00363390"/>
    <w:rsid w:val="00363819"/>
    <w:rsid w:val="00363918"/>
    <w:rsid w:val="00363942"/>
    <w:rsid w:val="00363A54"/>
    <w:rsid w:val="00363CBE"/>
    <w:rsid w:val="00363DE2"/>
    <w:rsid w:val="00363F22"/>
    <w:rsid w:val="00363FDF"/>
    <w:rsid w:val="00364205"/>
    <w:rsid w:val="0036421D"/>
    <w:rsid w:val="003643A0"/>
    <w:rsid w:val="003644A0"/>
    <w:rsid w:val="003645D7"/>
    <w:rsid w:val="003646C9"/>
    <w:rsid w:val="00364921"/>
    <w:rsid w:val="00364ACA"/>
    <w:rsid w:val="00364AF7"/>
    <w:rsid w:val="00364F93"/>
    <w:rsid w:val="00364FA7"/>
    <w:rsid w:val="0036506C"/>
    <w:rsid w:val="003650AF"/>
    <w:rsid w:val="003653D3"/>
    <w:rsid w:val="00365A5B"/>
    <w:rsid w:val="00365CA9"/>
    <w:rsid w:val="00365CDD"/>
    <w:rsid w:val="00365EF9"/>
    <w:rsid w:val="00365F54"/>
    <w:rsid w:val="00366386"/>
    <w:rsid w:val="003663AB"/>
    <w:rsid w:val="00366455"/>
    <w:rsid w:val="0036645F"/>
    <w:rsid w:val="00366764"/>
    <w:rsid w:val="0036680E"/>
    <w:rsid w:val="003668BE"/>
    <w:rsid w:val="00366D57"/>
    <w:rsid w:val="00366EFF"/>
    <w:rsid w:val="0036710A"/>
    <w:rsid w:val="00367251"/>
    <w:rsid w:val="00367377"/>
    <w:rsid w:val="003676F9"/>
    <w:rsid w:val="00367742"/>
    <w:rsid w:val="0036787C"/>
    <w:rsid w:val="00367998"/>
    <w:rsid w:val="00367DCF"/>
    <w:rsid w:val="00367FB1"/>
    <w:rsid w:val="0037017E"/>
    <w:rsid w:val="00370412"/>
    <w:rsid w:val="0037045C"/>
    <w:rsid w:val="003704B8"/>
    <w:rsid w:val="003704CB"/>
    <w:rsid w:val="003707B6"/>
    <w:rsid w:val="003708AE"/>
    <w:rsid w:val="00370B38"/>
    <w:rsid w:val="00370B6C"/>
    <w:rsid w:val="00370E61"/>
    <w:rsid w:val="00370ECD"/>
    <w:rsid w:val="00370F9D"/>
    <w:rsid w:val="00371063"/>
    <w:rsid w:val="00371154"/>
    <w:rsid w:val="003711A9"/>
    <w:rsid w:val="00371427"/>
    <w:rsid w:val="00371495"/>
    <w:rsid w:val="00371C0D"/>
    <w:rsid w:val="00371F30"/>
    <w:rsid w:val="00371FB9"/>
    <w:rsid w:val="003721AD"/>
    <w:rsid w:val="00372236"/>
    <w:rsid w:val="00372328"/>
    <w:rsid w:val="003724D6"/>
    <w:rsid w:val="0037267C"/>
    <w:rsid w:val="003727AC"/>
    <w:rsid w:val="00372AD1"/>
    <w:rsid w:val="00372B7F"/>
    <w:rsid w:val="00372DD3"/>
    <w:rsid w:val="00372E13"/>
    <w:rsid w:val="00372E9C"/>
    <w:rsid w:val="003730C1"/>
    <w:rsid w:val="00373130"/>
    <w:rsid w:val="0037317E"/>
    <w:rsid w:val="00373403"/>
    <w:rsid w:val="003734A7"/>
    <w:rsid w:val="0037351B"/>
    <w:rsid w:val="003735B1"/>
    <w:rsid w:val="003735E1"/>
    <w:rsid w:val="0037367E"/>
    <w:rsid w:val="003737C0"/>
    <w:rsid w:val="003738A6"/>
    <w:rsid w:val="003738D7"/>
    <w:rsid w:val="00373972"/>
    <w:rsid w:val="00373AA0"/>
    <w:rsid w:val="00373C50"/>
    <w:rsid w:val="00373D42"/>
    <w:rsid w:val="00373E64"/>
    <w:rsid w:val="00373E6E"/>
    <w:rsid w:val="00373F62"/>
    <w:rsid w:val="00374162"/>
    <w:rsid w:val="0037427F"/>
    <w:rsid w:val="0037439D"/>
    <w:rsid w:val="003743BB"/>
    <w:rsid w:val="0037441A"/>
    <w:rsid w:val="00374481"/>
    <w:rsid w:val="00374762"/>
    <w:rsid w:val="00374978"/>
    <w:rsid w:val="00374AF9"/>
    <w:rsid w:val="00374D30"/>
    <w:rsid w:val="00374DD0"/>
    <w:rsid w:val="0037521D"/>
    <w:rsid w:val="0037527B"/>
    <w:rsid w:val="0037529A"/>
    <w:rsid w:val="0037531E"/>
    <w:rsid w:val="003753AA"/>
    <w:rsid w:val="0037540D"/>
    <w:rsid w:val="003755F5"/>
    <w:rsid w:val="00375829"/>
    <w:rsid w:val="0037584B"/>
    <w:rsid w:val="00375A23"/>
    <w:rsid w:val="00375BAA"/>
    <w:rsid w:val="00375BC7"/>
    <w:rsid w:val="00375CCA"/>
    <w:rsid w:val="00375EA7"/>
    <w:rsid w:val="00375F0D"/>
    <w:rsid w:val="0037605A"/>
    <w:rsid w:val="00376187"/>
    <w:rsid w:val="0037633B"/>
    <w:rsid w:val="003763C9"/>
    <w:rsid w:val="0037647B"/>
    <w:rsid w:val="003764D1"/>
    <w:rsid w:val="0037656F"/>
    <w:rsid w:val="003765C4"/>
    <w:rsid w:val="00376AF5"/>
    <w:rsid w:val="00376B27"/>
    <w:rsid w:val="00376BCF"/>
    <w:rsid w:val="00376E06"/>
    <w:rsid w:val="00376F38"/>
    <w:rsid w:val="00376F5D"/>
    <w:rsid w:val="00377062"/>
    <w:rsid w:val="003770F4"/>
    <w:rsid w:val="00377197"/>
    <w:rsid w:val="003772DA"/>
    <w:rsid w:val="003773BD"/>
    <w:rsid w:val="00377515"/>
    <w:rsid w:val="00377584"/>
    <w:rsid w:val="00377B23"/>
    <w:rsid w:val="00377BAE"/>
    <w:rsid w:val="00377BCA"/>
    <w:rsid w:val="00377E32"/>
    <w:rsid w:val="00377F4F"/>
    <w:rsid w:val="00380063"/>
    <w:rsid w:val="00380172"/>
    <w:rsid w:val="003802AF"/>
    <w:rsid w:val="0038035F"/>
    <w:rsid w:val="0038057A"/>
    <w:rsid w:val="003807E7"/>
    <w:rsid w:val="003808E5"/>
    <w:rsid w:val="00380972"/>
    <w:rsid w:val="00380979"/>
    <w:rsid w:val="003809D6"/>
    <w:rsid w:val="00380EF9"/>
    <w:rsid w:val="0038101D"/>
    <w:rsid w:val="00381087"/>
    <w:rsid w:val="00381115"/>
    <w:rsid w:val="00381166"/>
    <w:rsid w:val="003811C7"/>
    <w:rsid w:val="00381324"/>
    <w:rsid w:val="00381597"/>
    <w:rsid w:val="0038202C"/>
    <w:rsid w:val="00382051"/>
    <w:rsid w:val="003820D4"/>
    <w:rsid w:val="003822D7"/>
    <w:rsid w:val="00382354"/>
    <w:rsid w:val="00382622"/>
    <w:rsid w:val="0038265D"/>
    <w:rsid w:val="003827EC"/>
    <w:rsid w:val="00382919"/>
    <w:rsid w:val="0038299D"/>
    <w:rsid w:val="00382B6A"/>
    <w:rsid w:val="00382DD5"/>
    <w:rsid w:val="003831C8"/>
    <w:rsid w:val="0038341C"/>
    <w:rsid w:val="00383702"/>
    <w:rsid w:val="0038370F"/>
    <w:rsid w:val="0038387F"/>
    <w:rsid w:val="0038390F"/>
    <w:rsid w:val="00383ADD"/>
    <w:rsid w:val="00383E68"/>
    <w:rsid w:val="003840F1"/>
    <w:rsid w:val="003845F6"/>
    <w:rsid w:val="003846F4"/>
    <w:rsid w:val="0038475F"/>
    <w:rsid w:val="00384CC2"/>
    <w:rsid w:val="0038502F"/>
    <w:rsid w:val="00385200"/>
    <w:rsid w:val="00385349"/>
    <w:rsid w:val="00385583"/>
    <w:rsid w:val="003855A4"/>
    <w:rsid w:val="00385641"/>
    <w:rsid w:val="00385687"/>
    <w:rsid w:val="003858E8"/>
    <w:rsid w:val="00385F3E"/>
    <w:rsid w:val="00385FE9"/>
    <w:rsid w:val="0038622D"/>
    <w:rsid w:val="00386499"/>
    <w:rsid w:val="00386556"/>
    <w:rsid w:val="0038667B"/>
    <w:rsid w:val="003867C6"/>
    <w:rsid w:val="00386BEE"/>
    <w:rsid w:val="00386CEC"/>
    <w:rsid w:val="00386DB6"/>
    <w:rsid w:val="00386E57"/>
    <w:rsid w:val="00386ED2"/>
    <w:rsid w:val="00387168"/>
    <w:rsid w:val="0038722F"/>
    <w:rsid w:val="00387346"/>
    <w:rsid w:val="00387364"/>
    <w:rsid w:val="00387543"/>
    <w:rsid w:val="00387633"/>
    <w:rsid w:val="003876B9"/>
    <w:rsid w:val="0038798C"/>
    <w:rsid w:val="003879CD"/>
    <w:rsid w:val="00387ACB"/>
    <w:rsid w:val="00387D5C"/>
    <w:rsid w:val="00390329"/>
    <w:rsid w:val="0039050B"/>
    <w:rsid w:val="003906BA"/>
    <w:rsid w:val="003906E7"/>
    <w:rsid w:val="00390769"/>
    <w:rsid w:val="00390A64"/>
    <w:rsid w:val="00390ABA"/>
    <w:rsid w:val="00390C5F"/>
    <w:rsid w:val="00390DD5"/>
    <w:rsid w:val="00391031"/>
    <w:rsid w:val="003912A6"/>
    <w:rsid w:val="003915CE"/>
    <w:rsid w:val="00391753"/>
    <w:rsid w:val="00391770"/>
    <w:rsid w:val="003917A7"/>
    <w:rsid w:val="00391AC8"/>
    <w:rsid w:val="00391AF6"/>
    <w:rsid w:val="00391EF5"/>
    <w:rsid w:val="00391F53"/>
    <w:rsid w:val="00392415"/>
    <w:rsid w:val="003925F8"/>
    <w:rsid w:val="003926F7"/>
    <w:rsid w:val="0039278A"/>
    <w:rsid w:val="003929A3"/>
    <w:rsid w:val="003929B5"/>
    <w:rsid w:val="00392BED"/>
    <w:rsid w:val="00392DD5"/>
    <w:rsid w:val="00392E47"/>
    <w:rsid w:val="00392FA4"/>
    <w:rsid w:val="00392FBA"/>
    <w:rsid w:val="00392FEA"/>
    <w:rsid w:val="00393010"/>
    <w:rsid w:val="003931AA"/>
    <w:rsid w:val="003931E8"/>
    <w:rsid w:val="00393258"/>
    <w:rsid w:val="0039327E"/>
    <w:rsid w:val="003933F2"/>
    <w:rsid w:val="003938BB"/>
    <w:rsid w:val="00393E14"/>
    <w:rsid w:val="00393F0A"/>
    <w:rsid w:val="00393F53"/>
    <w:rsid w:val="00393F60"/>
    <w:rsid w:val="00394318"/>
    <w:rsid w:val="0039435D"/>
    <w:rsid w:val="003944D8"/>
    <w:rsid w:val="0039461A"/>
    <w:rsid w:val="003946C0"/>
    <w:rsid w:val="00394A38"/>
    <w:rsid w:val="00394CEA"/>
    <w:rsid w:val="00395083"/>
    <w:rsid w:val="00395312"/>
    <w:rsid w:val="0039541D"/>
    <w:rsid w:val="00395455"/>
    <w:rsid w:val="003955D7"/>
    <w:rsid w:val="00395653"/>
    <w:rsid w:val="003956DB"/>
    <w:rsid w:val="00395708"/>
    <w:rsid w:val="003957AC"/>
    <w:rsid w:val="0039596F"/>
    <w:rsid w:val="00395D7F"/>
    <w:rsid w:val="00395E2C"/>
    <w:rsid w:val="00395F0C"/>
    <w:rsid w:val="00395F6A"/>
    <w:rsid w:val="003961B5"/>
    <w:rsid w:val="003961CB"/>
    <w:rsid w:val="003961F0"/>
    <w:rsid w:val="00396223"/>
    <w:rsid w:val="00396244"/>
    <w:rsid w:val="003964C5"/>
    <w:rsid w:val="00396A4F"/>
    <w:rsid w:val="00396B42"/>
    <w:rsid w:val="00396BB5"/>
    <w:rsid w:val="00396DA7"/>
    <w:rsid w:val="00397182"/>
    <w:rsid w:val="003972B4"/>
    <w:rsid w:val="00397431"/>
    <w:rsid w:val="0039752C"/>
    <w:rsid w:val="0039754C"/>
    <w:rsid w:val="003976E1"/>
    <w:rsid w:val="003978AB"/>
    <w:rsid w:val="003978F3"/>
    <w:rsid w:val="00397911"/>
    <w:rsid w:val="00397CD8"/>
    <w:rsid w:val="00397E96"/>
    <w:rsid w:val="00397EFD"/>
    <w:rsid w:val="003A05D4"/>
    <w:rsid w:val="003A0630"/>
    <w:rsid w:val="003A072F"/>
    <w:rsid w:val="003A08FF"/>
    <w:rsid w:val="003A094B"/>
    <w:rsid w:val="003A0BD4"/>
    <w:rsid w:val="003A0BF8"/>
    <w:rsid w:val="003A0FE4"/>
    <w:rsid w:val="003A116B"/>
    <w:rsid w:val="003A1249"/>
    <w:rsid w:val="003A1283"/>
    <w:rsid w:val="003A149A"/>
    <w:rsid w:val="003A1689"/>
    <w:rsid w:val="003A1926"/>
    <w:rsid w:val="003A1A52"/>
    <w:rsid w:val="003A1CFD"/>
    <w:rsid w:val="003A1D11"/>
    <w:rsid w:val="003A200A"/>
    <w:rsid w:val="003A2038"/>
    <w:rsid w:val="003A2135"/>
    <w:rsid w:val="003A2243"/>
    <w:rsid w:val="003A2638"/>
    <w:rsid w:val="003A26C3"/>
    <w:rsid w:val="003A29BD"/>
    <w:rsid w:val="003A29CD"/>
    <w:rsid w:val="003A2D69"/>
    <w:rsid w:val="003A2F51"/>
    <w:rsid w:val="003A2F6B"/>
    <w:rsid w:val="003A315A"/>
    <w:rsid w:val="003A324A"/>
    <w:rsid w:val="003A3541"/>
    <w:rsid w:val="003A39D4"/>
    <w:rsid w:val="003A3E67"/>
    <w:rsid w:val="003A41C7"/>
    <w:rsid w:val="003A4229"/>
    <w:rsid w:val="003A4231"/>
    <w:rsid w:val="003A42FF"/>
    <w:rsid w:val="003A432D"/>
    <w:rsid w:val="003A4333"/>
    <w:rsid w:val="003A4360"/>
    <w:rsid w:val="003A4400"/>
    <w:rsid w:val="003A4818"/>
    <w:rsid w:val="003A4858"/>
    <w:rsid w:val="003A48D0"/>
    <w:rsid w:val="003A4E7B"/>
    <w:rsid w:val="003A4EE6"/>
    <w:rsid w:val="003A52FA"/>
    <w:rsid w:val="003A54E0"/>
    <w:rsid w:val="003A566E"/>
    <w:rsid w:val="003A5770"/>
    <w:rsid w:val="003A57BF"/>
    <w:rsid w:val="003A5824"/>
    <w:rsid w:val="003A5E8A"/>
    <w:rsid w:val="003A60DA"/>
    <w:rsid w:val="003A6309"/>
    <w:rsid w:val="003A6448"/>
    <w:rsid w:val="003A6515"/>
    <w:rsid w:val="003A661C"/>
    <w:rsid w:val="003A66EC"/>
    <w:rsid w:val="003A6770"/>
    <w:rsid w:val="003A6A4C"/>
    <w:rsid w:val="003A6ADC"/>
    <w:rsid w:val="003A6DE6"/>
    <w:rsid w:val="003A6E60"/>
    <w:rsid w:val="003A6EEC"/>
    <w:rsid w:val="003A6FCD"/>
    <w:rsid w:val="003A7166"/>
    <w:rsid w:val="003A73F3"/>
    <w:rsid w:val="003A75EF"/>
    <w:rsid w:val="003A77AF"/>
    <w:rsid w:val="003A78AF"/>
    <w:rsid w:val="003A7CDA"/>
    <w:rsid w:val="003A7D94"/>
    <w:rsid w:val="003A7FE3"/>
    <w:rsid w:val="003B026C"/>
    <w:rsid w:val="003B0593"/>
    <w:rsid w:val="003B0648"/>
    <w:rsid w:val="003B07D9"/>
    <w:rsid w:val="003B0A62"/>
    <w:rsid w:val="003B0A92"/>
    <w:rsid w:val="003B0D5E"/>
    <w:rsid w:val="003B0FB1"/>
    <w:rsid w:val="003B10AA"/>
    <w:rsid w:val="003B1220"/>
    <w:rsid w:val="003B12F5"/>
    <w:rsid w:val="003B1344"/>
    <w:rsid w:val="003B151A"/>
    <w:rsid w:val="003B151E"/>
    <w:rsid w:val="003B1646"/>
    <w:rsid w:val="003B16D1"/>
    <w:rsid w:val="003B17B2"/>
    <w:rsid w:val="003B1C9F"/>
    <w:rsid w:val="003B1D03"/>
    <w:rsid w:val="003B1DDC"/>
    <w:rsid w:val="003B1F53"/>
    <w:rsid w:val="003B1F5D"/>
    <w:rsid w:val="003B1F94"/>
    <w:rsid w:val="003B1FFC"/>
    <w:rsid w:val="003B2526"/>
    <w:rsid w:val="003B25C3"/>
    <w:rsid w:val="003B2979"/>
    <w:rsid w:val="003B2BEA"/>
    <w:rsid w:val="003B2C26"/>
    <w:rsid w:val="003B2F1D"/>
    <w:rsid w:val="003B315F"/>
    <w:rsid w:val="003B3226"/>
    <w:rsid w:val="003B3464"/>
    <w:rsid w:val="003B34FB"/>
    <w:rsid w:val="003B34FD"/>
    <w:rsid w:val="003B3508"/>
    <w:rsid w:val="003B3A38"/>
    <w:rsid w:val="003B3D7D"/>
    <w:rsid w:val="003B3DB3"/>
    <w:rsid w:val="003B430B"/>
    <w:rsid w:val="003B4577"/>
    <w:rsid w:val="003B45EC"/>
    <w:rsid w:val="003B463D"/>
    <w:rsid w:val="003B4844"/>
    <w:rsid w:val="003B4919"/>
    <w:rsid w:val="003B4AAE"/>
    <w:rsid w:val="003B4AD6"/>
    <w:rsid w:val="003B4CB9"/>
    <w:rsid w:val="003B4E14"/>
    <w:rsid w:val="003B4F20"/>
    <w:rsid w:val="003B5181"/>
    <w:rsid w:val="003B51AE"/>
    <w:rsid w:val="003B55D3"/>
    <w:rsid w:val="003B563C"/>
    <w:rsid w:val="003B56EB"/>
    <w:rsid w:val="003B57A8"/>
    <w:rsid w:val="003B5AB9"/>
    <w:rsid w:val="003B5B75"/>
    <w:rsid w:val="003B5D7D"/>
    <w:rsid w:val="003B5E1C"/>
    <w:rsid w:val="003B642C"/>
    <w:rsid w:val="003B64A2"/>
    <w:rsid w:val="003B6664"/>
    <w:rsid w:val="003B680E"/>
    <w:rsid w:val="003B6AE1"/>
    <w:rsid w:val="003B6B5E"/>
    <w:rsid w:val="003B6FF2"/>
    <w:rsid w:val="003B6FF6"/>
    <w:rsid w:val="003B70EC"/>
    <w:rsid w:val="003B7177"/>
    <w:rsid w:val="003B7373"/>
    <w:rsid w:val="003B73F0"/>
    <w:rsid w:val="003B7507"/>
    <w:rsid w:val="003B7686"/>
    <w:rsid w:val="003B77B4"/>
    <w:rsid w:val="003B78EC"/>
    <w:rsid w:val="003B7A0B"/>
    <w:rsid w:val="003B7B6D"/>
    <w:rsid w:val="003B7B7D"/>
    <w:rsid w:val="003C01BA"/>
    <w:rsid w:val="003C025B"/>
    <w:rsid w:val="003C02D6"/>
    <w:rsid w:val="003C081B"/>
    <w:rsid w:val="003C0A45"/>
    <w:rsid w:val="003C0B33"/>
    <w:rsid w:val="003C0DAD"/>
    <w:rsid w:val="003C0DFA"/>
    <w:rsid w:val="003C0EC2"/>
    <w:rsid w:val="003C121A"/>
    <w:rsid w:val="003C1249"/>
    <w:rsid w:val="003C1295"/>
    <w:rsid w:val="003C13E8"/>
    <w:rsid w:val="003C13FE"/>
    <w:rsid w:val="003C142E"/>
    <w:rsid w:val="003C1508"/>
    <w:rsid w:val="003C18EC"/>
    <w:rsid w:val="003C1C82"/>
    <w:rsid w:val="003C1DD8"/>
    <w:rsid w:val="003C1FA7"/>
    <w:rsid w:val="003C212F"/>
    <w:rsid w:val="003C21A5"/>
    <w:rsid w:val="003C2212"/>
    <w:rsid w:val="003C22FD"/>
    <w:rsid w:val="003C28EE"/>
    <w:rsid w:val="003C2AD1"/>
    <w:rsid w:val="003C2CAC"/>
    <w:rsid w:val="003C2E47"/>
    <w:rsid w:val="003C3091"/>
    <w:rsid w:val="003C3105"/>
    <w:rsid w:val="003C3156"/>
    <w:rsid w:val="003C31A4"/>
    <w:rsid w:val="003C35E0"/>
    <w:rsid w:val="003C3616"/>
    <w:rsid w:val="003C365F"/>
    <w:rsid w:val="003C369A"/>
    <w:rsid w:val="003C369F"/>
    <w:rsid w:val="003C381B"/>
    <w:rsid w:val="003C39C4"/>
    <w:rsid w:val="003C3ADF"/>
    <w:rsid w:val="003C3B55"/>
    <w:rsid w:val="003C3E3B"/>
    <w:rsid w:val="003C3E6C"/>
    <w:rsid w:val="003C3E75"/>
    <w:rsid w:val="003C4134"/>
    <w:rsid w:val="003C4209"/>
    <w:rsid w:val="003C4477"/>
    <w:rsid w:val="003C448C"/>
    <w:rsid w:val="003C45A9"/>
    <w:rsid w:val="003C48ED"/>
    <w:rsid w:val="003C4BA6"/>
    <w:rsid w:val="003C52A4"/>
    <w:rsid w:val="003C54D8"/>
    <w:rsid w:val="003C58EE"/>
    <w:rsid w:val="003C5952"/>
    <w:rsid w:val="003C5A0B"/>
    <w:rsid w:val="003C5A18"/>
    <w:rsid w:val="003C5BB0"/>
    <w:rsid w:val="003C5BD4"/>
    <w:rsid w:val="003C5BDA"/>
    <w:rsid w:val="003C5FB9"/>
    <w:rsid w:val="003C60D9"/>
    <w:rsid w:val="003C681D"/>
    <w:rsid w:val="003C6823"/>
    <w:rsid w:val="003C6B35"/>
    <w:rsid w:val="003C6B5D"/>
    <w:rsid w:val="003C6C75"/>
    <w:rsid w:val="003C6F1E"/>
    <w:rsid w:val="003C7033"/>
    <w:rsid w:val="003C7178"/>
    <w:rsid w:val="003C731F"/>
    <w:rsid w:val="003C7345"/>
    <w:rsid w:val="003C73A4"/>
    <w:rsid w:val="003C7593"/>
    <w:rsid w:val="003C75F2"/>
    <w:rsid w:val="003C7841"/>
    <w:rsid w:val="003C78CC"/>
    <w:rsid w:val="003C7A18"/>
    <w:rsid w:val="003C7A4F"/>
    <w:rsid w:val="003C7A98"/>
    <w:rsid w:val="003C7AF9"/>
    <w:rsid w:val="003C7B93"/>
    <w:rsid w:val="003C7D7F"/>
    <w:rsid w:val="003C7DE4"/>
    <w:rsid w:val="003C7E71"/>
    <w:rsid w:val="003D00F3"/>
    <w:rsid w:val="003D0176"/>
    <w:rsid w:val="003D036C"/>
    <w:rsid w:val="003D0535"/>
    <w:rsid w:val="003D0652"/>
    <w:rsid w:val="003D069F"/>
    <w:rsid w:val="003D081E"/>
    <w:rsid w:val="003D0980"/>
    <w:rsid w:val="003D09ED"/>
    <w:rsid w:val="003D0BD6"/>
    <w:rsid w:val="003D0D77"/>
    <w:rsid w:val="003D1110"/>
    <w:rsid w:val="003D12C6"/>
    <w:rsid w:val="003D130A"/>
    <w:rsid w:val="003D1346"/>
    <w:rsid w:val="003D134F"/>
    <w:rsid w:val="003D142A"/>
    <w:rsid w:val="003D1464"/>
    <w:rsid w:val="003D14DB"/>
    <w:rsid w:val="003D154D"/>
    <w:rsid w:val="003D162F"/>
    <w:rsid w:val="003D1864"/>
    <w:rsid w:val="003D1982"/>
    <w:rsid w:val="003D1BE0"/>
    <w:rsid w:val="003D1C25"/>
    <w:rsid w:val="003D1C66"/>
    <w:rsid w:val="003D1DF3"/>
    <w:rsid w:val="003D1F65"/>
    <w:rsid w:val="003D20D8"/>
    <w:rsid w:val="003D2221"/>
    <w:rsid w:val="003D23C7"/>
    <w:rsid w:val="003D24E4"/>
    <w:rsid w:val="003D2548"/>
    <w:rsid w:val="003D25D3"/>
    <w:rsid w:val="003D2845"/>
    <w:rsid w:val="003D28FF"/>
    <w:rsid w:val="003D2AFD"/>
    <w:rsid w:val="003D2C46"/>
    <w:rsid w:val="003D2E86"/>
    <w:rsid w:val="003D2F98"/>
    <w:rsid w:val="003D3046"/>
    <w:rsid w:val="003D3120"/>
    <w:rsid w:val="003D31A5"/>
    <w:rsid w:val="003D3405"/>
    <w:rsid w:val="003D3551"/>
    <w:rsid w:val="003D364D"/>
    <w:rsid w:val="003D3783"/>
    <w:rsid w:val="003D39AD"/>
    <w:rsid w:val="003D3B19"/>
    <w:rsid w:val="003D3B23"/>
    <w:rsid w:val="003D3BB9"/>
    <w:rsid w:val="003D3BBD"/>
    <w:rsid w:val="003D3BDB"/>
    <w:rsid w:val="003D3D74"/>
    <w:rsid w:val="003D3D9F"/>
    <w:rsid w:val="003D3F03"/>
    <w:rsid w:val="003D3FAF"/>
    <w:rsid w:val="003D404E"/>
    <w:rsid w:val="003D40DB"/>
    <w:rsid w:val="003D41F0"/>
    <w:rsid w:val="003D4520"/>
    <w:rsid w:val="003D4666"/>
    <w:rsid w:val="003D490A"/>
    <w:rsid w:val="003D4CF9"/>
    <w:rsid w:val="003D4E02"/>
    <w:rsid w:val="003D4F3A"/>
    <w:rsid w:val="003D5055"/>
    <w:rsid w:val="003D52E0"/>
    <w:rsid w:val="003D5377"/>
    <w:rsid w:val="003D5CD3"/>
    <w:rsid w:val="003D5CF7"/>
    <w:rsid w:val="003D5D43"/>
    <w:rsid w:val="003D5D62"/>
    <w:rsid w:val="003D5E37"/>
    <w:rsid w:val="003D6082"/>
    <w:rsid w:val="003D61AA"/>
    <w:rsid w:val="003D61EA"/>
    <w:rsid w:val="003D62EB"/>
    <w:rsid w:val="003D64F1"/>
    <w:rsid w:val="003D664F"/>
    <w:rsid w:val="003D686B"/>
    <w:rsid w:val="003D6996"/>
    <w:rsid w:val="003D6BB0"/>
    <w:rsid w:val="003D6D20"/>
    <w:rsid w:val="003D6D9F"/>
    <w:rsid w:val="003D6ED7"/>
    <w:rsid w:val="003D71E9"/>
    <w:rsid w:val="003D7244"/>
    <w:rsid w:val="003D7377"/>
    <w:rsid w:val="003D7464"/>
    <w:rsid w:val="003D7684"/>
    <w:rsid w:val="003D76B3"/>
    <w:rsid w:val="003D76E1"/>
    <w:rsid w:val="003D7A03"/>
    <w:rsid w:val="003D7A84"/>
    <w:rsid w:val="003D7B61"/>
    <w:rsid w:val="003D7BCC"/>
    <w:rsid w:val="003D7ECF"/>
    <w:rsid w:val="003D7F37"/>
    <w:rsid w:val="003E0061"/>
    <w:rsid w:val="003E00A6"/>
    <w:rsid w:val="003E00FC"/>
    <w:rsid w:val="003E014E"/>
    <w:rsid w:val="003E0184"/>
    <w:rsid w:val="003E034D"/>
    <w:rsid w:val="003E0397"/>
    <w:rsid w:val="003E03DE"/>
    <w:rsid w:val="003E0489"/>
    <w:rsid w:val="003E0503"/>
    <w:rsid w:val="003E0513"/>
    <w:rsid w:val="003E07D4"/>
    <w:rsid w:val="003E084A"/>
    <w:rsid w:val="003E0B27"/>
    <w:rsid w:val="003E0B3A"/>
    <w:rsid w:val="003E0B9D"/>
    <w:rsid w:val="003E0DFE"/>
    <w:rsid w:val="003E0E1C"/>
    <w:rsid w:val="003E10EC"/>
    <w:rsid w:val="003E126D"/>
    <w:rsid w:val="003E1403"/>
    <w:rsid w:val="003E159B"/>
    <w:rsid w:val="003E18BE"/>
    <w:rsid w:val="003E1B79"/>
    <w:rsid w:val="003E1C23"/>
    <w:rsid w:val="003E1EC6"/>
    <w:rsid w:val="003E1EF4"/>
    <w:rsid w:val="003E1F11"/>
    <w:rsid w:val="003E23AC"/>
    <w:rsid w:val="003E2545"/>
    <w:rsid w:val="003E25F9"/>
    <w:rsid w:val="003E26CD"/>
    <w:rsid w:val="003E2860"/>
    <w:rsid w:val="003E2A74"/>
    <w:rsid w:val="003E3074"/>
    <w:rsid w:val="003E324C"/>
    <w:rsid w:val="003E332E"/>
    <w:rsid w:val="003E33F4"/>
    <w:rsid w:val="003E389E"/>
    <w:rsid w:val="003E38E0"/>
    <w:rsid w:val="003E3982"/>
    <w:rsid w:val="003E39EE"/>
    <w:rsid w:val="003E3A10"/>
    <w:rsid w:val="003E3A30"/>
    <w:rsid w:val="003E3D77"/>
    <w:rsid w:val="003E3FB8"/>
    <w:rsid w:val="003E4380"/>
    <w:rsid w:val="003E45A6"/>
    <w:rsid w:val="003E47ED"/>
    <w:rsid w:val="003E4872"/>
    <w:rsid w:val="003E499A"/>
    <w:rsid w:val="003E49AB"/>
    <w:rsid w:val="003E4A02"/>
    <w:rsid w:val="003E4A48"/>
    <w:rsid w:val="003E4AF9"/>
    <w:rsid w:val="003E4CF9"/>
    <w:rsid w:val="003E4D3A"/>
    <w:rsid w:val="003E5093"/>
    <w:rsid w:val="003E5371"/>
    <w:rsid w:val="003E53A2"/>
    <w:rsid w:val="003E54A6"/>
    <w:rsid w:val="003E54EC"/>
    <w:rsid w:val="003E56E5"/>
    <w:rsid w:val="003E56F9"/>
    <w:rsid w:val="003E5964"/>
    <w:rsid w:val="003E59A3"/>
    <w:rsid w:val="003E5A1F"/>
    <w:rsid w:val="003E5B33"/>
    <w:rsid w:val="003E5B6E"/>
    <w:rsid w:val="003E5BB8"/>
    <w:rsid w:val="003E5C4E"/>
    <w:rsid w:val="003E5C67"/>
    <w:rsid w:val="003E5D06"/>
    <w:rsid w:val="003E5DD0"/>
    <w:rsid w:val="003E6123"/>
    <w:rsid w:val="003E615E"/>
    <w:rsid w:val="003E62E0"/>
    <w:rsid w:val="003E6655"/>
    <w:rsid w:val="003E66AF"/>
    <w:rsid w:val="003E66DF"/>
    <w:rsid w:val="003E683E"/>
    <w:rsid w:val="003E6892"/>
    <w:rsid w:val="003E6A7D"/>
    <w:rsid w:val="003E6B8A"/>
    <w:rsid w:val="003E6C2D"/>
    <w:rsid w:val="003E6D68"/>
    <w:rsid w:val="003E6FD6"/>
    <w:rsid w:val="003E718C"/>
    <w:rsid w:val="003E71F8"/>
    <w:rsid w:val="003E7773"/>
    <w:rsid w:val="003E7804"/>
    <w:rsid w:val="003E787A"/>
    <w:rsid w:val="003E79B3"/>
    <w:rsid w:val="003E79CC"/>
    <w:rsid w:val="003E7A98"/>
    <w:rsid w:val="003E7C97"/>
    <w:rsid w:val="003E7CAC"/>
    <w:rsid w:val="003E7DD5"/>
    <w:rsid w:val="003E7F9C"/>
    <w:rsid w:val="003E7FA5"/>
    <w:rsid w:val="003F00F2"/>
    <w:rsid w:val="003F022B"/>
    <w:rsid w:val="003F02F6"/>
    <w:rsid w:val="003F0500"/>
    <w:rsid w:val="003F0991"/>
    <w:rsid w:val="003F0A52"/>
    <w:rsid w:val="003F0CFA"/>
    <w:rsid w:val="003F0FB9"/>
    <w:rsid w:val="003F0FED"/>
    <w:rsid w:val="003F101C"/>
    <w:rsid w:val="003F10B3"/>
    <w:rsid w:val="003F120D"/>
    <w:rsid w:val="003F1333"/>
    <w:rsid w:val="003F1715"/>
    <w:rsid w:val="003F17D4"/>
    <w:rsid w:val="003F1A5D"/>
    <w:rsid w:val="003F1DEF"/>
    <w:rsid w:val="003F24A8"/>
    <w:rsid w:val="003F25C9"/>
    <w:rsid w:val="003F26A2"/>
    <w:rsid w:val="003F287E"/>
    <w:rsid w:val="003F2909"/>
    <w:rsid w:val="003F29E2"/>
    <w:rsid w:val="003F2A59"/>
    <w:rsid w:val="003F2AA6"/>
    <w:rsid w:val="003F2C63"/>
    <w:rsid w:val="003F2CEB"/>
    <w:rsid w:val="003F2F27"/>
    <w:rsid w:val="003F2F7B"/>
    <w:rsid w:val="003F307F"/>
    <w:rsid w:val="003F308D"/>
    <w:rsid w:val="003F30C8"/>
    <w:rsid w:val="003F315C"/>
    <w:rsid w:val="003F31E0"/>
    <w:rsid w:val="003F3213"/>
    <w:rsid w:val="003F3278"/>
    <w:rsid w:val="003F3453"/>
    <w:rsid w:val="003F3518"/>
    <w:rsid w:val="003F3587"/>
    <w:rsid w:val="003F37CB"/>
    <w:rsid w:val="003F3C2B"/>
    <w:rsid w:val="003F3CBA"/>
    <w:rsid w:val="003F4004"/>
    <w:rsid w:val="003F401B"/>
    <w:rsid w:val="003F41C1"/>
    <w:rsid w:val="003F423A"/>
    <w:rsid w:val="003F4254"/>
    <w:rsid w:val="003F44FD"/>
    <w:rsid w:val="003F45DD"/>
    <w:rsid w:val="003F4640"/>
    <w:rsid w:val="003F49D3"/>
    <w:rsid w:val="003F4A3C"/>
    <w:rsid w:val="003F4A6A"/>
    <w:rsid w:val="003F4CBF"/>
    <w:rsid w:val="003F4D98"/>
    <w:rsid w:val="003F4F79"/>
    <w:rsid w:val="003F510A"/>
    <w:rsid w:val="003F53F0"/>
    <w:rsid w:val="003F5496"/>
    <w:rsid w:val="003F565F"/>
    <w:rsid w:val="003F5982"/>
    <w:rsid w:val="003F5B07"/>
    <w:rsid w:val="003F5C23"/>
    <w:rsid w:val="003F5C4C"/>
    <w:rsid w:val="003F5D32"/>
    <w:rsid w:val="003F5E11"/>
    <w:rsid w:val="003F5E45"/>
    <w:rsid w:val="003F6074"/>
    <w:rsid w:val="003F6078"/>
    <w:rsid w:val="003F61E3"/>
    <w:rsid w:val="003F69F8"/>
    <w:rsid w:val="003F7044"/>
    <w:rsid w:val="003F7122"/>
    <w:rsid w:val="003F733D"/>
    <w:rsid w:val="003F7343"/>
    <w:rsid w:val="003F7496"/>
    <w:rsid w:val="003F7544"/>
    <w:rsid w:val="003F767B"/>
    <w:rsid w:val="003F7C5E"/>
    <w:rsid w:val="003F7E34"/>
    <w:rsid w:val="003F7E83"/>
    <w:rsid w:val="004001C0"/>
    <w:rsid w:val="00400249"/>
    <w:rsid w:val="00400358"/>
    <w:rsid w:val="00400370"/>
    <w:rsid w:val="004004D9"/>
    <w:rsid w:val="00400619"/>
    <w:rsid w:val="00400987"/>
    <w:rsid w:val="004009C3"/>
    <w:rsid w:val="00400B99"/>
    <w:rsid w:val="00400D29"/>
    <w:rsid w:val="00400D8D"/>
    <w:rsid w:val="00400DFF"/>
    <w:rsid w:val="00400EFD"/>
    <w:rsid w:val="00400F2B"/>
    <w:rsid w:val="004010F8"/>
    <w:rsid w:val="0040147F"/>
    <w:rsid w:val="0040172B"/>
    <w:rsid w:val="004019BB"/>
    <w:rsid w:val="00401C44"/>
    <w:rsid w:val="00401D2D"/>
    <w:rsid w:val="00401D53"/>
    <w:rsid w:val="00401D99"/>
    <w:rsid w:val="00401DFA"/>
    <w:rsid w:val="004020CE"/>
    <w:rsid w:val="00402184"/>
    <w:rsid w:val="004022D3"/>
    <w:rsid w:val="00402324"/>
    <w:rsid w:val="00402356"/>
    <w:rsid w:val="0040249E"/>
    <w:rsid w:val="004028D3"/>
    <w:rsid w:val="00402A02"/>
    <w:rsid w:val="00402A54"/>
    <w:rsid w:val="00402B0B"/>
    <w:rsid w:val="00402B8D"/>
    <w:rsid w:val="00402CF8"/>
    <w:rsid w:val="00402EAE"/>
    <w:rsid w:val="00402FD1"/>
    <w:rsid w:val="004033DA"/>
    <w:rsid w:val="00403448"/>
    <w:rsid w:val="004036A2"/>
    <w:rsid w:val="0040379D"/>
    <w:rsid w:val="0040382B"/>
    <w:rsid w:val="00403A87"/>
    <w:rsid w:val="00404046"/>
    <w:rsid w:val="00404350"/>
    <w:rsid w:val="004043D4"/>
    <w:rsid w:val="00404424"/>
    <w:rsid w:val="00404523"/>
    <w:rsid w:val="00404589"/>
    <w:rsid w:val="0040472D"/>
    <w:rsid w:val="0040479C"/>
    <w:rsid w:val="004049AE"/>
    <w:rsid w:val="00404A62"/>
    <w:rsid w:val="00404A9C"/>
    <w:rsid w:val="00404B04"/>
    <w:rsid w:val="00404CA0"/>
    <w:rsid w:val="00404D94"/>
    <w:rsid w:val="00404E56"/>
    <w:rsid w:val="00404E74"/>
    <w:rsid w:val="004051ED"/>
    <w:rsid w:val="00405494"/>
    <w:rsid w:val="004054EF"/>
    <w:rsid w:val="00405710"/>
    <w:rsid w:val="004057DF"/>
    <w:rsid w:val="00405BD4"/>
    <w:rsid w:val="00405CBA"/>
    <w:rsid w:val="00405F07"/>
    <w:rsid w:val="00406079"/>
    <w:rsid w:val="0040641F"/>
    <w:rsid w:val="0040649C"/>
    <w:rsid w:val="004064F4"/>
    <w:rsid w:val="004065B5"/>
    <w:rsid w:val="004065FE"/>
    <w:rsid w:val="0040663D"/>
    <w:rsid w:val="004066EF"/>
    <w:rsid w:val="004068A8"/>
    <w:rsid w:val="00406A8F"/>
    <w:rsid w:val="00406B48"/>
    <w:rsid w:val="00406B66"/>
    <w:rsid w:val="00406D0A"/>
    <w:rsid w:val="00406E22"/>
    <w:rsid w:val="00406FF0"/>
    <w:rsid w:val="00407088"/>
    <w:rsid w:val="00407633"/>
    <w:rsid w:val="0040796C"/>
    <w:rsid w:val="00407A19"/>
    <w:rsid w:val="00407AEC"/>
    <w:rsid w:val="00407D93"/>
    <w:rsid w:val="00407DF9"/>
    <w:rsid w:val="00407E08"/>
    <w:rsid w:val="004101C1"/>
    <w:rsid w:val="00410330"/>
    <w:rsid w:val="00410535"/>
    <w:rsid w:val="00410697"/>
    <w:rsid w:val="00410883"/>
    <w:rsid w:val="004109A4"/>
    <w:rsid w:val="00410C26"/>
    <w:rsid w:val="00410DBC"/>
    <w:rsid w:val="00410DE8"/>
    <w:rsid w:val="00410F7E"/>
    <w:rsid w:val="0041111C"/>
    <w:rsid w:val="0041112E"/>
    <w:rsid w:val="004114A0"/>
    <w:rsid w:val="00411693"/>
    <w:rsid w:val="0041187A"/>
    <w:rsid w:val="004118C4"/>
    <w:rsid w:val="00411F96"/>
    <w:rsid w:val="00412056"/>
    <w:rsid w:val="00412104"/>
    <w:rsid w:val="004121DD"/>
    <w:rsid w:val="00412494"/>
    <w:rsid w:val="00412542"/>
    <w:rsid w:val="00412559"/>
    <w:rsid w:val="0041261E"/>
    <w:rsid w:val="00412684"/>
    <w:rsid w:val="0041281E"/>
    <w:rsid w:val="0041294D"/>
    <w:rsid w:val="00412B4F"/>
    <w:rsid w:val="00412D97"/>
    <w:rsid w:val="004130BC"/>
    <w:rsid w:val="004131AC"/>
    <w:rsid w:val="0041326C"/>
    <w:rsid w:val="004133E8"/>
    <w:rsid w:val="004134CF"/>
    <w:rsid w:val="00413814"/>
    <w:rsid w:val="00413A68"/>
    <w:rsid w:val="00413AD7"/>
    <w:rsid w:val="00413B1D"/>
    <w:rsid w:val="00413CFF"/>
    <w:rsid w:val="00413D56"/>
    <w:rsid w:val="00414054"/>
    <w:rsid w:val="0041406D"/>
    <w:rsid w:val="004145E0"/>
    <w:rsid w:val="004148A5"/>
    <w:rsid w:val="00414C5C"/>
    <w:rsid w:val="00414C70"/>
    <w:rsid w:val="00414CA1"/>
    <w:rsid w:val="00414E4D"/>
    <w:rsid w:val="00414FDC"/>
    <w:rsid w:val="00414FEB"/>
    <w:rsid w:val="00414FF0"/>
    <w:rsid w:val="00415025"/>
    <w:rsid w:val="004150A9"/>
    <w:rsid w:val="004150EC"/>
    <w:rsid w:val="0041512A"/>
    <w:rsid w:val="00415356"/>
    <w:rsid w:val="0041553D"/>
    <w:rsid w:val="00415775"/>
    <w:rsid w:val="00415790"/>
    <w:rsid w:val="00415839"/>
    <w:rsid w:val="004159B8"/>
    <w:rsid w:val="004159F7"/>
    <w:rsid w:val="00415AEC"/>
    <w:rsid w:val="00415B71"/>
    <w:rsid w:val="00415E1E"/>
    <w:rsid w:val="00416045"/>
    <w:rsid w:val="004160A3"/>
    <w:rsid w:val="004160B3"/>
    <w:rsid w:val="0041610C"/>
    <w:rsid w:val="004161A3"/>
    <w:rsid w:val="00416441"/>
    <w:rsid w:val="0041644A"/>
    <w:rsid w:val="004167B3"/>
    <w:rsid w:val="004169AA"/>
    <w:rsid w:val="00416B85"/>
    <w:rsid w:val="00416B97"/>
    <w:rsid w:val="00416C28"/>
    <w:rsid w:val="00416CBF"/>
    <w:rsid w:val="0041703A"/>
    <w:rsid w:val="00417132"/>
    <w:rsid w:val="00417272"/>
    <w:rsid w:val="004174D9"/>
    <w:rsid w:val="0041779B"/>
    <w:rsid w:val="00417818"/>
    <w:rsid w:val="00417908"/>
    <w:rsid w:val="0041797C"/>
    <w:rsid w:val="00417BE8"/>
    <w:rsid w:val="00417BF0"/>
    <w:rsid w:val="00417E9D"/>
    <w:rsid w:val="0042028F"/>
    <w:rsid w:val="00420482"/>
    <w:rsid w:val="00420591"/>
    <w:rsid w:val="00420683"/>
    <w:rsid w:val="004206A2"/>
    <w:rsid w:val="00420866"/>
    <w:rsid w:val="004208D4"/>
    <w:rsid w:val="00420C2B"/>
    <w:rsid w:val="00420DEB"/>
    <w:rsid w:val="0042118A"/>
    <w:rsid w:val="00421583"/>
    <w:rsid w:val="004215D1"/>
    <w:rsid w:val="004219B4"/>
    <w:rsid w:val="00421B3B"/>
    <w:rsid w:val="00421ED7"/>
    <w:rsid w:val="00422145"/>
    <w:rsid w:val="0042214E"/>
    <w:rsid w:val="0042224A"/>
    <w:rsid w:val="00422435"/>
    <w:rsid w:val="0042255C"/>
    <w:rsid w:val="0042258E"/>
    <w:rsid w:val="004225B2"/>
    <w:rsid w:val="0042263E"/>
    <w:rsid w:val="004228FC"/>
    <w:rsid w:val="00422955"/>
    <w:rsid w:val="00422D14"/>
    <w:rsid w:val="00422D65"/>
    <w:rsid w:val="0042330C"/>
    <w:rsid w:val="00423311"/>
    <w:rsid w:val="00423460"/>
    <w:rsid w:val="004235D3"/>
    <w:rsid w:val="00423E22"/>
    <w:rsid w:val="00423EF2"/>
    <w:rsid w:val="004241C0"/>
    <w:rsid w:val="0042425A"/>
    <w:rsid w:val="00424701"/>
    <w:rsid w:val="00424913"/>
    <w:rsid w:val="004249CB"/>
    <w:rsid w:val="00424AE1"/>
    <w:rsid w:val="00424AE8"/>
    <w:rsid w:val="00424C44"/>
    <w:rsid w:val="00424F14"/>
    <w:rsid w:val="00424FE9"/>
    <w:rsid w:val="0042552D"/>
    <w:rsid w:val="0042561A"/>
    <w:rsid w:val="00425A68"/>
    <w:rsid w:val="00425DF3"/>
    <w:rsid w:val="00425EFE"/>
    <w:rsid w:val="00426195"/>
    <w:rsid w:val="00426330"/>
    <w:rsid w:val="00426371"/>
    <w:rsid w:val="004263D1"/>
    <w:rsid w:val="004264FD"/>
    <w:rsid w:val="004265D7"/>
    <w:rsid w:val="0042668B"/>
    <w:rsid w:val="004267D4"/>
    <w:rsid w:val="00426936"/>
    <w:rsid w:val="00426D0D"/>
    <w:rsid w:val="00426D8F"/>
    <w:rsid w:val="004270D1"/>
    <w:rsid w:val="00427242"/>
    <w:rsid w:val="004273A8"/>
    <w:rsid w:val="00427641"/>
    <w:rsid w:val="004276F4"/>
    <w:rsid w:val="00427AEE"/>
    <w:rsid w:val="00427EF7"/>
    <w:rsid w:val="00430021"/>
    <w:rsid w:val="00430088"/>
    <w:rsid w:val="004300C7"/>
    <w:rsid w:val="00430228"/>
    <w:rsid w:val="0043022A"/>
    <w:rsid w:val="004303CE"/>
    <w:rsid w:val="004303E8"/>
    <w:rsid w:val="00430606"/>
    <w:rsid w:val="0043063C"/>
    <w:rsid w:val="00430745"/>
    <w:rsid w:val="004308B7"/>
    <w:rsid w:val="004308BB"/>
    <w:rsid w:val="00430AA3"/>
    <w:rsid w:val="00430ADF"/>
    <w:rsid w:val="00430DD3"/>
    <w:rsid w:val="00430DE7"/>
    <w:rsid w:val="00430E42"/>
    <w:rsid w:val="00431067"/>
    <w:rsid w:val="004310DD"/>
    <w:rsid w:val="00431338"/>
    <w:rsid w:val="004313F7"/>
    <w:rsid w:val="004316AE"/>
    <w:rsid w:val="00431989"/>
    <w:rsid w:val="00431AF0"/>
    <w:rsid w:val="0043227C"/>
    <w:rsid w:val="00432366"/>
    <w:rsid w:val="004323B7"/>
    <w:rsid w:val="004326D2"/>
    <w:rsid w:val="0043271F"/>
    <w:rsid w:val="0043288E"/>
    <w:rsid w:val="0043291B"/>
    <w:rsid w:val="00432A14"/>
    <w:rsid w:val="00432AFE"/>
    <w:rsid w:val="00432DCC"/>
    <w:rsid w:val="00432EF3"/>
    <w:rsid w:val="00432F56"/>
    <w:rsid w:val="0043302E"/>
    <w:rsid w:val="00433364"/>
    <w:rsid w:val="004333D1"/>
    <w:rsid w:val="00433537"/>
    <w:rsid w:val="004335C6"/>
    <w:rsid w:val="004335DB"/>
    <w:rsid w:val="004337DA"/>
    <w:rsid w:val="004339B6"/>
    <w:rsid w:val="00433FB9"/>
    <w:rsid w:val="00434038"/>
    <w:rsid w:val="00434080"/>
    <w:rsid w:val="00434299"/>
    <w:rsid w:val="00434350"/>
    <w:rsid w:val="00434771"/>
    <w:rsid w:val="004347BD"/>
    <w:rsid w:val="00434C61"/>
    <w:rsid w:val="00434F73"/>
    <w:rsid w:val="004353AA"/>
    <w:rsid w:val="004354E2"/>
    <w:rsid w:val="00435BA4"/>
    <w:rsid w:val="00435C5C"/>
    <w:rsid w:val="00435C6F"/>
    <w:rsid w:val="00435CD5"/>
    <w:rsid w:val="00436078"/>
    <w:rsid w:val="00436218"/>
    <w:rsid w:val="004362AD"/>
    <w:rsid w:val="0043633A"/>
    <w:rsid w:val="004363AA"/>
    <w:rsid w:val="00436452"/>
    <w:rsid w:val="00436498"/>
    <w:rsid w:val="00436D12"/>
    <w:rsid w:val="00436D6E"/>
    <w:rsid w:val="00436D88"/>
    <w:rsid w:val="004371F3"/>
    <w:rsid w:val="0043729E"/>
    <w:rsid w:val="004374BA"/>
    <w:rsid w:val="004374F1"/>
    <w:rsid w:val="00437703"/>
    <w:rsid w:val="00437736"/>
    <w:rsid w:val="004377FC"/>
    <w:rsid w:val="00437D4A"/>
    <w:rsid w:val="00440292"/>
    <w:rsid w:val="004405B0"/>
    <w:rsid w:val="00440621"/>
    <w:rsid w:val="00440AB3"/>
    <w:rsid w:val="00440BF6"/>
    <w:rsid w:val="00440E4C"/>
    <w:rsid w:val="00440E80"/>
    <w:rsid w:val="00440FB8"/>
    <w:rsid w:val="00441209"/>
    <w:rsid w:val="004414A6"/>
    <w:rsid w:val="0044159F"/>
    <w:rsid w:val="004416C8"/>
    <w:rsid w:val="004416D7"/>
    <w:rsid w:val="00441823"/>
    <w:rsid w:val="00441AAD"/>
    <w:rsid w:val="00441CF1"/>
    <w:rsid w:val="00441F21"/>
    <w:rsid w:val="0044236A"/>
    <w:rsid w:val="00442897"/>
    <w:rsid w:val="004428E5"/>
    <w:rsid w:val="00442944"/>
    <w:rsid w:val="0044298B"/>
    <w:rsid w:val="00442BD4"/>
    <w:rsid w:val="00442D80"/>
    <w:rsid w:val="00442E31"/>
    <w:rsid w:val="0044314C"/>
    <w:rsid w:val="00443337"/>
    <w:rsid w:val="0044336D"/>
    <w:rsid w:val="00443377"/>
    <w:rsid w:val="00443484"/>
    <w:rsid w:val="004435F0"/>
    <w:rsid w:val="00443676"/>
    <w:rsid w:val="0044389B"/>
    <w:rsid w:val="004438AD"/>
    <w:rsid w:val="00443BA3"/>
    <w:rsid w:val="00443BAD"/>
    <w:rsid w:val="00444302"/>
    <w:rsid w:val="00444310"/>
    <w:rsid w:val="00444485"/>
    <w:rsid w:val="004444BB"/>
    <w:rsid w:val="00444B0A"/>
    <w:rsid w:val="00444C88"/>
    <w:rsid w:val="00444E08"/>
    <w:rsid w:val="00444E94"/>
    <w:rsid w:val="0044510B"/>
    <w:rsid w:val="00445504"/>
    <w:rsid w:val="00445742"/>
    <w:rsid w:val="004458F0"/>
    <w:rsid w:val="00445B51"/>
    <w:rsid w:val="00445C5D"/>
    <w:rsid w:val="0044620C"/>
    <w:rsid w:val="00446241"/>
    <w:rsid w:val="004463CF"/>
    <w:rsid w:val="004466BB"/>
    <w:rsid w:val="0044694F"/>
    <w:rsid w:val="004469F4"/>
    <w:rsid w:val="00446A69"/>
    <w:rsid w:val="00446FBE"/>
    <w:rsid w:val="00446FCE"/>
    <w:rsid w:val="0044703E"/>
    <w:rsid w:val="004470C3"/>
    <w:rsid w:val="00447249"/>
    <w:rsid w:val="00447312"/>
    <w:rsid w:val="0044748E"/>
    <w:rsid w:val="004474A6"/>
    <w:rsid w:val="00447635"/>
    <w:rsid w:val="00447727"/>
    <w:rsid w:val="00447AAF"/>
    <w:rsid w:val="00447CBC"/>
    <w:rsid w:val="00447CDB"/>
    <w:rsid w:val="0045037C"/>
    <w:rsid w:val="00450734"/>
    <w:rsid w:val="004508DD"/>
    <w:rsid w:val="004509B8"/>
    <w:rsid w:val="00450ABD"/>
    <w:rsid w:val="00450B66"/>
    <w:rsid w:val="00450B8A"/>
    <w:rsid w:val="00450F82"/>
    <w:rsid w:val="004510C7"/>
    <w:rsid w:val="0045133A"/>
    <w:rsid w:val="00451419"/>
    <w:rsid w:val="00451616"/>
    <w:rsid w:val="00451C0D"/>
    <w:rsid w:val="00451C92"/>
    <w:rsid w:val="00451EA9"/>
    <w:rsid w:val="00452084"/>
    <w:rsid w:val="0045216C"/>
    <w:rsid w:val="004521C3"/>
    <w:rsid w:val="004529B3"/>
    <w:rsid w:val="004529F3"/>
    <w:rsid w:val="00452B80"/>
    <w:rsid w:val="00452C99"/>
    <w:rsid w:val="00452CDA"/>
    <w:rsid w:val="00452DAF"/>
    <w:rsid w:val="00452F98"/>
    <w:rsid w:val="0045311D"/>
    <w:rsid w:val="0045333D"/>
    <w:rsid w:val="004535F4"/>
    <w:rsid w:val="00453754"/>
    <w:rsid w:val="0045384C"/>
    <w:rsid w:val="00453865"/>
    <w:rsid w:val="0045395F"/>
    <w:rsid w:val="00453977"/>
    <w:rsid w:val="00453A2E"/>
    <w:rsid w:val="00453A77"/>
    <w:rsid w:val="00453AA6"/>
    <w:rsid w:val="00453B07"/>
    <w:rsid w:val="00453C7F"/>
    <w:rsid w:val="00453C94"/>
    <w:rsid w:val="00453E75"/>
    <w:rsid w:val="00453F22"/>
    <w:rsid w:val="0045422C"/>
    <w:rsid w:val="004543EE"/>
    <w:rsid w:val="00454775"/>
    <w:rsid w:val="004548E0"/>
    <w:rsid w:val="004549D6"/>
    <w:rsid w:val="00454CFF"/>
    <w:rsid w:val="00454D8A"/>
    <w:rsid w:val="00454EFB"/>
    <w:rsid w:val="00455017"/>
    <w:rsid w:val="004550AB"/>
    <w:rsid w:val="00455130"/>
    <w:rsid w:val="004552B7"/>
    <w:rsid w:val="004553DB"/>
    <w:rsid w:val="00455687"/>
    <w:rsid w:val="004556B3"/>
    <w:rsid w:val="00455742"/>
    <w:rsid w:val="00455826"/>
    <w:rsid w:val="0045582A"/>
    <w:rsid w:val="00455910"/>
    <w:rsid w:val="00455A28"/>
    <w:rsid w:val="00455AAA"/>
    <w:rsid w:val="00455D14"/>
    <w:rsid w:val="00455E21"/>
    <w:rsid w:val="00456038"/>
    <w:rsid w:val="00456042"/>
    <w:rsid w:val="00456075"/>
    <w:rsid w:val="0045607C"/>
    <w:rsid w:val="00456569"/>
    <w:rsid w:val="00456BCC"/>
    <w:rsid w:val="00456DD2"/>
    <w:rsid w:val="004571FB"/>
    <w:rsid w:val="004574D2"/>
    <w:rsid w:val="004579D6"/>
    <w:rsid w:val="00457BA5"/>
    <w:rsid w:val="00457DC1"/>
    <w:rsid w:val="00457EE6"/>
    <w:rsid w:val="0046002C"/>
    <w:rsid w:val="004600B5"/>
    <w:rsid w:val="0046015C"/>
    <w:rsid w:val="004601B1"/>
    <w:rsid w:val="004601F2"/>
    <w:rsid w:val="00460285"/>
    <w:rsid w:val="0046041E"/>
    <w:rsid w:val="004608D7"/>
    <w:rsid w:val="00460ACC"/>
    <w:rsid w:val="00460AE2"/>
    <w:rsid w:val="00460B04"/>
    <w:rsid w:val="00460B9F"/>
    <w:rsid w:val="00460D04"/>
    <w:rsid w:val="00460D29"/>
    <w:rsid w:val="00460DEC"/>
    <w:rsid w:val="00460EE6"/>
    <w:rsid w:val="00461041"/>
    <w:rsid w:val="00461220"/>
    <w:rsid w:val="004614EE"/>
    <w:rsid w:val="00461778"/>
    <w:rsid w:val="004619C7"/>
    <w:rsid w:val="004619E6"/>
    <w:rsid w:val="004619F3"/>
    <w:rsid w:val="00461B4A"/>
    <w:rsid w:val="00461F87"/>
    <w:rsid w:val="00462284"/>
    <w:rsid w:val="004622D4"/>
    <w:rsid w:val="00462440"/>
    <w:rsid w:val="00462570"/>
    <w:rsid w:val="004625E3"/>
    <w:rsid w:val="00462659"/>
    <w:rsid w:val="004626EA"/>
    <w:rsid w:val="004629B0"/>
    <w:rsid w:val="004629E7"/>
    <w:rsid w:val="00462B2A"/>
    <w:rsid w:val="00462B43"/>
    <w:rsid w:val="00462DEA"/>
    <w:rsid w:val="00463098"/>
    <w:rsid w:val="0046320D"/>
    <w:rsid w:val="0046330C"/>
    <w:rsid w:val="004633D4"/>
    <w:rsid w:val="004635D5"/>
    <w:rsid w:val="00463639"/>
    <w:rsid w:val="00463734"/>
    <w:rsid w:val="00463972"/>
    <w:rsid w:val="00463ABB"/>
    <w:rsid w:val="00463B1D"/>
    <w:rsid w:val="00463C9A"/>
    <w:rsid w:val="00463CA5"/>
    <w:rsid w:val="00463CE9"/>
    <w:rsid w:val="00463D18"/>
    <w:rsid w:val="00463D5E"/>
    <w:rsid w:val="00463F5D"/>
    <w:rsid w:val="0046406A"/>
    <w:rsid w:val="00464588"/>
    <w:rsid w:val="004648CC"/>
    <w:rsid w:val="00464CDA"/>
    <w:rsid w:val="00464F12"/>
    <w:rsid w:val="00465262"/>
    <w:rsid w:val="0046541F"/>
    <w:rsid w:val="00465566"/>
    <w:rsid w:val="004655B3"/>
    <w:rsid w:val="00465681"/>
    <w:rsid w:val="004657D4"/>
    <w:rsid w:val="00465B8B"/>
    <w:rsid w:val="00465E50"/>
    <w:rsid w:val="00465EFE"/>
    <w:rsid w:val="00466250"/>
    <w:rsid w:val="00466273"/>
    <w:rsid w:val="004662BD"/>
    <w:rsid w:val="004663AB"/>
    <w:rsid w:val="004663E9"/>
    <w:rsid w:val="00466449"/>
    <w:rsid w:val="00466504"/>
    <w:rsid w:val="004665AC"/>
    <w:rsid w:val="004666BC"/>
    <w:rsid w:val="00466719"/>
    <w:rsid w:val="004668A8"/>
    <w:rsid w:val="004669B5"/>
    <w:rsid w:val="00466A09"/>
    <w:rsid w:val="00466A19"/>
    <w:rsid w:val="00466EA6"/>
    <w:rsid w:val="00466F03"/>
    <w:rsid w:val="00466F83"/>
    <w:rsid w:val="004671E5"/>
    <w:rsid w:val="0046736F"/>
    <w:rsid w:val="004676AA"/>
    <w:rsid w:val="004676AC"/>
    <w:rsid w:val="004678A6"/>
    <w:rsid w:val="004679E9"/>
    <w:rsid w:val="00467B4A"/>
    <w:rsid w:val="00467BA2"/>
    <w:rsid w:val="004702AC"/>
    <w:rsid w:val="004702C9"/>
    <w:rsid w:val="00470304"/>
    <w:rsid w:val="004703A1"/>
    <w:rsid w:val="004703EA"/>
    <w:rsid w:val="00470454"/>
    <w:rsid w:val="0047046E"/>
    <w:rsid w:val="004704D4"/>
    <w:rsid w:val="0047059A"/>
    <w:rsid w:val="004705DA"/>
    <w:rsid w:val="004705E0"/>
    <w:rsid w:val="00470646"/>
    <w:rsid w:val="004707C3"/>
    <w:rsid w:val="004710D3"/>
    <w:rsid w:val="004711D3"/>
    <w:rsid w:val="00471671"/>
    <w:rsid w:val="004717DB"/>
    <w:rsid w:val="00471918"/>
    <w:rsid w:val="0047199F"/>
    <w:rsid w:val="004719B1"/>
    <w:rsid w:val="00471B66"/>
    <w:rsid w:val="00471F5C"/>
    <w:rsid w:val="00472163"/>
    <w:rsid w:val="0047237B"/>
    <w:rsid w:val="00472550"/>
    <w:rsid w:val="004725D8"/>
    <w:rsid w:val="0047271E"/>
    <w:rsid w:val="0047281C"/>
    <w:rsid w:val="00472BCA"/>
    <w:rsid w:val="00472C86"/>
    <w:rsid w:val="00472D2C"/>
    <w:rsid w:val="00472DC1"/>
    <w:rsid w:val="00472DFB"/>
    <w:rsid w:val="0047319B"/>
    <w:rsid w:val="0047324F"/>
    <w:rsid w:val="0047332F"/>
    <w:rsid w:val="0047338E"/>
    <w:rsid w:val="00473716"/>
    <w:rsid w:val="004739DE"/>
    <w:rsid w:val="00473E03"/>
    <w:rsid w:val="0047400E"/>
    <w:rsid w:val="0047406C"/>
    <w:rsid w:val="00474225"/>
    <w:rsid w:val="004742D0"/>
    <w:rsid w:val="004743DC"/>
    <w:rsid w:val="00474719"/>
    <w:rsid w:val="00474776"/>
    <w:rsid w:val="004749AA"/>
    <w:rsid w:val="00474A53"/>
    <w:rsid w:val="00474D54"/>
    <w:rsid w:val="00474F4C"/>
    <w:rsid w:val="00475166"/>
    <w:rsid w:val="00475369"/>
    <w:rsid w:val="004754E1"/>
    <w:rsid w:val="00475577"/>
    <w:rsid w:val="00475783"/>
    <w:rsid w:val="00475867"/>
    <w:rsid w:val="00475CFA"/>
    <w:rsid w:val="004760E3"/>
    <w:rsid w:val="00476939"/>
    <w:rsid w:val="004769EF"/>
    <w:rsid w:val="00476BAA"/>
    <w:rsid w:val="00476BCF"/>
    <w:rsid w:val="00476C3A"/>
    <w:rsid w:val="00476C63"/>
    <w:rsid w:val="00476CAE"/>
    <w:rsid w:val="00476DC2"/>
    <w:rsid w:val="00476F4F"/>
    <w:rsid w:val="004771A9"/>
    <w:rsid w:val="00477294"/>
    <w:rsid w:val="0047732D"/>
    <w:rsid w:val="00477350"/>
    <w:rsid w:val="00477487"/>
    <w:rsid w:val="004774CC"/>
    <w:rsid w:val="004779B6"/>
    <w:rsid w:val="00477BDC"/>
    <w:rsid w:val="00477CC9"/>
    <w:rsid w:val="00477E0F"/>
    <w:rsid w:val="004800F2"/>
    <w:rsid w:val="0048012F"/>
    <w:rsid w:val="00480392"/>
    <w:rsid w:val="00480774"/>
    <w:rsid w:val="00480897"/>
    <w:rsid w:val="004809CB"/>
    <w:rsid w:val="00480BAD"/>
    <w:rsid w:val="00480BCF"/>
    <w:rsid w:val="00480D5B"/>
    <w:rsid w:val="00481013"/>
    <w:rsid w:val="004810CD"/>
    <w:rsid w:val="004810F5"/>
    <w:rsid w:val="0048112E"/>
    <w:rsid w:val="0048120E"/>
    <w:rsid w:val="004815F0"/>
    <w:rsid w:val="004817C2"/>
    <w:rsid w:val="00481839"/>
    <w:rsid w:val="0048191F"/>
    <w:rsid w:val="00481AB7"/>
    <w:rsid w:val="00481C90"/>
    <w:rsid w:val="00481CC8"/>
    <w:rsid w:val="00481DB0"/>
    <w:rsid w:val="00481EC9"/>
    <w:rsid w:val="004820AE"/>
    <w:rsid w:val="0048210B"/>
    <w:rsid w:val="004822CD"/>
    <w:rsid w:val="004824AC"/>
    <w:rsid w:val="004824E6"/>
    <w:rsid w:val="00482B9C"/>
    <w:rsid w:val="00482E78"/>
    <w:rsid w:val="00482E7F"/>
    <w:rsid w:val="00482ED7"/>
    <w:rsid w:val="00482F37"/>
    <w:rsid w:val="00482F3A"/>
    <w:rsid w:val="00483114"/>
    <w:rsid w:val="00483188"/>
    <w:rsid w:val="00483420"/>
    <w:rsid w:val="0048355E"/>
    <w:rsid w:val="004836A7"/>
    <w:rsid w:val="004836D1"/>
    <w:rsid w:val="00483721"/>
    <w:rsid w:val="0048377E"/>
    <w:rsid w:val="00483A23"/>
    <w:rsid w:val="00483BBD"/>
    <w:rsid w:val="00484051"/>
    <w:rsid w:val="00484153"/>
    <w:rsid w:val="00484292"/>
    <w:rsid w:val="00484383"/>
    <w:rsid w:val="0048443F"/>
    <w:rsid w:val="00484448"/>
    <w:rsid w:val="004844D5"/>
    <w:rsid w:val="0048485D"/>
    <w:rsid w:val="00484AD4"/>
    <w:rsid w:val="00484AFC"/>
    <w:rsid w:val="00484B84"/>
    <w:rsid w:val="00484BC4"/>
    <w:rsid w:val="00484BE5"/>
    <w:rsid w:val="00484D5C"/>
    <w:rsid w:val="00484E13"/>
    <w:rsid w:val="00484EC1"/>
    <w:rsid w:val="00484FCD"/>
    <w:rsid w:val="00485069"/>
    <w:rsid w:val="004851DE"/>
    <w:rsid w:val="0048536F"/>
    <w:rsid w:val="00485521"/>
    <w:rsid w:val="00485635"/>
    <w:rsid w:val="004856D0"/>
    <w:rsid w:val="0048576D"/>
    <w:rsid w:val="0048581C"/>
    <w:rsid w:val="0048595E"/>
    <w:rsid w:val="00485AF0"/>
    <w:rsid w:val="00485D37"/>
    <w:rsid w:val="00485E62"/>
    <w:rsid w:val="00485EDE"/>
    <w:rsid w:val="00485EFA"/>
    <w:rsid w:val="00486061"/>
    <w:rsid w:val="004861C6"/>
    <w:rsid w:val="004864D5"/>
    <w:rsid w:val="00486844"/>
    <w:rsid w:val="004869D9"/>
    <w:rsid w:val="00486DCF"/>
    <w:rsid w:val="00486E40"/>
    <w:rsid w:val="00486E77"/>
    <w:rsid w:val="0048746C"/>
    <w:rsid w:val="00487511"/>
    <w:rsid w:val="004875EA"/>
    <w:rsid w:val="00487687"/>
    <w:rsid w:val="004877B0"/>
    <w:rsid w:val="00487895"/>
    <w:rsid w:val="004879B4"/>
    <w:rsid w:val="00487B5F"/>
    <w:rsid w:val="00487DCB"/>
    <w:rsid w:val="00490131"/>
    <w:rsid w:val="004901F5"/>
    <w:rsid w:val="0049026C"/>
    <w:rsid w:val="0049034E"/>
    <w:rsid w:val="004904B9"/>
    <w:rsid w:val="004905DA"/>
    <w:rsid w:val="004906E3"/>
    <w:rsid w:val="00490740"/>
    <w:rsid w:val="00490778"/>
    <w:rsid w:val="00490969"/>
    <w:rsid w:val="00490992"/>
    <w:rsid w:val="004909E6"/>
    <w:rsid w:val="00490E78"/>
    <w:rsid w:val="00490FFE"/>
    <w:rsid w:val="00491185"/>
    <w:rsid w:val="004911CA"/>
    <w:rsid w:val="0049135A"/>
    <w:rsid w:val="0049170A"/>
    <w:rsid w:val="004918D4"/>
    <w:rsid w:val="0049198D"/>
    <w:rsid w:val="0049199C"/>
    <w:rsid w:val="00491FF5"/>
    <w:rsid w:val="004920CA"/>
    <w:rsid w:val="0049217E"/>
    <w:rsid w:val="0049225F"/>
    <w:rsid w:val="00492279"/>
    <w:rsid w:val="004922EC"/>
    <w:rsid w:val="00492410"/>
    <w:rsid w:val="00492611"/>
    <w:rsid w:val="00492802"/>
    <w:rsid w:val="00492808"/>
    <w:rsid w:val="00492821"/>
    <w:rsid w:val="00492A29"/>
    <w:rsid w:val="00492AAA"/>
    <w:rsid w:val="00492B6E"/>
    <w:rsid w:val="00492B79"/>
    <w:rsid w:val="00492C08"/>
    <w:rsid w:val="00492DC2"/>
    <w:rsid w:val="0049325D"/>
    <w:rsid w:val="00493344"/>
    <w:rsid w:val="004933AC"/>
    <w:rsid w:val="00493403"/>
    <w:rsid w:val="0049369C"/>
    <w:rsid w:val="004938D2"/>
    <w:rsid w:val="0049391F"/>
    <w:rsid w:val="004942B3"/>
    <w:rsid w:val="004943DA"/>
    <w:rsid w:val="004945CD"/>
    <w:rsid w:val="00494706"/>
    <w:rsid w:val="00494900"/>
    <w:rsid w:val="00494956"/>
    <w:rsid w:val="004949EA"/>
    <w:rsid w:val="00494C50"/>
    <w:rsid w:val="00494CFB"/>
    <w:rsid w:val="00494FF4"/>
    <w:rsid w:val="004950DF"/>
    <w:rsid w:val="0049566C"/>
    <w:rsid w:val="004956D1"/>
    <w:rsid w:val="00495757"/>
    <w:rsid w:val="0049592B"/>
    <w:rsid w:val="00495C49"/>
    <w:rsid w:val="00495E6D"/>
    <w:rsid w:val="00495FAF"/>
    <w:rsid w:val="004962A6"/>
    <w:rsid w:val="004963F1"/>
    <w:rsid w:val="0049674B"/>
    <w:rsid w:val="004967BC"/>
    <w:rsid w:val="00496829"/>
    <w:rsid w:val="0049688E"/>
    <w:rsid w:val="004969E5"/>
    <w:rsid w:val="00497128"/>
    <w:rsid w:val="004971AF"/>
    <w:rsid w:val="004973A5"/>
    <w:rsid w:val="00497494"/>
    <w:rsid w:val="004974AD"/>
    <w:rsid w:val="00497520"/>
    <w:rsid w:val="00497653"/>
    <w:rsid w:val="004977F7"/>
    <w:rsid w:val="00497812"/>
    <w:rsid w:val="00497862"/>
    <w:rsid w:val="00497AEA"/>
    <w:rsid w:val="00497B1B"/>
    <w:rsid w:val="00497C85"/>
    <w:rsid w:val="004A01E6"/>
    <w:rsid w:val="004A035C"/>
    <w:rsid w:val="004A03D7"/>
    <w:rsid w:val="004A0459"/>
    <w:rsid w:val="004A04A2"/>
    <w:rsid w:val="004A04A8"/>
    <w:rsid w:val="004A067E"/>
    <w:rsid w:val="004A0841"/>
    <w:rsid w:val="004A0914"/>
    <w:rsid w:val="004A09F3"/>
    <w:rsid w:val="004A1180"/>
    <w:rsid w:val="004A120A"/>
    <w:rsid w:val="004A1538"/>
    <w:rsid w:val="004A18EC"/>
    <w:rsid w:val="004A1BFC"/>
    <w:rsid w:val="004A1F9B"/>
    <w:rsid w:val="004A2350"/>
    <w:rsid w:val="004A2488"/>
    <w:rsid w:val="004A2666"/>
    <w:rsid w:val="004A2A03"/>
    <w:rsid w:val="004A2A83"/>
    <w:rsid w:val="004A2F09"/>
    <w:rsid w:val="004A3055"/>
    <w:rsid w:val="004A3123"/>
    <w:rsid w:val="004A3141"/>
    <w:rsid w:val="004A3163"/>
    <w:rsid w:val="004A3208"/>
    <w:rsid w:val="004A328A"/>
    <w:rsid w:val="004A35EB"/>
    <w:rsid w:val="004A3716"/>
    <w:rsid w:val="004A3929"/>
    <w:rsid w:val="004A3C9F"/>
    <w:rsid w:val="004A3E67"/>
    <w:rsid w:val="004A4275"/>
    <w:rsid w:val="004A4313"/>
    <w:rsid w:val="004A4615"/>
    <w:rsid w:val="004A4A09"/>
    <w:rsid w:val="004A4D14"/>
    <w:rsid w:val="004A4D42"/>
    <w:rsid w:val="004A4DD3"/>
    <w:rsid w:val="004A4DDA"/>
    <w:rsid w:val="004A4DF8"/>
    <w:rsid w:val="004A4EC7"/>
    <w:rsid w:val="004A4F04"/>
    <w:rsid w:val="004A5453"/>
    <w:rsid w:val="004A557D"/>
    <w:rsid w:val="004A5626"/>
    <w:rsid w:val="004A56C4"/>
    <w:rsid w:val="004A587F"/>
    <w:rsid w:val="004A59BE"/>
    <w:rsid w:val="004A5B33"/>
    <w:rsid w:val="004A606B"/>
    <w:rsid w:val="004A60C2"/>
    <w:rsid w:val="004A6101"/>
    <w:rsid w:val="004A6204"/>
    <w:rsid w:val="004A624F"/>
    <w:rsid w:val="004A6515"/>
    <w:rsid w:val="004A6899"/>
    <w:rsid w:val="004A68D2"/>
    <w:rsid w:val="004A6B73"/>
    <w:rsid w:val="004A6C33"/>
    <w:rsid w:val="004A6C6A"/>
    <w:rsid w:val="004A7065"/>
    <w:rsid w:val="004A70F0"/>
    <w:rsid w:val="004A70FE"/>
    <w:rsid w:val="004A716E"/>
    <w:rsid w:val="004A7578"/>
    <w:rsid w:val="004A7584"/>
    <w:rsid w:val="004A75BA"/>
    <w:rsid w:val="004A7783"/>
    <w:rsid w:val="004A78C9"/>
    <w:rsid w:val="004A7B90"/>
    <w:rsid w:val="004A7CBB"/>
    <w:rsid w:val="004A7CDF"/>
    <w:rsid w:val="004A7F32"/>
    <w:rsid w:val="004B0046"/>
    <w:rsid w:val="004B0195"/>
    <w:rsid w:val="004B0268"/>
    <w:rsid w:val="004B04D2"/>
    <w:rsid w:val="004B0577"/>
    <w:rsid w:val="004B07CC"/>
    <w:rsid w:val="004B08A2"/>
    <w:rsid w:val="004B0B20"/>
    <w:rsid w:val="004B0E4D"/>
    <w:rsid w:val="004B1032"/>
    <w:rsid w:val="004B10EC"/>
    <w:rsid w:val="004B12A1"/>
    <w:rsid w:val="004B1365"/>
    <w:rsid w:val="004B13C9"/>
    <w:rsid w:val="004B15D6"/>
    <w:rsid w:val="004B1846"/>
    <w:rsid w:val="004B19DA"/>
    <w:rsid w:val="004B19EE"/>
    <w:rsid w:val="004B1ADA"/>
    <w:rsid w:val="004B1DAB"/>
    <w:rsid w:val="004B1FA9"/>
    <w:rsid w:val="004B209E"/>
    <w:rsid w:val="004B221E"/>
    <w:rsid w:val="004B228A"/>
    <w:rsid w:val="004B229D"/>
    <w:rsid w:val="004B24C8"/>
    <w:rsid w:val="004B25C9"/>
    <w:rsid w:val="004B28AD"/>
    <w:rsid w:val="004B29C4"/>
    <w:rsid w:val="004B2A11"/>
    <w:rsid w:val="004B2A1F"/>
    <w:rsid w:val="004B2C15"/>
    <w:rsid w:val="004B3033"/>
    <w:rsid w:val="004B37C5"/>
    <w:rsid w:val="004B3E16"/>
    <w:rsid w:val="004B3F29"/>
    <w:rsid w:val="004B417D"/>
    <w:rsid w:val="004B437D"/>
    <w:rsid w:val="004B4574"/>
    <w:rsid w:val="004B45BD"/>
    <w:rsid w:val="004B4602"/>
    <w:rsid w:val="004B463C"/>
    <w:rsid w:val="004B47D5"/>
    <w:rsid w:val="004B4814"/>
    <w:rsid w:val="004B4B87"/>
    <w:rsid w:val="004B4D9B"/>
    <w:rsid w:val="004B4DE2"/>
    <w:rsid w:val="004B53D0"/>
    <w:rsid w:val="004B5649"/>
    <w:rsid w:val="004B5945"/>
    <w:rsid w:val="004B5B56"/>
    <w:rsid w:val="004B5D4C"/>
    <w:rsid w:val="004B5DE2"/>
    <w:rsid w:val="004B60C2"/>
    <w:rsid w:val="004B620B"/>
    <w:rsid w:val="004B6432"/>
    <w:rsid w:val="004B6481"/>
    <w:rsid w:val="004B69B4"/>
    <w:rsid w:val="004B6E99"/>
    <w:rsid w:val="004B709E"/>
    <w:rsid w:val="004B7271"/>
    <w:rsid w:val="004B7392"/>
    <w:rsid w:val="004B7532"/>
    <w:rsid w:val="004B759F"/>
    <w:rsid w:val="004B7773"/>
    <w:rsid w:val="004B7820"/>
    <w:rsid w:val="004B7939"/>
    <w:rsid w:val="004B7AC9"/>
    <w:rsid w:val="004B7B23"/>
    <w:rsid w:val="004B7E6C"/>
    <w:rsid w:val="004C01C3"/>
    <w:rsid w:val="004C0212"/>
    <w:rsid w:val="004C06AB"/>
    <w:rsid w:val="004C09CF"/>
    <w:rsid w:val="004C0D5A"/>
    <w:rsid w:val="004C111E"/>
    <w:rsid w:val="004C1812"/>
    <w:rsid w:val="004C1861"/>
    <w:rsid w:val="004C18DD"/>
    <w:rsid w:val="004C1F19"/>
    <w:rsid w:val="004C2315"/>
    <w:rsid w:val="004C25F3"/>
    <w:rsid w:val="004C284E"/>
    <w:rsid w:val="004C2A61"/>
    <w:rsid w:val="004C307A"/>
    <w:rsid w:val="004C3161"/>
    <w:rsid w:val="004C31D8"/>
    <w:rsid w:val="004C3228"/>
    <w:rsid w:val="004C33C6"/>
    <w:rsid w:val="004C3712"/>
    <w:rsid w:val="004C3726"/>
    <w:rsid w:val="004C3A1D"/>
    <w:rsid w:val="004C3BFC"/>
    <w:rsid w:val="004C4030"/>
    <w:rsid w:val="004C43CC"/>
    <w:rsid w:val="004C4494"/>
    <w:rsid w:val="004C44FC"/>
    <w:rsid w:val="004C4556"/>
    <w:rsid w:val="004C46D3"/>
    <w:rsid w:val="004C4BF5"/>
    <w:rsid w:val="004C4C25"/>
    <w:rsid w:val="004C4FB8"/>
    <w:rsid w:val="004C4FE2"/>
    <w:rsid w:val="004C5104"/>
    <w:rsid w:val="004C53F5"/>
    <w:rsid w:val="004C54D1"/>
    <w:rsid w:val="004C55A9"/>
    <w:rsid w:val="004C5744"/>
    <w:rsid w:val="004C57CC"/>
    <w:rsid w:val="004C599C"/>
    <w:rsid w:val="004C5B32"/>
    <w:rsid w:val="004C5B4F"/>
    <w:rsid w:val="004C5B7A"/>
    <w:rsid w:val="004C5F5E"/>
    <w:rsid w:val="004C627B"/>
    <w:rsid w:val="004C6473"/>
    <w:rsid w:val="004C65A8"/>
    <w:rsid w:val="004C65AF"/>
    <w:rsid w:val="004C65BF"/>
    <w:rsid w:val="004C66A1"/>
    <w:rsid w:val="004C6858"/>
    <w:rsid w:val="004C699B"/>
    <w:rsid w:val="004C6D70"/>
    <w:rsid w:val="004C6DDA"/>
    <w:rsid w:val="004C70C3"/>
    <w:rsid w:val="004C7294"/>
    <w:rsid w:val="004C73D9"/>
    <w:rsid w:val="004C75DD"/>
    <w:rsid w:val="004C760D"/>
    <w:rsid w:val="004C770E"/>
    <w:rsid w:val="004C77E3"/>
    <w:rsid w:val="004C7D05"/>
    <w:rsid w:val="004C7D4D"/>
    <w:rsid w:val="004C7E64"/>
    <w:rsid w:val="004D00F5"/>
    <w:rsid w:val="004D0530"/>
    <w:rsid w:val="004D0588"/>
    <w:rsid w:val="004D06CA"/>
    <w:rsid w:val="004D0746"/>
    <w:rsid w:val="004D08A3"/>
    <w:rsid w:val="004D09E6"/>
    <w:rsid w:val="004D0E5B"/>
    <w:rsid w:val="004D0F31"/>
    <w:rsid w:val="004D112F"/>
    <w:rsid w:val="004D1154"/>
    <w:rsid w:val="004D15F2"/>
    <w:rsid w:val="004D172D"/>
    <w:rsid w:val="004D1785"/>
    <w:rsid w:val="004D181E"/>
    <w:rsid w:val="004D1B3C"/>
    <w:rsid w:val="004D1BED"/>
    <w:rsid w:val="004D1D7D"/>
    <w:rsid w:val="004D1DE6"/>
    <w:rsid w:val="004D1ED5"/>
    <w:rsid w:val="004D1FE5"/>
    <w:rsid w:val="004D2052"/>
    <w:rsid w:val="004D20C3"/>
    <w:rsid w:val="004D238D"/>
    <w:rsid w:val="004D23E0"/>
    <w:rsid w:val="004D27AE"/>
    <w:rsid w:val="004D2865"/>
    <w:rsid w:val="004D2AEB"/>
    <w:rsid w:val="004D2D2B"/>
    <w:rsid w:val="004D2D37"/>
    <w:rsid w:val="004D3112"/>
    <w:rsid w:val="004D3158"/>
    <w:rsid w:val="004D3195"/>
    <w:rsid w:val="004D3616"/>
    <w:rsid w:val="004D3785"/>
    <w:rsid w:val="004D38BE"/>
    <w:rsid w:val="004D38C4"/>
    <w:rsid w:val="004D38DD"/>
    <w:rsid w:val="004D3C8B"/>
    <w:rsid w:val="004D3CD4"/>
    <w:rsid w:val="004D411A"/>
    <w:rsid w:val="004D4236"/>
    <w:rsid w:val="004D435B"/>
    <w:rsid w:val="004D44A3"/>
    <w:rsid w:val="004D44F6"/>
    <w:rsid w:val="004D45F5"/>
    <w:rsid w:val="004D4A34"/>
    <w:rsid w:val="004D4AA5"/>
    <w:rsid w:val="004D4B09"/>
    <w:rsid w:val="004D4CD4"/>
    <w:rsid w:val="004D4D3D"/>
    <w:rsid w:val="004D512C"/>
    <w:rsid w:val="004D54DE"/>
    <w:rsid w:val="004D56B7"/>
    <w:rsid w:val="004D588D"/>
    <w:rsid w:val="004D59FA"/>
    <w:rsid w:val="004D5B43"/>
    <w:rsid w:val="004D5B57"/>
    <w:rsid w:val="004D5CAF"/>
    <w:rsid w:val="004D5D91"/>
    <w:rsid w:val="004D5F6D"/>
    <w:rsid w:val="004D6000"/>
    <w:rsid w:val="004D620E"/>
    <w:rsid w:val="004D6234"/>
    <w:rsid w:val="004D632B"/>
    <w:rsid w:val="004D63FB"/>
    <w:rsid w:val="004D6533"/>
    <w:rsid w:val="004D6585"/>
    <w:rsid w:val="004D65A8"/>
    <w:rsid w:val="004D65FA"/>
    <w:rsid w:val="004D66B3"/>
    <w:rsid w:val="004D673B"/>
    <w:rsid w:val="004D6B1C"/>
    <w:rsid w:val="004D6D3B"/>
    <w:rsid w:val="004D6F3B"/>
    <w:rsid w:val="004D7061"/>
    <w:rsid w:val="004D70F9"/>
    <w:rsid w:val="004D718A"/>
    <w:rsid w:val="004D729F"/>
    <w:rsid w:val="004D72F0"/>
    <w:rsid w:val="004D7400"/>
    <w:rsid w:val="004D7557"/>
    <w:rsid w:val="004D7601"/>
    <w:rsid w:val="004D769F"/>
    <w:rsid w:val="004D77B9"/>
    <w:rsid w:val="004D79A0"/>
    <w:rsid w:val="004D7CF4"/>
    <w:rsid w:val="004D7D77"/>
    <w:rsid w:val="004D7F77"/>
    <w:rsid w:val="004D7FBA"/>
    <w:rsid w:val="004E00EE"/>
    <w:rsid w:val="004E04B2"/>
    <w:rsid w:val="004E04CB"/>
    <w:rsid w:val="004E04EC"/>
    <w:rsid w:val="004E068E"/>
    <w:rsid w:val="004E0928"/>
    <w:rsid w:val="004E0989"/>
    <w:rsid w:val="004E0A4B"/>
    <w:rsid w:val="004E0A99"/>
    <w:rsid w:val="004E0D13"/>
    <w:rsid w:val="004E0D69"/>
    <w:rsid w:val="004E0EDC"/>
    <w:rsid w:val="004E1039"/>
    <w:rsid w:val="004E128A"/>
    <w:rsid w:val="004E1391"/>
    <w:rsid w:val="004E146F"/>
    <w:rsid w:val="004E165A"/>
    <w:rsid w:val="004E198C"/>
    <w:rsid w:val="004E1AC9"/>
    <w:rsid w:val="004E1C6A"/>
    <w:rsid w:val="004E1CA1"/>
    <w:rsid w:val="004E1F27"/>
    <w:rsid w:val="004E205F"/>
    <w:rsid w:val="004E2064"/>
    <w:rsid w:val="004E2C31"/>
    <w:rsid w:val="004E2FBE"/>
    <w:rsid w:val="004E309A"/>
    <w:rsid w:val="004E32CF"/>
    <w:rsid w:val="004E3468"/>
    <w:rsid w:val="004E3486"/>
    <w:rsid w:val="004E3588"/>
    <w:rsid w:val="004E38B3"/>
    <w:rsid w:val="004E3B07"/>
    <w:rsid w:val="004E3B37"/>
    <w:rsid w:val="004E3E9B"/>
    <w:rsid w:val="004E426F"/>
    <w:rsid w:val="004E42F2"/>
    <w:rsid w:val="004E448B"/>
    <w:rsid w:val="004E44D3"/>
    <w:rsid w:val="004E4602"/>
    <w:rsid w:val="004E4642"/>
    <w:rsid w:val="004E46C6"/>
    <w:rsid w:val="004E476C"/>
    <w:rsid w:val="004E48C7"/>
    <w:rsid w:val="004E4BCD"/>
    <w:rsid w:val="004E4BD5"/>
    <w:rsid w:val="004E4FE9"/>
    <w:rsid w:val="004E5022"/>
    <w:rsid w:val="004E52A5"/>
    <w:rsid w:val="004E541D"/>
    <w:rsid w:val="004E5477"/>
    <w:rsid w:val="004E5482"/>
    <w:rsid w:val="004E57E0"/>
    <w:rsid w:val="004E58D7"/>
    <w:rsid w:val="004E5BCE"/>
    <w:rsid w:val="004E5BED"/>
    <w:rsid w:val="004E5C39"/>
    <w:rsid w:val="004E5D03"/>
    <w:rsid w:val="004E5F1D"/>
    <w:rsid w:val="004E607D"/>
    <w:rsid w:val="004E60C0"/>
    <w:rsid w:val="004E60FA"/>
    <w:rsid w:val="004E63A2"/>
    <w:rsid w:val="004E63C3"/>
    <w:rsid w:val="004E650A"/>
    <w:rsid w:val="004E6518"/>
    <w:rsid w:val="004E6730"/>
    <w:rsid w:val="004E6A3C"/>
    <w:rsid w:val="004E6AB5"/>
    <w:rsid w:val="004E6C60"/>
    <w:rsid w:val="004E6D69"/>
    <w:rsid w:val="004E70F3"/>
    <w:rsid w:val="004E7177"/>
    <w:rsid w:val="004E7918"/>
    <w:rsid w:val="004E794C"/>
    <w:rsid w:val="004E7A8E"/>
    <w:rsid w:val="004E7C4C"/>
    <w:rsid w:val="004E7CBD"/>
    <w:rsid w:val="004E7FEF"/>
    <w:rsid w:val="004F0588"/>
    <w:rsid w:val="004F05AB"/>
    <w:rsid w:val="004F061E"/>
    <w:rsid w:val="004F0655"/>
    <w:rsid w:val="004F0711"/>
    <w:rsid w:val="004F0772"/>
    <w:rsid w:val="004F0C7A"/>
    <w:rsid w:val="004F0CD6"/>
    <w:rsid w:val="004F0E03"/>
    <w:rsid w:val="004F0E2F"/>
    <w:rsid w:val="004F1022"/>
    <w:rsid w:val="004F1038"/>
    <w:rsid w:val="004F13C1"/>
    <w:rsid w:val="004F15EA"/>
    <w:rsid w:val="004F1628"/>
    <w:rsid w:val="004F1655"/>
    <w:rsid w:val="004F175E"/>
    <w:rsid w:val="004F18E4"/>
    <w:rsid w:val="004F18FC"/>
    <w:rsid w:val="004F1AB9"/>
    <w:rsid w:val="004F1B98"/>
    <w:rsid w:val="004F1E45"/>
    <w:rsid w:val="004F1F4C"/>
    <w:rsid w:val="004F1FD0"/>
    <w:rsid w:val="004F2191"/>
    <w:rsid w:val="004F22DF"/>
    <w:rsid w:val="004F23C7"/>
    <w:rsid w:val="004F2463"/>
    <w:rsid w:val="004F28D1"/>
    <w:rsid w:val="004F294A"/>
    <w:rsid w:val="004F2982"/>
    <w:rsid w:val="004F29A8"/>
    <w:rsid w:val="004F2CC3"/>
    <w:rsid w:val="004F2CE8"/>
    <w:rsid w:val="004F309A"/>
    <w:rsid w:val="004F31B9"/>
    <w:rsid w:val="004F322F"/>
    <w:rsid w:val="004F337C"/>
    <w:rsid w:val="004F33A4"/>
    <w:rsid w:val="004F3718"/>
    <w:rsid w:val="004F39A5"/>
    <w:rsid w:val="004F3BF1"/>
    <w:rsid w:val="004F3E03"/>
    <w:rsid w:val="004F3EF7"/>
    <w:rsid w:val="004F3FAE"/>
    <w:rsid w:val="004F3FBB"/>
    <w:rsid w:val="004F407A"/>
    <w:rsid w:val="004F41A2"/>
    <w:rsid w:val="004F4230"/>
    <w:rsid w:val="004F4625"/>
    <w:rsid w:val="004F474D"/>
    <w:rsid w:val="004F47F5"/>
    <w:rsid w:val="004F4852"/>
    <w:rsid w:val="004F48BD"/>
    <w:rsid w:val="004F4958"/>
    <w:rsid w:val="004F49AA"/>
    <w:rsid w:val="004F4BC7"/>
    <w:rsid w:val="004F4EA3"/>
    <w:rsid w:val="004F4F46"/>
    <w:rsid w:val="004F500F"/>
    <w:rsid w:val="004F5047"/>
    <w:rsid w:val="004F52D9"/>
    <w:rsid w:val="004F5788"/>
    <w:rsid w:val="004F579A"/>
    <w:rsid w:val="004F5BB7"/>
    <w:rsid w:val="004F5C31"/>
    <w:rsid w:val="004F5CBD"/>
    <w:rsid w:val="004F5DA9"/>
    <w:rsid w:val="004F5F20"/>
    <w:rsid w:val="004F602B"/>
    <w:rsid w:val="004F60E9"/>
    <w:rsid w:val="004F638F"/>
    <w:rsid w:val="004F6421"/>
    <w:rsid w:val="004F64DF"/>
    <w:rsid w:val="004F6569"/>
    <w:rsid w:val="004F6631"/>
    <w:rsid w:val="004F6701"/>
    <w:rsid w:val="004F6856"/>
    <w:rsid w:val="004F6AAC"/>
    <w:rsid w:val="004F6B1F"/>
    <w:rsid w:val="004F72B4"/>
    <w:rsid w:val="004F733D"/>
    <w:rsid w:val="004F7391"/>
    <w:rsid w:val="004F73B9"/>
    <w:rsid w:val="004F756F"/>
    <w:rsid w:val="004F7738"/>
    <w:rsid w:val="004F7828"/>
    <w:rsid w:val="004F786B"/>
    <w:rsid w:val="004F78A6"/>
    <w:rsid w:val="004F7CBF"/>
    <w:rsid w:val="004F7E02"/>
    <w:rsid w:val="005005FC"/>
    <w:rsid w:val="00500656"/>
    <w:rsid w:val="005006ED"/>
    <w:rsid w:val="00500717"/>
    <w:rsid w:val="0050074C"/>
    <w:rsid w:val="005007AA"/>
    <w:rsid w:val="0050091C"/>
    <w:rsid w:val="005009FA"/>
    <w:rsid w:val="00500B76"/>
    <w:rsid w:val="00500B79"/>
    <w:rsid w:val="00500D70"/>
    <w:rsid w:val="00500E46"/>
    <w:rsid w:val="005014E1"/>
    <w:rsid w:val="005017DB"/>
    <w:rsid w:val="0050186E"/>
    <w:rsid w:val="00501907"/>
    <w:rsid w:val="005019E7"/>
    <w:rsid w:val="00501A7E"/>
    <w:rsid w:val="00501AA3"/>
    <w:rsid w:val="00501B1C"/>
    <w:rsid w:val="00501E97"/>
    <w:rsid w:val="0050253B"/>
    <w:rsid w:val="0050259F"/>
    <w:rsid w:val="005026D8"/>
    <w:rsid w:val="0050287B"/>
    <w:rsid w:val="005028EE"/>
    <w:rsid w:val="00502D00"/>
    <w:rsid w:val="00502EA5"/>
    <w:rsid w:val="00503056"/>
    <w:rsid w:val="005034E4"/>
    <w:rsid w:val="00503A6E"/>
    <w:rsid w:val="00503ACB"/>
    <w:rsid w:val="00503B57"/>
    <w:rsid w:val="00503C02"/>
    <w:rsid w:val="00503D3E"/>
    <w:rsid w:val="00503DD7"/>
    <w:rsid w:val="00503F5B"/>
    <w:rsid w:val="00503FD4"/>
    <w:rsid w:val="00504469"/>
    <w:rsid w:val="00504810"/>
    <w:rsid w:val="0050483C"/>
    <w:rsid w:val="0050484C"/>
    <w:rsid w:val="005048C4"/>
    <w:rsid w:val="00504A2D"/>
    <w:rsid w:val="00504D82"/>
    <w:rsid w:val="00504ED4"/>
    <w:rsid w:val="00504F08"/>
    <w:rsid w:val="00504F95"/>
    <w:rsid w:val="0050507B"/>
    <w:rsid w:val="00505596"/>
    <w:rsid w:val="005056B4"/>
    <w:rsid w:val="005057C4"/>
    <w:rsid w:val="005057F2"/>
    <w:rsid w:val="00505CBE"/>
    <w:rsid w:val="005060DA"/>
    <w:rsid w:val="00506342"/>
    <w:rsid w:val="005065B4"/>
    <w:rsid w:val="005066C6"/>
    <w:rsid w:val="005068A7"/>
    <w:rsid w:val="005068FB"/>
    <w:rsid w:val="00506A1A"/>
    <w:rsid w:val="00506BAB"/>
    <w:rsid w:val="00506BEF"/>
    <w:rsid w:val="0050707B"/>
    <w:rsid w:val="0050711A"/>
    <w:rsid w:val="00507195"/>
    <w:rsid w:val="00507503"/>
    <w:rsid w:val="00507792"/>
    <w:rsid w:val="00507802"/>
    <w:rsid w:val="00507A36"/>
    <w:rsid w:val="00507D68"/>
    <w:rsid w:val="005102ED"/>
    <w:rsid w:val="00510498"/>
    <w:rsid w:val="0051057C"/>
    <w:rsid w:val="00510778"/>
    <w:rsid w:val="00510912"/>
    <w:rsid w:val="00510CE2"/>
    <w:rsid w:val="00510ECE"/>
    <w:rsid w:val="00510F59"/>
    <w:rsid w:val="005110B5"/>
    <w:rsid w:val="005115EB"/>
    <w:rsid w:val="00511972"/>
    <w:rsid w:val="005119D7"/>
    <w:rsid w:val="00511A77"/>
    <w:rsid w:val="00511B8C"/>
    <w:rsid w:val="00511C4E"/>
    <w:rsid w:val="00511CBC"/>
    <w:rsid w:val="00511D34"/>
    <w:rsid w:val="00511F12"/>
    <w:rsid w:val="005120BE"/>
    <w:rsid w:val="005124CF"/>
    <w:rsid w:val="00512951"/>
    <w:rsid w:val="00512958"/>
    <w:rsid w:val="00512C0B"/>
    <w:rsid w:val="00512C1C"/>
    <w:rsid w:val="00512C80"/>
    <w:rsid w:val="00512C9E"/>
    <w:rsid w:val="00512CA3"/>
    <w:rsid w:val="00512FCF"/>
    <w:rsid w:val="00513380"/>
    <w:rsid w:val="005134DC"/>
    <w:rsid w:val="00513566"/>
    <w:rsid w:val="005136C8"/>
    <w:rsid w:val="00513906"/>
    <w:rsid w:val="00513A2E"/>
    <w:rsid w:val="00513B82"/>
    <w:rsid w:val="00513C27"/>
    <w:rsid w:val="00513C81"/>
    <w:rsid w:val="00513CA0"/>
    <w:rsid w:val="00514224"/>
    <w:rsid w:val="0051439C"/>
    <w:rsid w:val="00514421"/>
    <w:rsid w:val="005146C5"/>
    <w:rsid w:val="005149C3"/>
    <w:rsid w:val="00514A8F"/>
    <w:rsid w:val="00514E11"/>
    <w:rsid w:val="00515121"/>
    <w:rsid w:val="005152EE"/>
    <w:rsid w:val="00515404"/>
    <w:rsid w:val="0051563C"/>
    <w:rsid w:val="005156E9"/>
    <w:rsid w:val="00515737"/>
    <w:rsid w:val="0051589E"/>
    <w:rsid w:val="00515D46"/>
    <w:rsid w:val="00515D97"/>
    <w:rsid w:val="0051608B"/>
    <w:rsid w:val="0051609C"/>
    <w:rsid w:val="00516302"/>
    <w:rsid w:val="00516708"/>
    <w:rsid w:val="005167CB"/>
    <w:rsid w:val="00516842"/>
    <w:rsid w:val="00516B19"/>
    <w:rsid w:val="00516BA1"/>
    <w:rsid w:val="00516E9A"/>
    <w:rsid w:val="00516F3B"/>
    <w:rsid w:val="00517036"/>
    <w:rsid w:val="0051704C"/>
    <w:rsid w:val="00517303"/>
    <w:rsid w:val="005176B6"/>
    <w:rsid w:val="00517764"/>
    <w:rsid w:val="00517BC3"/>
    <w:rsid w:val="00517CE0"/>
    <w:rsid w:val="00517DBF"/>
    <w:rsid w:val="00517EF7"/>
    <w:rsid w:val="00517F12"/>
    <w:rsid w:val="00517FE9"/>
    <w:rsid w:val="0052006D"/>
    <w:rsid w:val="005204FE"/>
    <w:rsid w:val="0052053A"/>
    <w:rsid w:val="00520574"/>
    <w:rsid w:val="00520650"/>
    <w:rsid w:val="0052086C"/>
    <w:rsid w:val="00520913"/>
    <w:rsid w:val="00520B29"/>
    <w:rsid w:val="00520BBC"/>
    <w:rsid w:val="00520C0D"/>
    <w:rsid w:val="00520CFC"/>
    <w:rsid w:val="00520EC2"/>
    <w:rsid w:val="00520F95"/>
    <w:rsid w:val="005211A2"/>
    <w:rsid w:val="005211BA"/>
    <w:rsid w:val="00521544"/>
    <w:rsid w:val="005215F9"/>
    <w:rsid w:val="00521843"/>
    <w:rsid w:val="0052189A"/>
    <w:rsid w:val="00521B99"/>
    <w:rsid w:val="00521CEC"/>
    <w:rsid w:val="00522020"/>
    <w:rsid w:val="00522238"/>
    <w:rsid w:val="00522297"/>
    <w:rsid w:val="00522336"/>
    <w:rsid w:val="0052238A"/>
    <w:rsid w:val="005224B5"/>
    <w:rsid w:val="005224CA"/>
    <w:rsid w:val="005224E6"/>
    <w:rsid w:val="0052261C"/>
    <w:rsid w:val="00522798"/>
    <w:rsid w:val="0052284E"/>
    <w:rsid w:val="00522956"/>
    <w:rsid w:val="00522A97"/>
    <w:rsid w:val="00522B3A"/>
    <w:rsid w:val="00522D51"/>
    <w:rsid w:val="00522EA0"/>
    <w:rsid w:val="00523027"/>
    <w:rsid w:val="0052310E"/>
    <w:rsid w:val="00523147"/>
    <w:rsid w:val="005231C9"/>
    <w:rsid w:val="00523205"/>
    <w:rsid w:val="0052322F"/>
    <w:rsid w:val="0052330D"/>
    <w:rsid w:val="00523550"/>
    <w:rsid w:val="00523884"/>
    <w:rsid w:val="00523A58"/>
    <w:rsid w:val="00523B30"/>
    <w:rsid w:val="00523B37"/>
    <w:rsid w:val="00523C24"/>
    <w:rsid w:val="00523E71"/>
    <w:rsid w:val="005240E9"/>
    <w:rsid w:val="00524682"/>
    <w:rsid w:val="0052478D"/>
    <w:rsid w:val="005247BA"/>
    <w:rsid w:val="00524807"/>
    <w:rsid w:val="00524822"/>
    <w:rsid w:val="00524B35"/>
    <w:rsid w:val="00524BCA"/>
    <w:rsid w:val="00524C18"/>
    <w:rsid w:val="00524C5B"/>
    <w:rsid w:val="00524CAD"/>
    <w:rsid w:val="00524F30"/>
    <w:rsid w:val="0052517D"/>
    <w:rsid w:val="005251D7"/>
    <w:rsid w:val="005252A1"/>
    <w:rsid w:val="005253B7"/>
    <w:rsid w:val="00525406"/>
    <w:rsid w:val="0052582F"/>
    <w:rsid w:val="00525ABF"/>
    <w:rsid w:val="00525BDA"/>
    <w:rsid w:val="00525D52"/>
    <w:rsid w:val="00526015"/>
    <w:rsid w:val="0052694A"/>
    <w:rsid w:val="00526985"/>
    <w:rsid w:val="00526A16"/>
    <w:rsid w:val="00526B94"/>
    <w:rsid w:val="00526BEF"/>
    <w:rsid w:val="00526C26"/>
    <w:rsid w:val="00526D73"/>
    <w:rsid w:val="00526D80"/>
    <w:rsid w:val="0052764F"/>
    <w:rsid w:val="00527697"/>
    <w:rsid w:val="00527782"/>
    <w:rsid w:val="005277E5"/>
    <w:rsid w:val="0052781E"/>
    <w:rsid w:val="00527A25"/>
    <w:rsid w:val="00527A60"/>
    <w:rsid w:val="00527ABB"/>
    <w:rsid w:val="00527B7D"/>
    <w:rsid w:val="00527DAE"/>
    <w:rsid w:val="0053002F"/>
    <w:rsid w:val="0053012F"/>
    <w:rsid w:val="0053022F"/>
    <w:rsid w:val="005302B0"/>
    <w:rsid w:val="005303F5"/>
    <w:rsid w:val="005304AF"/>
    <w:rsid w:val="0053058D"/>
    <w:rsid w:val="0053067E"/>
    <w:rsid w:val="005308AE"/>
    <w:rsid w:val="00530908"/>
    <w:rsid w:val="00530A55"/>
    <w:rsid w:val="00530A86"/>
    <w:rsid w:val="00530AB7"/>
    <w:rsid w:val="00530B2D"/>
    <w:rsid w:val="00530D79"/>
    <w:rsid w:val="005311EE"/>
    <w:rsid w:val="0053120F"/>
    <w:rsid w:val="00531216"/>
    <w:rsid w:val="00531249"/>
    <w:rsid w:val="005312B0"/>
    <w:rsid w:val="00531461"/>
    <w:rsid w:val="00531599"/>
    <w:rsid w:val="005315E7"/>
    <w:rsid w:val="005318B3"/>
    <w:rsid w:val="00531C4C"/>
    <w:rsid w:val="0053232A"/>
    <w:rsid w:val="00532583"/>
    <w:rsid w:val="005325AA"/>
    <w:rsid w:val="005327BF"/>
    <w:rsid w:val="00532A26"/>
    <w:rsid w:val="00532A85"/>
    <w:rsid w:val="00533059"/>
    <w:rsid w:val="0053345F"/>
    <w:rsid w:val="005335B3"/>
    <w:rsid w:val="00533612"/>
    <w:rsid w:val="0053376D"/>
    <w:rsid w:val="005337D5"/>
    <w:rsid w:val="00533A3C"/>
    <w:rsid w:val="00533A71"/>
    <w:rsid w:val="00533B1F"/>
    <w:rsid w:val="00533F72"/>
    <w:rsid w:val="005341CB"/>
    <w:rsid w:val="005342B8"/>
    <w:rsid w:val="00534369"/>
    <w:rsid w:val="0053436F"/>
    <w:rsid w:val="005343AF"/>
    <w:rsid w:val="0053458A"/>
    <w:rsid w:val="005345E5"/>
    <w:rsid w:val="005346C7"/>
    <w:rsid w:val="00534765"/>
    <w:rsid w:val="00534955"/>
    <w:rsid w:val="00534A54"/>
    <w:rsid w:val="00534DAA"/>
    <w:rsid w:val="00534E76"/>
    <w:rsid w:val="00534ECD"/>
    <w:rsid w:val="00534F27"/>
    <w:rsid w:val="005350F9"/>
    <w:rsid w:val="005351D9"/>
    <w:rsid w:val="00535441"/>
    <w:rsid w:val="0053567A"/>
    <w:rsid w:val="00535D68"/>
    <w:rsid w:val="00535D75"/>
    <w:rsid w:val="00535E68"/>
    <w:rsid w:val="00535ED8"/>
    <w:rsid w:val="00535FA0"/>
    <w:rsid w:val="00535FBD"/>
    <w:rsid w:val="00536109"/>
    <w:rsid w:val="00536178"/>
    <w:rsid w:val="00536288"/>
    <w:rsid w:val="00536382"/>
    <w:rsid w:val="00536584"/>
    <w:rsid w:val="0053666B"/>
    <w:rsid w:val="00536692"/>
    <w:rsid w:val="00536701"/>
    <w:rsid w:val="00536B24"/>
    <w:rsid w:val="00536CA7"/>
    <w:rsid w:val="00536CB6"/>
    <w:rsid w:val="00536D47"/>
    <w:rsid w:val="00537026"/>
    <w:rsid w:val="0053703B"/>
    <w:rsid w:val="00537040"/>
    <w:rsid w:val="0053704A"/>
    <w:rsid w:val="005370E2"/>
    <w:rsid w:val="005371E9"/>
    <w:rsid w:val="00537338"/>
    <w:rsid w:val="00537358"/>
    <w:rsid w:val="005375C2"/>
    <w:rsid w:val="00537940"/>
    <w:rsid w:val="00537954"/>
    <w:rsid w:val="00537C1F"/>
    <w:rsid w:val="00537CE7"/>
    <w:rsid w:val="00537D76"/>
    <w:rsid w:val="00537E88"/>
    <w:rsid w:val="00537FD9"/>
    <w:rsid w:val="00540062"/>
    <w:rsid w:val="005401B0"/>
    <w:rsid w:val="00540208"/>
    <w:rsid w:val="00540284"/>
    <w:rsid w:val="005405ED"/>
    <w:rsid w:val="0054067B"/>
    <w:rsid w:val="005408DB"/>
    <w:rsid w:val="0054094A"/>
    <w:rsid w:val="005410F7"/>
    <w:rsid w:val="005412C9"/>
    <w:rsid w:val="0054147A"/>
    <w:rsid w:val="00541920"/>
    <w:rsid w:val="00541A36"/>
    <w:rsid w:val="00541EA2"/>
    <w:rsid w:val="0054208E"/>
    <w:rsid w:val="00542201"/>
    <w:rsid w:val="00542568"/>
    <w:rsid w:val="005427C1"/>
    <w:rsid w:val="0054285B"/>
    <w:rsid w:val="0054299F"/>
    <w:rsid w:val="005429AC"/>
    <w:rsid w:val="00542A25"/>
    <w:rsid w:val="00542C64"/>
    <w:rsid w:val="00542D3D"/>
    <w:rsid w:val="00542DFE"/>
    <w:rsid w:val="00543057"/>
    <w:rsid w:val="00543362"/>
    <w:rsid w:val="0054344B"/>
    <w:rsid w:val="00543455"/>
    <w:rsid w:val="0054358D"/>
    <w:rsid w:val="0054378D"/>
    <w:rsid w:val="00543C76"/>
    <w:rsid w:val="00543DEA"/>
    <w:rsid w:val="00543F76"/>
    <w:rsid w:val="00544014"/>
    <w:rsid w:val="0054428A"/>
    <w:rsid w:val="005442C4"/>
    <w:rsid w:val="005443D0"/>
    <w:rsid w:val="00544427"/>
    <w:rsid w:val="00544535"/>
    <w:rsid w:val="005448F7"/>
    <w:rsid w:val="00544AF9"/>
    <w:rsid w:val="00544C9D"/>
    <w:rsid w:val="00544DAC"/>
    <w:rsid w:val="00545049"/>
    <w:rsid w:val="005450B6"/>
    <w:rsid w:val="00545204"/>
    <w:rsid w:val="005452D1"/>
    <w:rsid w:val="00545442"/>
    <w:rsid w:val="0054554B"/>
    <w:rsid w:val="00545890"/>
    <w:rsid w:val="005458A1"/>
    <w:rsid w:val="005458BB"/>
    <w:rsid w:val="005459AD"/>
    <w:rsid w:val="00545B23"/>
    <w:rsid w:val="00545D76"/>
    <w:rsid w:val="00545DD9"/>
    <w:rsid w:val="00545EAE"/>
    <w:rsid w:val="00545EF5"/>
    <w:rsid w:val="00545F22"/>
    <w:rsid w:val="0054611E"/>
    <w:rsid w:val="005462B7"/>
    <w:rsid w:val="005462E2"/>
    <w:rsid w:val="005464C9"/>
    <w:rsid w:val="00546522"/>
    <w:rsid w:val="00546A1C"/>
    <w:rsid w:val="00546D2A"/>
    <w:rsid w:val="00546D6A"/>
    <w:rsid w:val="00546D6E"/>
    <w:rsid w:val="00546EA0"/>
    <w:rsid w:val="00546FAD"/>
    <w:rsid w:val="00547560"/>
    <w:rsid w:val="00547597"/>
    <w:rsid w:val="005475B1"/>
    <w:rsid w:val="005475CD"/>
    <w:rsid w:val="0054782D"/>
    <w:rsid w:val="00547D44"/>
    <w:rsid w:val="00550069"/>
    <w:rsid w:val="005501F8"/>
    <w:rsid w:val="00550475"/>
    <w:rsid w:val="005507C5"/>
    <w:rsid w:val="00550CE4"/>
    <w:rsid w:val="00550D7A"/>
    <w:rsid w:val="00550F95"/>
    <w:rsid w:val="005511E4"/>
    <w:rsid w:val="005514CD"/>
    <w:rsid w:val="005515D1"/>
    <w:rsid w:val="00551754"/>
    <w:rsid w:val="00551756"/>
    <w:rsid w:val="00551853"/>
    <w:rsid w:val="00551888"/>
    <w:rsid w:val="00551A1A"/>
    <w:rsid w:val="00551B2D"/>
    <w:rsid w:val="00551CDE"/>
    <w:rsid w:val="00551E5F"/>
    <w:rsid w:val="00551F5D"/>
    <w:rsid w:val="00551F77"/>
    <w:rsid w:val="00552092"/>
    <w:rsid w:val="005520EF"/>
    <w:rsid w:val="005521C3"/>
    <w:rsid w:val="0055228B"/>
    <w:rsid w:val="005523F4"/>
    <w:rsid w:val="005526F8"/>
    <w:rsid w:val="005527DB"/>
    <w:rsid w:val="00552C8E"/>
    <w:rsid w:val="00552E55"/>
    <w:rsid w:val="00552F76"/>
    <w:rsid w:val="005530AD"/>
    <w:rsid w:val="005531A4"/>
    <w:rsid w:val="0055325A"/>
    <w:rsid w:val="0055327C"/>
    <w:rsid w:val="0055333E"/>
    <w:rsid w:val="005537CA"/>
    <w:rsid w:val="00553ACF"/>
    <w:rsid w:val="00553C14"/>
    <w:rsid w:val="00553C75"/>
    <w:rsid w:val="00553D9A"/>
    <w:rsid w:val="00553DB1"/>
    <w:rsid w:val="0055426C"/>
    <w:rsid w:val="005544D2"/>
    <w:rsid w:val="00554537"/>
    <w:rsid w:val="0055474A"/>
    <w:rsid w:val="00554839"/>
    <w:rsid w:val="005548F7"/>
    <w:rsid w:val="00554954"/>
    <w:rsid w:val="00554A30"/>
    <w:rsid w:val="00554A6D"/>
    <w:rsid w:val="00554B55"/>
    <w:rsid w:val="00554C2C"/>
    <w:rsid w:val="00554D6D"/>
    <w:rsid w:val="00554EB6"/>
    <w:rsid w:val="00554F37"/>
    <w:rsid w:val="0055505E"/>
    <w:rsid w:val="005550E7"/>
    <w:rsid w:val="005551E7"/>
    <w:rsid w:val="005553D9"/>
    <w:rsid w:val="0055544C"/>
    <w:rsid w:val="005556DF"/>
    <w:rsid w:val="005558DA"/>
    <w:rsid w:val="00555955"/>
    <w:rsid w:val="00555B5D"/>
    <w:rsid w:val="00555C50"/>
    <w:rsid w:val="00555D41"/>
    <w:rsid w:val="00555E2D"/>
    <w:rsid w:val="00555F19"/>
    <w:rsid w:val="00556122"/>
    <w:rsid w:val="00556505"/>
    <w:rsid w:val="0055650F"/>
    <w:rsid w:val="005565A3"/>
    <w:rsid w:val="005566A6"/>
    <w:rsid w:val="00556876"/>
    <w:rsid w:val="0055697C"/>
    <w:rsid w:val="005569FA"/>
    <w:rsid w:val="0055702A"/>
    <w:rsid w:val="005571CE"/>
    <w:rsid w:val="005572F8"/>
    <w:rsid w:val="00557310"/>
    <w:rsid w:val="005573F6"/>
    <w:rsid w:val="00557548"/>
    <w:rsid w:val="005576CB"/>
    <w:rsid w:val="005578A9"/>
    <w:rsid w:val="00557A04"/>
    <w:rsid w:val="00557AD0"/>
    <w:rsid w:val="00557BBE"/>
    <w:rsid w:val="00557BD5"/>
    <w:rsid w:val="00557EF8"/>
    <w:rsid w:val="00557FE9"/>
    <w:rsid w:val="00560015"/>
    <w:rsid w:val="00560064"/>
    <w:rsid w:val="0056009E"/>
    <w:rsid w:val="00560589"/>
    <w:rsid w:val="00560598"/>
    <w:rsid w:val="00560874"/>
    <w:rsid w:val="0056093A"/>
    <w:rsid w:val="00560B12"/>
    <w:rsid w:val="005612AB"/>
    <w:rsid w:val="00561705"/>
    <w:rsid w:val="00561AFD"/>
    <w:rsid w:val="00561B19"/>
    <w:rsid w:val="00561B5F"/>
    <w:rsid w:val="00561BE0"/>
    <w:rsid w:val="00561C87"/>
    <w:rsid w:val="00561E6A"/>
    <w:rsid w:val="00561FA0"/>
    <w:rsid w:val="005620D2"/>
    <w:rsid w:val="005622E5"/>
    <w:rsid w:val="005625B1"/>
    <w:rsid w:val="0056290F"/>
    <w:rsid w:val="00562AEA"/>
    <w:rsid w:val="00562BDF"/>
    <w:rsid w:val="00562C03"/>
    <w:rsid w:val="00562C07"/>
    <w:rsid w:val="00562ED7"/>
    <w:rsid w:val="005631EE"/>
    <w:rsid w:val="0056328E"/>
    <w:rsid w:val="0056347E"/>
    <w:rsid w:val="00563484"/>
    <w:rsid w:val="005637F1"/>
    <w:rsid w:val="0056382D"/>
    <w:rsid w:val="0056384A"/>
    <w:rsid w:val="00563BB3"/>
    <w:rsid w:val="00563D27"/>
    <w:rsid w:val="0056400A"/>
    <w:rsid w:val="0056405F"/>
    <w:rsid w:val="005641BF"/>
    <w:rsid w:val="00564233"/>
    <w:rsid w:val="00564255"/>
    <w:rsid w:val="005643C3"/>
    <w:rsid w:val="005647EC"/>
    <w:rsid w:val="005649ED"/>
    <w:rsid w:val="00564A45"/>
    <w:rsid w:val="00564A7D"/>
    <w:rsid w:val="00564AD8"/>
    <w:rsid w:val="00564D8C"/>
    <w:rsid w:val="005652BF"/>
    <w:rsid w:val="005652C5"/>
    <w:rsid w:val="00565364"/>
    <w:rsid w:val="00565374"/>
    <w:rsid w:val="005653B3"/>
    <w:rsid w:val="0056550D"/>
    <w:rsid w:val="00565587"/>
    <w:rsid w:val="005655D2"/>
    <w:rsid w:val="00565698"/>
    <w:rsid w:val="005657DA"/>
    <w:rsid w:val="0056587D"/>
    <w:rsid w:val="005659EC"/>
    <w:rsid w:val="00565A6C"/>
    <w:rsid w:val="00565AAE"/>
    <w:rsid w:val="00565B91"/>
    <w:rsid w:val="00565F81"/>
    <w:rsid w:val="00565FFE"/>
    <w:rsid w:val="00566005"/>
    <w:rsid w:val="0056608F"/>
    <w:rsid w:val="00566118"/>
    <w:rsid w:val="0056615C"/>
    <w:rsid w:val="00566277"/>
    <w:rsid w:val="005662A6"/>
    <w:rsid w:val="005663AF"/>
    <w:rsid w:val="0056640E"/>
    <w:rsid w:val="00566677"/>
    <w:rsid w:val="0056678A"/>
    <w:rsid w:val="005668E6"/>
    <w:rsid w:val="00566A40"/>
    <w:rsid w:val="00566B4C"/>
    <w:rsid w:val="00566C04"/>
    <w:rsid w:val="0056709F"/>
    <w:rsid w:val="005671E3"/>
    <w:rsid w:val="005674B9"/>
    <w:rsid w:val="0056761D"/>
    <w:rsid w:val="00567891"/>
    <w:rsid w:val="005678AA"/>
    <w:rsid w:val="00567FDF"/>
    <w:rsid w:val="00570225"/>
    <w:rsid w:val="00570410"/>
    <w:rsid w:val="00570532"/>
    <w:rsid w:val="0057054C"/>
    <w:rsid w:val="00570696"/>
    <w:rsid w:val="0057072F"/>
    <w:rsid w:val="00570791"/>
    <w:rsid w:val="00570960"/>
    <w:rsid w:val="00570A25"/>
    <w:rsid w:val="00570B1D"/>
    <w:rsid w:val="00571146"/>
    <w:rsid w:val="005712BB"/>
    <w:rsid w:val="005712CA"/>
    <w:rsid w:val="005713A6"/>
    <w:rsid w:val="0057165A"/>
    <w:rsid w:val="00571D30"/>
    <w:rsid w:val="00571DA8"/>
    <w:rsid w:val="00571DC1"/>
    <w:rsid w:val="00571E9C"/>
    <w:rsid w:val="00572181"/>
    <w:rsid w:val="005723D3"/>
    <w:rsid w:val="005725EE"/>
    <w:rsid w:val="005726E6"/>
    <w:rsid w:val="005727C1"/>
    <w:rsid w:val="0057282A"/>
    <w:rsid w:val="00572BB7"/>
    <w:rsid w:val="00572CCF"/>
    <w:rsid w:val="00572F31"/>
    <w:rsid w:val="005733CB"/>
    <w:rsid w:val="005739C5"/>
    <w:rsid w:val="00573A31"/>
    <w:rsid w:val="00573DE1"/>
    <w:rsid w:val="00573FD5"/>
    <w:rsid w:val="0057437B"/>
    <w:rsid w:val="00574467"/>
    <w:rsid w:val="00574728"/>
    <w:rsid w:val="005747C2"/>
    <w:rsid w:val="005749E8"/>
    <w:rsid w:val="00574AE3"/>
    <w:rsid w:val="00574D5C"/>
    <w:rsid w:val="00574F41"/>
    <w:rsid w:val="005756AF"/>
    <w:rsid w:val="005756D5"/>
    <w:rsid w:val="0057579A"/>
    <w:rsid w:val="005757EA"/>
    <w:rsid w:val="00575824"/>
    <w:rsid w:val="005759E3"/>
    <w:rsid w:val="005759F2"/>
    <w:rsid w:val="00575B86"/>
    <w:rsid w:val="00575C29"/>
    <w:rsid w:val="00575F96"/>
    <w:rsid w:val="00576092"/>
    <w:rsid w:val="005769DE"/>
    <w:rsid w:val="00576A9C"/>
    <w:rsid w:val="00576AD9"/>
    <w:rsid w:val="00576CE9"/>
    <w:rsid w:val="00576D50"/>
    <w:rsid w:val="00576E3E"/>
    <w:rsid w:val="00577319"/>
    <w:rsid w:val="005773C8"/>
    <w:rsid w:val="00577405"/>
    <w:rsid w:val="00577407"/>
    <w:rsid w:val="00577550"/>
    <w:rsid w:val="00577551"/>
    <w:rsid w:val="00577569"/>
    <w:rsid w:val="005775A9"/>
    <w:rsid w:val="00577857"/>
    <w:rsid w:val="00577B12"/>
    <w:rsid w:val="00577BEC"/>
    <w:rsid w:val="00577BF7"/>
    <w:rsid w:val="00577D19"/>
    <w:rsid w:val="00577E00"/>
    <w:rsid w:val="00577E0D"/>
    <w:rsid w:val="00580267"/>
    <w:rsid w:val="00580358"/>
    <w:rsid w:val="00580549"/>
    <w:rsid w:val="0058062C"/>
    <w:rsid w:val="00580783"/>
    <w:rsid w:val="0058086A"/>
    <w:rsid w:val="00580A51"/>
    <w:rsid w:val="00580BAD"/>
    <w:rsid w:val="00580BBF"/>
    <w:rsid w:val="00580BE9"/>
    <w:rsid w:val="00580CE8"/>
    <w:rsid w:val="00580DB9"/>
    <w:rsid w:val="00580E77"/>
    <w:rsid w:val="00580FAC"/>
    <w:rsid w:val="00580FE1"/>
    <w:rsid w:val="00580FF9"/>
    <w:rsid w:val="00581276"/>
    <w:rsid w:val="0058141A"/>
    <w:rsid w:val="0058142D"/>
    <w:rsid w:val="0058174F"/>
    <w:rsid w:val="005818A1"/>
    <w:rsid w:val="00581943"/>
    <w:rsid w:val="00581955"/>
    <w:rsid w:val="0058198C"/>
    <w:rsid w:val="00581BF2"/>
    <w:rsid w:val="00581CB0"/>
    <w:rsid w:val="00581CE3"/>
    <w:rsid w:val="00581D8E"/>
    <w:rsid w:val="00581FAE"/>
    <w:rsid w:val="00582051"/>
    <w:rsid w:val="00582114"/>
    <w:rsid w:val="00582271"/>
    <w:rsid w:val="00582483"/>
    <w:rsid w:val="0058270B"/>
    <w:rsid w:val="0058280A"/>
    <w:rsid w:val="005828C7"/>
    <w:rsid w:val="005829E9"/>
    <w:rsid w:val="00582C8D"/>
    <w:rsid w:val="00582DAF"/>
    <w:rsid w:val="005831A6"/>
    <w:rsid w:val="005831D7"/>
    <w:rsid w:val="005831FA"/>
    <w:rsid w:val="00583279"/>
    <w:rsid w:val="005832CA"/>
    <w:rsid w:val="005832D5"/>
    <w:rsid w:val="00583537"/>
    <w:rsid w:val="00583656"/>
    <w:rsid w:val="00583B06"/>
    <w:rsid w:val="00583B20"/>
    <w:rsid w:val="00583B48"/>
    <w:rsid w:val="00583E2F"/>
    <w:rsid w:val="00583E8B"/>
    <w:rsid w:val="005841DB"/>
    <w:rsid w:val="005844FA"/>
    <w:rsid w:val="00584782"/>
    <w:rsid w:val="00584818"/>
    <w:rsid w:val="00584A33"/>
    <w:rsid w:val="00584D03"/>
    <w:rsid w:val="00584D12"/>
    <w:rsid w:val="00584DDB"/>
    <w:rsid w:val="00584F63"/>
    <w:rsid w:val="00584F9B"/>
    <w:rsid w:val="00585080"/>
    <w:rsid w:val="005852FC"/>
    <w:rsid w:val="00585340"/>
    <w:rsid w:val="005853A8"/>
    <w:rsid w:val="005853C2"/>
    <w:rsid w:val="0058548A"/>
    <w:rsid w:val="00585591"/>
    <w:rsid w:val="00585623"/>
    <w:rsid w:val="00585629"/>
    <w:rsid w:val="005859FC"/>
    <w:rsid w:val="00585C1D"/>
    <w:rsid w:val="00585D82"/>
    <w:rsid w:val="00585D9F"/>
    <w:rsid w:val="00586016"/>
    <w:rsid w:val="00586022"/>
    <w:rsid w:val="0058612E"/>
    <w:rsid w:val="005864AB"/>
    <w:rsid w:val="005865F8"/>
    <w:rsid w:val="00586653"/>
    <w:rsid w:val="00586834"/>
    <w:rsid w:val="00587122"/>
    <w:rsid w:val="00587151"/>
    <w:rsid w:val="00587228"/>
    <w:rsid w:val="00587229"/>
    <w:rsid w:val="005872DB"/>
    <w:rsid w:val="005873A4"/>
    <w:rsid w:val="005874A5"/>
    <w:rsid w:val="005874AF"/>
    <w:rsid w:val="00587799"/>
    <w:rsid w:val="005877DB"/>
    <w:rsid w:val="00587ABC"/>
    <w:rsid w:val="00587B3A"/>
    <w:rsid w:val="00587CD9"/>
    <w:rsid w:val="00587E0A"/>
    <w:rsid w:val="00587FDA"/>
    <w:rsid w:val="005900DA"/>
    <w:rsid w:val="005901F6"/>
    <w:rsid w:val="00590738"/>
    <w:rsid w:val="00590BEE"/>
    <w:rsid w:val="00590CBE"/>
    <w:rsid w:val="00590CF2"/>
    <w:rsid w:val="00590D1F"/>
    <w:rsid w:val="005910F2"/>
    <w:rsid w:val="0059115D"/>
    <w:rsid w:val="0059128D"/>
    <w:rsid w:val="005912E4"/>
    <w:rsid w:val="005915DD"/>
    <w:rsid w:val="00591BEF"/>
    <w:rsid w:val="00591F0B"/>
    <w:rsid w:val="00591FFB"/>
    <w:rsid w:val="005921DE"/>
    <w:rsid w:val="005921FE"/>
    <w:rsid w:val="00592223"/>
    <w:rsid w:val="00592295"/>
    <w:rsid w:val="00592314"/>
    <w:rsid w:val="005927E0"/>
    <w:rsid w:val="00592806"/>
    <w:rsid w:val="00592BE2"/>
    <w:rsid w:val="00592BFF"/>
    <w:rsid w:val="00593232"/>
    <w:rsid w:val="005933B5"/>
    <w:rsid w:val="005933E7"/>
    <w:rsid w:val="0059384E"/>
    <w:rsid w:val="0059389F"/>
    <w:rsid w:val="005939A5"/>
    <w:rsid w:val="00593A73"/>
    <w:rsid w:val="00593B53"/>
    <w:rsid w:val="00593E54"/>
    <w:rsid w:val="00593E99"/>
    <w:rsid w:val="0059412B"/>
    <w:rsid w:val="0059441A"/>
    <w:rsid w:val="005945A7"/>
    <w:rsid w:val="005949D4"/>
    <w:rsid w:val="00594C3F"/>
    <w:rsid w:val="00594C7A"/>
    <w:rsid w:val="005950FA"/>
    <w:rsid w:val="005951C2"/>
    <w:rsid w:val="0059558E"/>
    <w:rsid w:val="0059592B"/>
    <w:rsid w:val="00595B59"/>
    <w:rsid w:val="00595B7E"/>
    <w:rsid w:val="00595C58"/>
    <w:rsid w:val="00595D33"/>
    <w:rsid w:val="00595F04"/>
    <w:rsid w:val="00595F07"/>
    <w:rsid w:val="00595F44"/>
    <w:rsid w:val="00595F55"/>
    <w:rsid w:val="00596314"/>
    <w:rsid w:val="00596479"/>
    <w:rsid w:val="005964E7"/>
    <w:rsid w:val="00596501"/>
    <w:rsid w:val="00596520"/>
    <w:rsid w:val="005965F1"/>
    <w:rsid w:val="00596A65"/>
    <w:rsid w:val="00596DFD"/>
    <w:rsid w:val="00597010"/>
    <w:rsid w:val="00597066"/>
    <w:rsid w:val="0059751E"/>
    <w:rsid w:val="005975B5"/>
    <w:rsid w:val="0059768E"/>
    <w:rsid w:val="00597D86"/>
    <w:rsid w:val="005A00A4"/>
    <w:rsid w:val="005A015D"/>
    <w:rsid w:val="005A0212"/>
    <w:rsid w:val="005A0216"/>
    <w:rsid w:val="005A0461"/>
    <w:rsid w:val="005A067B"/>
    <w:rsid w:val="005A0769"/>
    <w:rsid w:val="005A07A0"/>
    <w:rsid w:val="005A096C"/>
    <w:rsid w:val="005A0D22"/>
    <w:rsid w:val="005A0DDA"/>
    <w:rsid w:val="005A0F85"/>
    <w:rsid w:val="005A110C"/>
    <w:rsid w:val="005A142D"/>
    <w:rsid w:val="005A145F"/>
    <w:rsid w:val="005A1604"/>
    <w:rsid w:val="005A193C"/>
    <w:rsid w:val="005A19CD"/>
    <w:rsid w:val="005A1B70"/>
    <w:rsid w:val="005A200C"/>
    <w:rsid w:val="005A205D"/>
    <w:rsid w:val="005A23AD"/>
    <w:rsid w:val="005A2423"/>
    <w:rsid w:val="005A248A"/>
    <w:rsid w:val="005A2588"/>
    <w:rsid w:val="005A25AD"/>
    <w:rsid w:val="005A2656"/>
    <w:rsid w:val="005A2F06"/>
    <w:rsid w:val="005A2F14"/>
    <w:rsid w:val="005A2F92"/>
    <w:rsid w:val="005A3136"/>
    <w:rsid w:val="005A31E3"/>
    <w:rsid w:val="005A320F"/>
    <w:rsid w:val="005A3245"/>
    <w:rsid w:val="005A34D2"/>
    <w:rsid w:val="005A3AEF"/>
    <w:rsid w:val="005A3DAB"/>
    <w:rsid w:val="005A3F6F"/>
    <w:rsid w:val="005A40A4"/>
    <w:rsid w:val="005A41A6"/>
    <w:rsid w:val="005A4318"/>
    <w:rsid w:val="005A451D"/>
    <w:rsid w:val="005A4589"/>
    <w:rsid w:val="005A4616"/>
    <w:rsid w:val="005A4A0E"/>
    <w:rsid w:val="005A4CFC"/>
    <w:rsid w:val="005A4D00"/>
    <w:rsid w:val="005A4D36"/>
    <w:rsid w:val="005A4EAF"/>
    <w:rsid w:val="005A549D"/>
    <w:rsid w:val="005A5603"/>
    <w:rsid w:val="005A569F"/>
    <w:rsid w:val="005A585B"/>
    <w:rsid w:val="005A5B9D"/>
    <w:rsid w:val="005A5B9E"/>
    <w:rsid w:val="005A5BAF"/>
    <w:rsid w:val="005A6043"/>
    <w:rsid w:val="005A6114"/>
    <w:rsid w:val="005A6123"/>
    <w:rsid w:val="005A6229"/>
    <w:rsid w:val="005A6350"/>
    <w:rsid w:val="005A6431"/>
    <w:rsid w:val="005A6476"/>
    <w:rsid w:val="005A66D6"/>
    <w:rsid w:val="005A66DF"/>
    <w:rsid w:val="005A697F"/>
    <w:rsid w:val="005A6C42"/>
    <w:rsid w:val="005A6C7B"/>
    <w:rsid w:val="005A6F31"/>
    <w:rsid w:val="005A70B8"/>
    <w:rsid w:val="005A7103"/>
    <w:rsid w:val="005A71DD"/>
    <w:rsid w:val="005A7256"/>
    <w:rsid w:val="005A7365"/>
    <w:rsid w:val="005A7439"/>
    <w:rsid w:val="005A77E7"/>
    <w:rsid w:val="005A796F"/>
    <w:rsid w:val="005A79BB"/>
    <w:rsid w:val="005A7ACF"/>
    <w:rsid w:val="005A7BCB"/>
    <w:rsid w:val="005A7CEE"/>
    <w:rsid w:val="005A7E9A"/>
    <w:rsid w:val="005A7EC0"/>
    <w:rsid w:val="005A7ED3"/>
    <w:rsid w:val="005B00D0"/>
    <w:rsid w:val="005B018B"/>
    <w:rsid w:val="005B072C"/>
    <w:rsid w:val="005B07C6"/>
    <w:rsid w:val="005B0A17"/>
    <w:rsid w:val="005B0A5D"/>
    <w:rsid w:val="005B0B5F"/>
    <w:rsid w:val="005B0C5B"/>
    <w:rsid w:val="005B0D1F"/>
    <w:rsid w:val="005B11E8"/>
    <w:rsid w:val="005B1247"/>
    <w:rsid w:val="005B12F6"/>
    <w:rsid w:val="005B135D"/>
    <w:rsid w:val="005B13E5"/>
    <w:rsid w:val="005B1436"/>
    <w:rsid w:val="005B1523"/>
    <w:rsid w:val="005B1585"/>
    <w:rsid w:val="005B15DB"/>
    <w:rsid w:val="005B170D"/>
    <w:rsid w:val="005B18A3"/>
    <w:rsid w:val="005B1922"/>
    <w:rsid w:val="005B1A7F"/>
    <w:rsid w:val="005B1BAB"/>
    <w:rsid w:val="005B1D4F"/>
    <w:rsid w:val="005B1FEC"/>
    <w:rsid w:val="005B2062"/>
    <w:rsid w:val="005B20C4"/>
    <w:rsid w:val="005B224B"/>
    <w:rsid w:val="005B22C2"/>
    <w:rsid w:val="005B236E"/>
    <w:rsid w:val="005B23C6"/>
    <w:rsid w:val="005B2450"/>
    <w:rsid w:val="005B24B4"/>
    <w:rsid w:val="005B26CC"/>
    <w:rsid w:val="005B2C6D"/>
    <w:rsid w:val="005B2D03"/>
    <w:rsid w:val="005B2D11"/>
    <w:rsid w:val="005B2D94"/>
    <w:rsid w:val="005B2DC4"/>
    <w:rsid w:val="005B3033"/>
    <w:rsid w:val="005B303D"/>
    <w:rsid w:val="005B3140"/>
    <w:rsid w:val="005B33A8"/>
    <w:rsid w:val="005B34FA"/>
    <w:rsid w:val="005B3DEB"/>
    <w:rsid w:val="005B3FEA"/>
    <w:rsid w:val="005B40A3"/>
    <w:rsid w:val="005B41F6"/>
    <w:rsid w:val="005B43BC"/>
    <w:rsid w:val="005B4531"/>
    <w:rsid w:val="005B4596"/>
    <w:rsid w:val="005B46C8"/>
    <w:rsid w:val="005B475D"/>
    <w:rsid w:val="005B47B7"/>
    <w:rsid w:val="005B47E9"/>
    <w:rsid w:val="005B481C"/>
    <w:rsid w:val="005B4B0C"/>
    <w:rsid w:val="005B4B3E"/>
    <w:rsid w:val="005B4B60"/>
    <w:rsid w:val="005B4B6C"/>
    <w:rsid w:val="005B4CAD"/>
    <w:rsid w:val="005B4CBB"/>
    <w:rsid w:val="005B4CC1"/>
    <w:rsid w:val="005B4E9A"/>
    <w:rsid w:val="005B5032"/>
    <w:rsid w:val="005B52AF"/>
    <w:rsid w:val="005B551C"/>
    <w:rsid w:val="005B554A"/>
    <w:rsid w:val="005B57E6"/>
    <w:rsid w:val="005B5A88"/>
    <w:rsid w:val="005B5DE4"/>
    <w:rsid w:val="005B5DE9"/>
    <w:rsid w:val="005B5F4F"/>
    <w:rsid w:val="005B640A"/>
    <w:rsid w:val="005B651D"/>
    <w:rsid w:val="005B6587"/>
    <w:rsid w:val="005B659D"/>
    <w:rsid w:val="005B6710"/>
    <w:rsid w:val="005B699C"/>
    <w:rsid w:val="005B6A36"/>
    <w:rsid w:val="005B6DD2"/>
    <w:rsid w:val="005B6E16"/>
    <w:rsid w:val="005B71D8"/>
    <w:rsid w:val="005B7245"/>
    <w:rsid w:val="005B734F"/>
    <w:rsid w:val="005B76A1"/>
    <w:rsid w:val="005B797F"/>
    <w:rsid w:val="005B7BDE"/>
    <w:rsid w:val="005B7CB6"/>
    <w:rsid w:val="005B7D58"/>
    <w:rsid w:val="005C0058"/>
    <w:rsid w:val="005C00D5"/>
    <w:rsid w:val="005C00EE"/>
    <w:rsid w:val="005C022D"/>
    <w:rsid w:val="005C03D4"/>
    <w:rsid w:val="005C04CE"/>
    <w:rsid w:val="005C055C"/>
    <w:rsid w:val="005C0831"/>
    <w:rsid w:val="005C0FD7"/>
    <w:rsid w:val="005C133F"/>
    <w:rsid w:val="005C1486"/>
    <w:rsid w:val="005C1533"/>
    <w:rsid w:val="005C156F"/>
    <w:rsid w:val="005C17C3"/>
    <w:rsid w:val="005C17F8"/>
    <w:rsid w:val="005C1BFA"/>
    <w:rsid w:val="005C1D23"/>
    <w:rsid w:val="005C1EBA"/>
    <w:rsid w:val="005C1FCF"/>
    <w:rsid w:val="005C22C8"/>
    <w:rsid w:val="005C23C8"/>
    <w:rsid w:val="005C24D6"/>
    <w:rsid w:val="005C2681"/>
    <w:rsid w:val="005C2841"/>
    <w:rsid w:val="005C29F2"/>
    <w:rsid w:val="005C2A1E"/>
    <w:rsid w:val="005C2ADF"/>
    <w:rsid w:val="005C2C03"/>
    <w:rsid w:val="005C2E6F"/>
    <w:rsid w:val="005C2E76"/>
    <w:rsid w:val="005C305E"/>
    <w:rsid w:val="005C30BE"/>
    <w:rsid w:val="005C3102"/>
    <w:rsid w:val="005C31B4"/>
    <w:rsid w:val="005C31FF"/>
    <w:rsid w:val="005C3375"/>
    <w:rsid w:val="005C359B"/>
    <w:rsid w:val="005C3607"/>
    <w:rsid w:val="005C37E8"/>
    <w:rsid w:val="005C3869"/>
    <w:rsid w:val="005C3A6E"/>
    <w:rsid w:val="005C3A82"/>
    <w:rsid w:val="005C3B42"/>
    <w:rsid w:val="005C3D4B"/>
    <w:rsid w:val="005C4162"/>
    <w:rsid w:val="005C4253"/>
    <w:rsid w:val="005C4316"/>
    <w:rsid w:val="005C43FB"/>
    <w:rsid w:val="005C44B9"/>
    <w:rsid w:val="005C454A"/>
    <w:rsid w:val="005C4B81"/>
    <w:rsid w:val="005C4C0F"/>
    <w:rsid w:val="005C50EE"/>
    <w:rsid w:val="005C50F7"/>
    <w:rsid w:val="005C52D2"/>
    <w:rsid w:val="005C52EF"/>
    <w:rsid w:val="005C5407"/>
    <w:rsid w:val="005C57D6"/>
    <w:rsid w:val="005C58FD"/>
    <w:rsid w:val="005C5A7B"/>
    <w:rsid w:val="005C5A7F"/>
    <w:rsid w:val="005C5B8E"/>
    <w:rsid w:val="005C5C17"/>
    <w:rsid w:val="005C5EEE"/>
    <w:rsid w:val="005C5F8F"/>
    <w:rsid w:val="005C645F"/>
    <w:rsid w:val="005C646F"/>
    <w:rsid w:val="005C67B3"/>
    <w:rsid w:val="005C683D"/>
    <w:rsid w:val="005C69EA"/>
    <w:rsid w:val="005C6C1B"/>
    <w:rsid w:val="005C6FD1"/>
    <w:rsid w:val="005C71FA"/>
    <w:rsid w:val="005C734D"/>
    <w:rsid w:val="005C741C"/>
    <w:rsid w:val="005C7436"/>
    <w:rsid w:val="005C75CF"/>
    <w:rsid w:val="005C7784"/>
    <w:rsid w:val="005C7BF9"/>
    <w:rsid w:val="005C7E6C"/>
    <w:rsid w:val="005C7EE8"/>
    <w:rsid w:val="005D0036"/>
    <w:rsid w:val="005D00E1"/>
    <w:rsid w:val="005D018F"/>
    <w:rsid w:val="005D0277"/>
    <w:rsid w:val="005D04C7"/>
    <w:rsid w:val="005D052D"/>
    <w:rsid w:val="005D054F"/>
    <w:rsid w:val="005D0AB6"/>
    <w:rsid w:val="005D0AC0"/>
    <w:rsid w:val="005D0C2C"/>
    <w:rsid w:val="005D0C62"/>
    <w:rsid w:val="005D0EC1"/>
    <w:rsid w:val="005D0F61"/>
    <w:rsid w:val="005D10F3"/>
    <w:rsid w:val="005D13B2"/>
    <w:rsid w:val="005D1415"/>
    <w:rsid w:val="005D1416"/>
    <w:rsid w:val="005D15C0"/>
    <w:rsid w:val="005D15E6"/>
    <w:rsid w:val="005D171E"/>
    <w:rsid w:val="005D1832"/>
    <w:rsid w:val="005D193D"/>
    <w:rsid w:val="005D195B"/>
    <w:rsid w:val="005D1970"/>
    <w:rsid w:val="005D1BC3"/>
    <w:rsid w:val="005D1D87"/>
    <w:rsid w:val="005D240E"/>
    <w:rsid w:val="005D2811"/>
    <w:rsid w:val="005D2827"/>
    <w:rsid w:val="005D290A"/>
    <w:rsid w:val="005D2E7A"/>
    <w:rsid w:val="005D2F73"/>
    <w:rsid w:val="005D3013"/>
    <w:rsid w:val="005D31DF"/>
    <w:rsid w:val="005D3455"/>
    <w:rsid w:val="005D35D8"/>
    <w:rsid w:val="005D39D0"/>
    <w:rsid w:val="005D3A85"/>
    <w:rsid w:val="005D3AFA"/>
    <w:rsid w:val="005D3B1A"/>
    <w:rsid w:val="005D3B41"/>
    <w:rsid w:val="005D3C19"/>
    <w:rsid w:val="005D408E"/>
    <w:rsid w:val="005D4194"/>
    <w:rsid w:val="005D41FF"/>
    <w:rsid w:val="005D44A3"/>
    <w:rsid w:val="005D4643"/>
    <w:rsid w:val="005D46EA"/>
    <w:rsid w:val="005D47A6"/>
    <w:rsid w:val="005D4A2B"/>
    <w:rsid w:val="005D4AB3"/>
    <w:rsid w:val="005D4AEF"/>
    <w:rsid w:val="005D4C7E"/>
    <w:rsid w:val="005D4CCA"/>
    <w:rsid w:val="005D4D2B"/>
    <w:rsid w:val="005D4E50"/>
    <w:rsid w:val="005D4F5A"/>
    <w:rsid w:val="005D53C1"/>
    <w:rsid w:val="005D545D"/>
    <w:rsid w:val="005D5578"/>
    <w:rsid w:val="005D566D"/>
    <w:rsid w:val="005D56B2"/>
    <w:rsid w:val="005D5820"/>
    <w:rsid w:val="005D5A10"/>
    <w:rsid w:val="005D5BC4"/>
    <w:rsid w:val="005D5EA5"/>
    <w:rsid w:val="005D5F5A"/>
    <w:rsid w:val="005D656D"/>
    <w:rsid w:val="005D6770"/>
    <w:rsid w:val="005D6A0F"/>
    <w:rsid w:val="005D6AA9"/>
    <w:rsid w:val="005D6AD1"/>
    <w:rsid w:val="005D6C0F"/>
    <w:rsid w:val="005D6C55"/>
    <w:rsid w:val="005D6ECC"/>
    <w:rsid w:val="005D6EDF"/>
    <w:rsid w:val="005D6F85"/>
    <w:rsid w:val="005D7134"/>
    <w:rsid w:val="005D74D9"/>
    <w:rsid w:val="005D75AC"/>
    <w:rsid w:val="005D75F8"/>
    <w:rsid w:val="005D7CCB"/>
    <w:rsid w:val="005D7D0C"/>
    <w:rsid w:val="005D7EAF"/>
    <w:rsid w:val="005E0414"/>
    <w:rsid w:val="005E04F2"/>
    <w:rsid w:val="005E08FB"/>
    <w:rsid w:val="005E0958"/>
    <w:rsid w:val="005E0B20"/>
    <w:rsid w:val="005E0B2D"/>
    <w:rsid w:val="005E0BC1"/>
    <w:rsid w:val="005E0D3B"/>
    <w:rsid w:val="005E0DB0"/>
    <w:rsid w:val="005E0F6F"/>
    <w:rsid w:val="005E0FC4"/>
    <w:rsid w:val="005E117A"/>
    <w:rsid w:val="005E12D0"/>
    <w:rsid w:val="005E145F"/>
    <w:rsid w:val="005E146D"/>
    <w:rsid w:val="005E17CE"/>
    <w:rsid w:val="005E1B9E"/>
    <w:rsid w:val="005E1C7B"/>
    <w:rsid w:val="005E1F14"/>
    <w:rsid w:val="005E2486"/>
    <w:rsid w:val="005E258C"/>
    <w:rsid w:val="005E2639"/>
    <w:rsid w:val="005E26F8"/>
    <w:rsid w:val="005E26FC"/>
    <w:rsid w:val="005E288D"/>
    <w:rsid w:val="005E2A12"/>
    <w:rsid w:val="005E2AFC"/>
    <w:rsid w:val="005E2BCB"/>
    <w:rsid w:val="005E2CA4"/>
    <w:rsid w:val="005E2DDA"/>
    <w:rsid w:val="005E2EAB"/>
    <w:rsid w:val="005E2F9C"/>
    <w:rsid w:val="005E304F"/>
    <w:rsid w:val="005E3240"/>
    <w:rsid w:val="005E346E"/>
    <w:rsid w:val="005E3532"/>
    <w:rsid w:val="005E359C"/>
    <w:rsid w:val="005E36C9"/>
    <w:rsid w:val="005E371C"/>
    <w:rsid w:val="005E37B8"/>
    <w:rsid w:val="005E3DA9"/>
    <w:rsid w:val="005E3DD8"/>
    <w:rsid w:val="005E4084"/>
    <w:rsid w:val="005E41DD"/>
    <w:rsid w:val="005E4257"/>
    <w:rsid w:val="005E4328"/>
    <w:rsid w:val="005E44D5"/>
    <w:rsid w:val="005E469D"/>
    <w:rsid w:val="005E48A3"/>
    <w:rsid w:val="005E48D0"/>
    <w:rsid w:val="005E4937"/>
    <w:rsid w:val="005E4EEA"/>
    <w:rsid w:val="005E4F3C"/>
    <w:rsid w:val="005E50FD"/>
    <w:rsid w:val="005E521D"/>
    <w:rsid w:val="005E568B"/>
    <w:rsid w:val="005E56F3"/>
    <w:rsid w:val="005E5A6E"/>
    <w:rsid w:val="005E5AA9"/>
    <w:rsid w:val="005E5C23"/>
    <w:rsid w:val="005E5CFB"/>
    <w:rsid w:val="005E5DF9"/>
    <w:rsid w:val="005E5E1E"/>
    <w:rsid w:val="005E5E38"/>
    <w:rsid w:val="005E5EFF"/>
    <w:rsid w:val="005E5F77"/>
    <w:rsid w:val="005E5FE6"/>
    <w:rsid w:val="005E6147"/>
    <w:rsid w:val="005E6701"/>
    <w:rsid w:val="005E6812"/>
    <w:rsid w:val="005E689B"/>
    <w:rsid w:val="005E6A50"/>
    <w:rsid w:val="005E6A84"/>
    <w:rsid w:val="005E6B8E"/>
    <w:rsid w:val="005E6C5E"/>
    <w:rsid w:val="005E703F"/>
    <w:rsid w:val="005E7199"/>
    <w:rsid w:val="005E72B6"/>
    <w:rsid w:val="005E748B"/>
    <w:rsid w:val="005E7937"/>
    <w:rsid w:val="005E7965"/>
    <w:rsid w:val="005E7D41"/>
    <w:rsid w:val="005E7F18"/>
    <w:rsid w:val="005F00F4"/>
    <w:rsid w:val="005F01B8"/>
    <w:rsid w:val="005F01DD"/>
    <w:rsid w:val="005F01E5"/>
    <w:rsid w:val="005F0468"/>
    <w:rsid w:val="005F04C6"/>
    <w:rsid w:val="005F0580"/>
    <w:rsid w:val="005F07E7"/>
    <w:rsid w:val="005F0967"/>
    <w:rsid w:val="005F0C5B"/>
    <w:rsid w:val="005F0CC4"/>
    <w:rsid w:val="005F0CFF"/>
    <w:rsid w:val="005F0DE9"/>
    <w:rsid w:val="005F0E42"/>
    <w:rsid w:val="005F0F57"/>
    <w:rsid w:val="005F10C7"/>
    <w:rsid w:val="005F1156"/>
    <w:rsid w:val="005F1465"/>
    <w:rsid w:val="005F15B9"/>
    <w:rsid w:val="005F16C3"/>
    <w:rsid w:val="005F198F"/>
    <w:rsid w:val="005F1EA3"/>
    <w:rsid w:val="005F20A6"/>
    <w:rsid w:val="005F2202"/>
    <w:rsid w:val="005F24E8"/>
    <w:rsid w:val="005F25B5"/>
    <w:rsid w:val="005F2783"/>
    <w:rsid w:val="005F279E"/>
    <w:rsid w:val="005F2976"/>
    <w:rsid w:val="005F29CF"/>
    <w:rsid w:val="005F2BE0"/>
    <w:rsid w:val="005F2BE7"/>
    <w:rsid w:val="005F2C46"/>
    <w:rsid w:val="005F2E23"/>
    <w:rsid w:val="005F3183"/>
    <w:rsid w:val="005F3307"/>
    <w:rsid w:val="005F364A"/>
    <w:rsid w:val="005F37F9"/>
    <w:rsid w:val="005F3898"/>
    <w:rsid w:val="005F3B16"/>
    <w:rsid w:val="005F3BAC"/>
    <w:rsid w:val="005F3E35"/>
    <w:rsid w:val="005F3FC3"/>
    <w:rsid w:val="005F4556"/>
    <w:rsid w:val="005F45CF"/>
    <w:rsid w:val="005F4646"/>
    <w:rsid w:val="005F46BF"/>
    <w:rsid w:val="005F482C"/>
    <w:rsid w:val="005F48A7"/>
    <w:rsid w:val="005F4989"/>
    <w:rsid w:val="005F4AB3"/>
    <w:rsid w:val="005F4C0C"/>
    <w:rsid w:val="005F4EB6"/>
    <w:rsid w:val="005F4FE6"/>
    <w:rsid w:val="005F5092"/>
    <w:rsid w:val="005F51BC"/>
    <w:rsid w:val="005F52C9"/>
    <w:rsid w:val="005F5356"/>
    <w:rsid w:val="005F5501"/>
    <w:rsid w:val="005F5643"/>
    <w:rsid w:val="005F56AF"/>
    <w:rsid w:val="005F59DA"/>
    <w:rsid w:val="005F5A67"/>
    <w:rsid w:val="005F5C0F"/>
    <w:rsid w:val="005F5DD7"/>
    <w:rsid w:val="005F61B6"/>
    <w:rsid w:val="005F6259"/>
    <w:rsid w:val="005F627B"/>
    <w:rsid w:val="005F6457"/>
    <w:rsid w:val="005F6472"/>
    <w:rsid w:val="005F64CB"/>
    <w:rsid w:val="005F66C0"/>
    <w:rsid w:val="005F69F4"/>
    <w:rsid w:val="005F6A9C"/>
    <w:rsid w:val="005F6B79"/>
    <w:rsid w:val="005F6F66"/>
    <w:rsid w:val="005F70AA"/>
    <w:rsid w:val="005F70C9"/>
    <w:rsid w:val="005F7165"/>
    <w:rsid w:val="005F7254"/>
    <w:rsid w:val="005F733E"/>
    <w:rsid w:val="005F73AA"/>
    <w:rsid w:val="005F73F0"/>
    <w:rsid w:val="005F757C"/>
    <w:rsid w:val="005F7592"/>
    <w:rsid w:val="005F7676"/>
    <w:rsid w:val="005F7776"/>
    <w:rsid w:val="005F7956"/>
    <w:rsid w:val="005F79B6"/>
    <w:rsid w:val="005F7BAD"/>
    <w:rsid w:val="005F7C09"/>
    <w:rsid w:val="005F7D4A"/>
    <w:rsid w:val="005F7FE9"/>
    <w:rsid w:val="00600098"/>
    <w:rsid w:val="0060058F"/>
    <w:rsid w:val="0060076F"/>
    <w:rsid w:val="006008D1"/>
    <w:rsid w:val="00600A27"/>
    <w:rsid w:val="00600A7B"/>
    <w:rsid w:val="00600CF4"/>
    <w:rsid w:val="00600E51"/>
    <w:rsid w:val="00600F00"/>
    <w:rsid w:val="00600F7A"/>
    <w:rsid w:val="00601184"/>
    <w:rsid w:val="00601490"/>
    <w:rsid w:val="0060181C"/>
    <w:rsid w:val="00601B9C"/>
    <w:rsid w:val="00601BDD"/>
    <w:rsid w:val="00601E57"/>
    <w:rsid w:val="00601F50"/>
    <w:rsid w:val="00602079"/>
    <w:rsid w:val="00602202"/>
    <w:rsid w:val="0060254D"/>
    <w:rsid w:val="006025EB"/>
    <w:rsid w:val="0060268E"/>
    <w:rsid w:val="00602858"/>
    <w:rsid w:val="006028CD"/>
    <w:rsid w:val="0060297C"/>
    <w:rsid w:val="00602BC2"/>
    <w:rsid w:val="00602BF7"/>
    <w:rsid w:val="00602F29"/>
    <w:rsid w:val="00603700"/>
    <w:rsid w:val="006039C3"/>
    <w:rsid w:val="00603B45"/>
    <w:rsid w:val="00603D31"/>
    <w:rsid w:val="00603D47"/>
    <w:rsid w:val="00603D97"/>
    <w:rsid w:val="00603DCA"/>
    <w:rsid w:val="00603DE3"/>
    <w:rsid w:val="00604276"/>
    <w:rsid w:val="00604762"/>
    <w:rsid w:val="006047B2"/>
    <w:rsid w:val="00604922"/>
    <w:rsid w:val="00604993"/>
    <w:rsid w:val="00604BB2"/>
    <w:rsid w:val="00604CB8"/>
    <w:rsid w:val="00604CF2"/>
    <w:rsid w:val="00605031"/>
    <w:rsid w:val="00605073"/>
    <w:rsid w:val="006050DE"/>
    <w:rsid w:val="00605187"/>
    <w:rsid w:val="00605618"/>
    <w:rsid w:val="0060574B"/>
    <w:rsid w:val="00605AD1"/>
    <w:rsid w:val="00605AE1"/>
    <w:rsid w:val="00605B5F"/>
    <w:rsid w:val="00605DBA"/>
    <w:rsid w:val="00606039"/>
    <w:rsid w:val="006061FE"/>
    <w:rsid w:val="00606216"/>
    <w:rsid w:val="0060644D"/>
    <w:rsid w:val="006064D8"/>
    <w:rsid w:val="0060656F"/>
    <w:rsid w:val="00606599"/>
    <w:rsid w:val="006066A3"/>
    <w:rsid w:val="00606720"/>
    <w:rsid w:val="00606735"/>
    <w:rsid w:val="00606782"/>
    <w:rsid w:val="006069F9"/>
    <w:rsid w:val="00606A18"/>
    <w:rsid w:val="00606E59"/>
    <w:rsid w:val="00607088"/>
    <w:rsid w:val="00607091"/>
    <w:rsid w:val="0060736F"/>
    <w:rsid w:val="00607422"/>
    <w:rsid w:val="00607597"/>
    <w:rsid w:val="00607AE2"/>
    <w:rsid w:val="00610160"/>
    <w:rsid w:val="0061039E"/>
    <w:rsid w:val="006104D5"/>
    <w:rsid w:val="006104F9"/>
    <w:rsid w:val="006107C2"/>
    <w:rsid w:val="006108B0"/>
    <w:rsid w:val="006109BB"/>
    <w:rsid w:val="006109DE"/>
    <w:rsid w:val="00610B75"/>
    <w:rsid w:val="00610F8E"/>
    <w:rsid w:val="00610F95"/>
    <w:rsid w:val="00610FBA"/>
    <w:rsid w:val="00611027"/>
    <w:rsid w:val="0061120F"/>
    <w:rsid w:val="00611261"/>
    <w:rsid w:val="0061138B"/>
    <w:rsid w:val="006114C4"/>
    <w:rsid w:val="006114C7"/>
    <w:rsid w:val="00611521"/>
    <w:rsid w:val="0061172C"/>
    <w:rsid w:val="00611793"/>
    <w:rsid w:val="00611911"/>
    <w:rsid w:val="006119D8"/>
    <w:rsid w:val="00611B2D"/>
    <w:rsid w:val="00611E5D"/>
    <w:rsid w:val="00611EAB"/>
    <w:rsid w:val="00611EC9"/>
    <w:rsid w:val="0061200E"/>
    <w:rsid w:val="00612218"/>
    <w:rsid w:val="00612354"/>
    <w:rsid w:val="0061242B"/>
    <w:rsid w:val="006124D3"/>
    <w:rsid w:val="006125A3"/>
    <w:rsid w:val="006125F3"/>
    <w:rsid w:val="0061262E"/>
    <w:rsid w:val="00612766"/>
    <w:rsid w:val="006127FD"/>
    <w:rsid w:val="006128A8"/>
    <w:rsid w:val="00612C74"/>
    <w:rsid w:val="00612D06"/>
    <w:rsid w:val="00612D68"/>
    <w:rsid w:val="00612EB2"/>
    <w:rsid w:val="00612FC4"/>
    <w:rsid w:val="00613135"/>
    <w:rsid w:val="006131F5"/>
    <w:rsid w:val="006132C7"/>
    <w:rsid w:val="00613438"/>
    <w:rsid w:val="0061348C"/>
    <w:rsid w:val="00613761"/>
    <w:rsid w:val="0061377A"/>
    <w:rsid w:val="00613A72"/>
    <w:rsid w:val="00613C10"/>
    <w:rsid w:val="00613C8E"/>
    <w:rsid w:val="00613E70"/>
    <w:rsid w:val="00614085"/>
    <w:rsid w:val="00614187"/>
    <w:rsid w:val="006142BC"/>
    <w:rsid w:val="006143A3"/>
    <w:rsid w:val="00614448"/>
    <w:rsid w:val="0061444F"/>
    <w:rsid w:val="00614533"/>
    <w:rsid w:val="0061455B"/>
    <w:rsid w:val="0061458A"/>
    <w:rsid w:val="0061476F"/>
    <w:rsid w:val="00614785"/>
    <w:rsid w:val="006148EF"/>
    <w:rsid w:val="006149D1"/>
    <w:rsid w:val="00614D12"/>
    <w:rsid w:val="00614FFC"/>
    <w:rsid w:val="00615175"/>
    <w:rsid w:val="00615715"/>
    <w:rsid w:val="006158E5"/>
    <w:rsid w:val="00615BD4"/>
    <w:rsid w:val="00615C72"/>
    <w:rsid w:val="00615D5C"/>
    <w:rsid w:val="00615E86"/>
    <w:rsid w:val="006160CE"/>
    <w:rsid w:val="0061627A"/>
    <w:rsid w:val="006164EA"/>
    <w:rsid w:val="006165E9"/>
    <w:rsid w:val="0061674C"/>
    <w:rsid w:val="00616765"/>
    <w:rsid w:val="00616ABA"/>
    <w:rsid w:val="00616B43"/>
    <w:rsid w:val="00616BBA"/>
    <w:rsid w:val="00616C6E"/>
    <w:rsid w:val="00616D97"/>
    <w:rsid w:val="00616EE5"/>
    <w:rsid w:val="00617030"/>
    <w:rsid w:val="006171DC"/>
    <w:rsid w:val="00617266"/>
    <w:rsid w:val="006172A3"/>
    <w:rsid w:val="006174D1"/>
    <w:rsid w:val="00617664"/>
    <w:rsid w:val="006176F3"/>
    <w:rsid w:val="0061798B"/>
    <w:rsid w:val="00617A66"/>
    <w:rsid w:val="00617ACC"/>
    <w:rsid w:val="00617C0F"/>
    <w:rsid w:val="00617EE0"/>
    <w:rsid w:val="0062009B"/>
    <w:rsid w:val="0062018C"/>
    <w:rsid w:val="006201C1"/>
    <w:rsid w:val="0062061A"/>
    <w:rsid w:val="00620C4D"/>
    <w:rsid w:val="00620C97"/>
    <w:rsid w:val="00620CAA"/>
    <w:rsid w:val="00620E10"/>
    <w:rsid w:val="00620F33"/>
    <w:rsid w:val="0062105E"/>
    <w:rsid w:val="00621060"/>
    <w:rsid w:val="00621472"/>
    <w:rsid w:val="00621539"/>
    <w:rsid w:val="006216DA"/>
    <w:rsid w:val="00621790"/>
    <w:rsid w:val="006217FD"/>
    <w:rsid w:val="00621996"/>
    <w:rsid w:val="00621A04"/>
    <w:rsid w:val="00621AC7"/>
    <w:rsid w:val="00621AEF"/>
    <w:rsid w:val="00621D90"/>
    <w:rsid w:val="00621E4C"/>
    <w:rsid w:val="00621EE1"/>
    <w:rsid w:val="0062214B"/>
    <w:rsid w:val="00622171"/>
    <w:rsid w:val="006221A1"/>
    <w:rsid w:val="006224A2"/>
    <w:rsid w:val="0062251D"/>
    <w:rsid w:val="0062268A"/>
    <w:rsid w:val="00622698"/>
    <w:rsid w:val="00622786"/>
    <w:rsid w:val="00622818"/>
    <w:rsid w:val="00622A78"/>
    <w:rsid w:val="00622F6D"/>
    <w:rsid w:val="00622FB1"/>
    <w:rsid w:val="00623041"/>
    <w:rsid w:val="0062320E"/>
    <w:rsid w:val="0062321B"/>
    <w:rsid w:val="0062337C"/>
    <w:rsid w:val="006235C1"/>
    <w:rsid w:val="00623670"/>
    <w:rsid w:val="006238AD"/>
    <w:rsid w:val="00623B0F"/>
    <w:rsid w:val="00623D83"/>
    <w:rsid w:val="00623EFB"/>
    <w:rsid w:val="00623F98"/>
    <w:rsid w:val="00624073"/>
    <w:rsid w:val="006241AE"/>
    <w:rsid w:val="00624211"/>
    <w:rsid w:val="00624A57"/>
    <w:rsid w:val="00624AAD"/>
    <w:rsid w:val="00624BDA"/>
    <w:rsid w:val="00624C22"/>
    <w:rsid w:val="00624CBB"/>
    <w:rsid w:val="0062506B"/>
    <w:rsid w:val="00625130"/>
    <w:rsid w:val="006251E5"/>
    <w:rsid w:val="00625213"/>
    <w:rsid w:val="006252E7"/>
    <w:rsid w:val="006254B8"/>
    <w:rsid w:val="006254FA"/>
    <w:rsid w:val="0062575C"/>
    <w:rsid w:val="0062597C"/>
    <w:rsid w:val="00625AFB"/>
    <w:rsid w:val="00625B16"/>
    <w:rsid w:val="00625BBD"/>
    <w:rsid w:val="00625CA7"/>
    <w:rsid w:val="00625E97"/>
    <w:rsid w:val="00625EF5"/>
    <w:rsid w:val="00625FB6"/>
    <w:rsid w:val="00625FE5"/>
    <w:rsid w:val="0062613F"/>
    <w:rsid w:val="00626258"/>
    <w:rsid w:val="00626352"/>
    <w:rsid w:val="00626499"/>
    <w:rsid w:val="00626600"/>
    <w:rsid w:val="0062688B"/>
    <w:rsid w:val="0062693E"/>
    <w:rsid w:val="00626CB8"/>
    <w:rsid w:val="00626E8F"/>
    <w:rsid w:val="00626F14"/>
    <w:rsid w:val="0062702C"/>
    <w:rsid w:val="0062705F"/>
    <w:rsid w:val="00627328"/>
    <w:rsid w:val="00627371"/>
    <w:rsid w:val="00627678"/>
    <w:rsid w:val="006276BB"/>
    <w:rsid w:val="00627838"/>
    <w:rsid w:val="006279B8"/>
    <w:rsid w:val="00627AAF"/>
    <w:rsid w:val="00627C71"/>
    <w:rsid w:val="006300E9"/>
    <w:rsid w:val="0063013F"/>
    <w:rsid w:val="0063023A"/>
    <w:rsid w:val="00630248"/>
    <w:rsid w:val="006307C4"/>
    <w:rsid w:val="0063082A"/>
    <w:rsid w:val="00630A7F"/>
    <w:rsid w:val="00630B5F"/>
    <w:rsid w:val="00630DD2"/>
    <w:rsid w:val="00630F4A"/>
    <w:rsid w:val="0063125A"/>
    <w:rsid w:val="00631267"/>
    <w:rsid w:val="006312A7"/>
    <w:rsid w:val="00631332"/>
    <w:rsid w:val="006314AC"/>
    <w:rsid w:val="006315FB"/>
    <w:rsid w:val="0063183A"/>
    <w:rsid w:val="0063184E"/>
    <w:rsid w:val="0063197A"/>
    <w:rsid w:val="0063199F"/>
    <w:rsid w:val="006319C0"/>
    <w:rsid w:val="006319F3"/>
    <w:rsid w:val="00631A68"/>
    <w:rsid w:val="00631D9A"/>
    <w:rsid w:val="00632139"/>
    <w:rsid w:val="00632148"/>
    <w:rsid w:val="006321CE"/>
    <w:rsid w:val="006321FE"/>
    <w:rsid w:val="0063236E"/>
    <w:rsid w:val="00632390"/>
    <w:rsid w:val="00632495"/>
    <w:rsid w:val="00632512"/>
    <w:rsid w:val="00632515"/>
    <w:rsid w:val="0063292C"/>
    <w:rsid w:val="006329BB"/>
    <w:rsid w:val="006329E6"/>
    <w:rsid w:val="00632B1A"/>
    <w:rsid w:val="00632E90"/>
    <w:rsid w:val="0063334D"/>
    <w:rsid w:val="00633671"/>
    <w:rsid w:val="006337D9"/>
    <w:rsid w:val="00633806"/>
    <w:rsid w:val="0063384F"/>
    <w:rsid w:val="00633961"/>
    <w:rsid w:val="00633B2C"/>
    <w:rsid w:val="00633E82"/>
    <w:rsid w:val="00633F58"/>
    <w:rsid w:val="006340DD"/>
    <w:rsid w:val="0063441C"/>
    <w:rsid w:val="0063442C"/>
    <w:rsid w:val="006345FB"/>
    <w:rsid w:val="006346D2"/>
    <w:rsid w:val="00634771"/>
    <w:rsid w:val="00634B12"/>
    <w:rsid w:val="00635034"/>
    <w:rsid w:val="0063506B"/>
    <w:rsid w:val="00635107"/>
    <w:rsid w:val="006354C3"/>
    <w:rsid w:val="00635598"/>
    <w:rsid w:val="00635861"/>
    <w:rsid w:val="006359D6"/>
    <w:rsid w:val="00635A0C"/>
    <w:rsid w:val="00635C0A"/>
    <w:rsid w:val="00635C49"/>
    <w:rsid w:val="00635ECB"/>
    <w:rsid w:val="006361BA"/>
    <w:rsid w:val="006361C5"/>
    <w:rsid w:val="00636287"/>
    <w:rsid w:val="006366BC"/>
    <w:rsid w:val="0063694C"/>
    <w:rsid w:val="00636A43"/>
    <w:rsid w:val="00636DE2"/>
    <w:rsid w:val="00637119"/>
    <w:rsid w:val="0063727A"/>
    <w:rsid w:val="00637374"/>
    <w:rsid w:val="006373E9"/>
    <w:rsid w:val="006375BA"/>
    <w:rsid w:val="00637664"/>
    <w:rsid w:val="0063769C"/>
    <w:rsid w:val="006376D7"/>
    <w:rsid w:val="00637858"/>
    <w:rsid w:val="00637A66"/>
    <w:rsid w:val="00637B92"/>
    <w:rsid w:val="00637D25"/>
    <w:rsid w:val="00637DF4"/>
    <w:rsid w:val="00637EBE"/>
    <w:rsid w:val="00637F67"/>
    <w:rsid w:val="0064019A"/>
    <w:rsid w:val="00640214"/>
    <w:rsid w:val="0064028F"/>
    <w:rsid w:val="006405ED"/>
    <w:rsid w:val="00640755"/>
    <w:rsid w:val="00640A6A"/>
    <w:rsid w:val="00640CE5"/>
    <w:rsid w:val="00640E76"/>
    <w:rsid w:val="00641225"/>
    <w:rsid w:val="006414CA"/>
    <w:rsid w:val="00641519"/>
    <w:rsid w:val="006418A2"/>
    <w:rsid w:val="006418DF"/>
    <w:rsid w:val="00641996"/>
    <w:rsid w:val="00641B17"/>
    <w:rsid w:val="00641CA6"/>
    <w:rsid w:val="00641EAD"/>
    <w:rsid w:val="00641FC2"/>
    <w:rsid w:val="006420B1"/>
    <w:rsid w:val="006422B9"/>
    <w:rsid w:val="006422C4"/>
    <w:rsid w:val="0064237A"/>
    <w:rsid w:val="0064237B"/>
    <w:rsid w:val="00642449"/>
    <w:rsid w:val="00642634"/>
    <w:rsid w:val="00642868"/>
    <w:rsid w:val="006429C6"/>
    <w:rsid w:val="006429C8"/>
    <w:rsid w:val="00642AF5"/>
    <w:rsid w:val="00642AFA"/>
    <w:rsid w:val="00642C19"/>
    <w:rsid w:val="00642C65"/>
    <w:rsid w:val="00642F91"/>
    <w:rsid w:val="00643040"/>
    <w:rsid w:val="00643059"/>
    <w:rsid w:val="006430D5"/>
    <w:rsid w:val="006431FB"/>
    <w:rsid w:val="0064345C"/>
    <w:rsid w:val="006434B7"/>
    <w:rsid w:val="00643502"/>
    <w:rsid w:val="006438B5"/>
    <w:rsid w:val="00643E45"/>
    <w:rsid w:val="00643F7E"/>
    <w:rsid w:val="006441B1"/>
    <w:rsid w:val="00644254"/>
    <w:rsid w:val="0064425F"/>
    <w:rsid w:val="006442DC"/>
    <w:rsid w:val="00644358"/>
    <w:rsid w:val="006443C2"/>
    <w:rsid w:val="0064443D"/>
    <w:rsid w:val="00644451"/>
    <w:rsid w:val="00644644"/>
    <w:rsid w:val="006447FB"/>
    <w:rsid w:val="00644AC4"/>
    <w:rsid w:val="00644AFB"/>
    <w:rsid w:val="00644B7E"/>
    <w:rsid w:val="00644E59"/>
    <w:rsid w:val="00644FAC"/>
    <w:rsid w:val="00645026"/>
    <w:rsid w:val="006451B0"/>
    <w:rsid w:val="00645228"/>
    <w:rsid w:val="0064551C"/>
    <w:rsid w:val="00645538"/>
    <w:rsid w:val="0064573C"/>
    <w:rsid w:val="006457A3"/>
    <w:rsid w:val="0064586C"/>
    <w:rsid w:val="00645AA8"/>
    <w:rsid w:val="00645DB7"/>
    <w:rsid w:val="00645DE8"/>
    <w:rsid w:val="00645DEA"/>
    <w:rsid w:val="00646538"/>
    <w:rsid w:val="0064676D"/>
    <w:rsid w:val="00646963"/>
    <w:rsid w:val="006469D0"/>
    <w:rsid w:val="00646BD7"/>
    <w:rsid w:val="00646C35"/>
    <w:rsid w:val="00646C41"/>
    <w:rsid w:val="00646C68"/>
    <w:rsid w:val="00646E05"/>
    <w:rsid w:val="00646E09"/>
    <w:rsid w:val="00646E3B"/>
    <w:rsid w:val="00646E84"/>
    <w:rsid w:val="00646E89"/>
    <w:rsid w:val="00646FCF"/>
    <w:rsid w:val="00646FDC"/>
    <w:rsid w:val="00647086"/>
    <w:rsid w:val="006470F9"/>
    <w:rsid w:val="006471F8"/>
    <w:rsid w:val="00647432"/>
    <w:rsid w:val="006475A3"/>
    <w:rsid w:val="006475B7"/>
    <w:rsid w:val="006476DA"/>
    <w:rsid w:val="00647A71"/>
    <w:rsid w:val="00647CAE"/>
    <w:rsid w:val="00647ECA"/>
    <w:rsid w:val="00647FF8"/>
    <w:rsid w:val="00650014"/>
    <w:rsid w:val="0065088E"/>
    <w:rsid w:val="00650BBB"/>
    <w:rsid w:val="00650BD6"/>
    <w:rsid w:val="00650C5D"/>
    <w:rsid w:val="00650C79"/>
    <w:rsid w:val="00650E0D"/>
    <w:rsid w:val="00650E43"/>
    <w:rsid w:val="006511A9"/>
    <w:rsid w:val="00651275"/>
    <w:rsid w:val="00651750"/>
    <w:rsid w:val="0065185B"/>
    <w:rsid w:val="00651900"/>
    <w:rsid w:val="00651A02"/>
    <w:rsid w:val="00651AC2"/>
    <w:rsid w:val="00652121"/>
    <w:rsid w:val="00652137"/>
    <w:rsid w:val="00652269"/>
    <w:rsid w:val="00652292"/>
    <w:rsid w:val="00652374"/>
    <w:rsid w:val="0065237E"/>
    <w:rsid w:val="00652769"/>
    <w:rsid w:val="00652799"/>
    <w:rsid w:val="006528F1"/>
    <w:rsid w:val="00652942"/>
    <w:rsid w:val="006529B6"/>
    <w:rsid w:val="00652C8A"/>
    <w:rsid w:val="00652D26"/>
    <w:rsid w:val="00652EC0"/>
    <w:rsid w:val="00653019"/>
    <w:rsid w:val="00653020"/>
    <w:rsid w:val="00653065"/>
    <w:rsid w:val="00653201"/>
    <w:rsid w:val="00653349"/>
    <w:rsid w:val="00653459"/>
    <w:rsid w:val="0065357B"/>
    <w:rsid w:val="006535E3"/>
    <w:rsid w:val="0065369C"/>
    <w:rsid w:val="0065373C"/>
    <w:rsid w:val="00653B62"/>
    <w:rsid w:val="00653CA3"/>
    <w:rsid w:val="00653E68"/>
    <w:rsid w:val="0065408D"/>
    <w:rsid w:val="006540F4"/>
    <w:rsid w:val="0065425E"/>
    <w:rsid w:val="0065428B"/>
    <w:rsid w:val="00654590"/>
    <w:rsid w:val="006545DF"/>
    <w:rsid w:val="00654BE9"/>
    <w:rsid w:val="00654C7D"/>
    <w:rsid w:val="00654CCF"/>
    <w:rsid w:val="00654DB6"/>
    <w:rsid w:val="006552A2"/>
    <w:rsid w:val="00655557"/>
    <w:rsid w:val="0065560D"/>
    <w:rsid w:val="0065593D"/>
    <w:rsid w:val="00655AC0"/>
    <w:rsid w:val="00655B22"/>
    <w:rsid w:val="00655B75"/>
    <w:rsid w:val="00655C2C"/>
    <w:rsid w:val="0065637B"/>
    <w:rsid w:val="006565C9"/>
    <w:rsid w:val="00656606"/>
    <w:rsid w:val="006567F9"/>
    <w:rsid w:val="00656852"/>
    <w:rsid w:val="006568AC"/>
    <w:rsid w:val="00656A16"/>
    <w:rsid w:val="00656A42"/>
    <w:rsid w:val="00656C38"/>
    <w:rsid w:val="00656CB5"/>
    <w:rsid w:val="00656D93"/>
    <w:rsid w:val="00656F99"/>
    <w:rsid w:val="00657009"/>
    <w:rsid w:val="006570D8"/>
    <w:rsid w:val="006570F7"/>
    <w:rsid w:val="0065714B"/>
    <w:rsid w:val="00657607"/>
    <w:rsid w:val="0065771A"/>
    <w:rsid w:val="00657791"/>
    <w:rsid w:val="0065779C"/>
    <w:rsid w:val="006577F0"/>
    <w:rsid w:val="00657945"/>
    <w:rsid w:val="00657A0C"/>
    <w:rsid w:val="00657BC4"/>
    <w:rsid w:val="00657D5B"/>
    <w:rsid w:val="00657E96"/>
    <w:rsid w:val="00660090"/>
    <w:rsid w:val="00660281"/>
    <w:rsid w:val="006606AF"/>
    <w:rsid w:val="0066089D"/>
    <w:rsid w:val="006609D1"/>
    <w:rsid w:val="00660A72"/>
    <w:rsid w:val="00660B29"/>
    <w:rsid w:val="00660B31"/>
    <w:rsid w:val="00660E4D"/>
    <w:rsid w:val="00661162"/>
    <w:rsid w:val="006611D5"/>
    <w:rsid w:val="0066144F"/>
    <w:rsid w:val="00661ADA"/>
    <w:rsid w:val="00661CAF"/>
    <w:rsid w:val="00661F93"/>
    <w:rsid w:val="00662449"/>
    <w:rsid w:val="00662568"/>
    <w:rsid w:val="00662810"/>
    <w:rsid w:val="00662A87"/>
    <w:rsid w:val="00662DF2"/>
    <w:rsid w:val="006632BB"/>
    <w:rsid w:val="006632D7"/>
    <w:rsid w:val="0066333F"/>
    <w:rsid w:val="00663598"/>
    <w:rsid w:val="00663617"/>
    <w:rsid w:val="006638F2"/>
    <w:rsid w:val="00663AF0"/>
    <w:rsid w:val="00663B2A"/>
    <w:rsid w:val="00663C10"/>
    <w:rsid w:val="00663C1E"/>
    <w:rsid w:val="00663C1F"/>
    <w:rsid w:val="00663C92"/>
    <w:rsid w:val="00663E4A"/>
    <w:rsid w:val="00663F68"/>
    <w:rsid w:val="00664198"/>
    <w:rsid w:val="00664219"/>
    <w:rsid w:val="006642DF"/>
    <w:rsid w:val="00664318"/>
    <w:rsid w:val="006643CC"/>
    <w:rsid w:val="006647AD"/>
    <w:rsid w:val="006648A4"/>
    <w:rsid w:val="00664AB2"/>
    <w:rsid w:val="00664BC0"/>
    <w:rsid w:val="00664C65"/>
    <w:rsid w:val="00664E92"/>
    <w:rsid w:val="0066500D"/>
    <w:rsid w:val="00665260"/>
    <w:rsid w:val="0066539F"/>
    <w:rsid w:val="006654C5"/>
    <w:rsid w:val="00665BE3"/>
    <w:rsid w:val="00665E97"/>
    <w:rsid w:val="00666003"/>
    <w:rsid w:val="006661BD"/>
    <w:rsid w:val="00666471"/>
    <w:rsid w:val="006665D0"/>
    <w:rsid w:val="0066669D"/>
    <w:rsid w:val="006666BB"/>
    <w:rsid w:val="00666940"/>
    <w:rsid w:val="00666A2E"/>
    <w:rsid w:val="00666C42"/>
    <w:rsid w:val="00666C73"/>
    <w:rsid w:val="00666D15"/>
    <w:rsid w:val="00666D45"/>
    <w:rsid w:val="00666E14"/>
    <w:rsid w:val="00666F6B"/>
    <w:rsid w:val="00667195"/>
    <w:rsid w:val="006671DF"/>
    <w:rsid w:val="00667285"/>
    <w:rsid w:val="00667305"/>
    <w:rsid w:val="006677C2"/>
    <w:rsid w:val="00667A31"/>
    <w:rsid w:val="00667ABD"/>
    <w:rsid w:val="00667D44"/>
    <w:rsid w:val="00667E30"/>
    <w:rsid w:val="00667EFD"/>
    <w:rsid w:val="00667F70"/>
    <w:rsid w:val="00667FF5"/>
    <w:rsid w:val="006706C6"/>
    <w:rsid w:val="00670776"/>
    <w:rsid w:val="006707B3"/>
    <w:rsid w:val="006708DF"/>
    <w:rsid w:val="00670B3C"/>
    <w:rsid w:val="00670B6E"/>
    <w:rsid w:val="00670B7A"/>
    <w:rsid w:val="00671163"/>
    <w:rsid w:val="0067127E"/>
    <w:rsid w:val="006714CA"/>
    <w:rsid w:val="006714DC"/>
    <w:rsid w:val="0067155E"/>
    <w:rsid w:val="006716C6"/>
    <w:rsid w:val="00671D45"/>
    <w:rsid w:val="00671D80"/>
    <w:rsid w:val="00671DF4"/>
    <w:rsid w:val="00671EB2"/>
    <w:rsid w:val="00672204"/>
    <w:rsid w:val="00672357"/>
    <w:rsid w:val="0067244E"/>
    <w:rsid w:val="00672750"/>
    <w:rsid w:val="006727BB"/>
    <w:rsid w:val="00672830"/>
    <w:rsid w:val="00672955"/>
    <w:rsid w:val="00672AF9"/>
    <w:rsid w:val="00672B1C"/>
    <w:rsid w:val="00672C0A"/>
    <w:rsid w:val="00672E74"/>
    <w:rsid w:val="00672F16"/>
    <w:rsid w:val="00673013"/>
    <w:rsid w:val="00673090"/>
    <w:rsid w:val="0067351F"/>
    <w:rsid w:val="00673553"/>
    <w:rsid w:val="00673601"/>
    <w:rsid w:val="006736CC"/>
    <w:rsid w:val="00673775"/>
    <w:rsid w:val="00673839"/>
    <w:rsid w:val="00673967"/>
    <w:rsid w:val="006739FC"/>
    <w:rsid w:val="00673E3D"/>
    <w:rsid w:val="00673ED5"/>
    <w:rsid w:val="00674150"/>
    <w:rsid w:val="0067420C"/>
    <w:rsid w:val="00674301"/>
    <w:rsid w:val="00674347"/>
    <w:rsid w:val="0067449C"/>
    <w:rsid w:val="006744AA"/>
    <w:rsid w:val="006746EB"/>
    <w:rsid w:val="00674825"/>
    <w:rsid w:val="00674B4D"/>
    <w:rsid w:val="00674B8F"/>
    <w:rsid w:val="00674BCC"/>
    <w:rsid w:val="00674CC0"/>
    <w:rsid w:val="006750B6"/>
    <w:rsid w:val="00675339"/>
    <w:rsid w:val="00675507"/>
    <w:rsid w:val="0067550B"/>
    <w:rsid w:val="00675572"/>
    <w:rsid w:val="0067571D"/>
    <w:rsid w:val="00675969"/>
    <w:rsid w:val="00675BF1"/>
    <w:rsid w:val="00675D18"/>
    <w:rsid w:val="00675DCE"/>
    <w:rsid w:val="00676003"/>
    <w:rsid w:val="00676196"/>
    <w:rsid w:val="006762CE"/>
    <w:rsid w:val="006762E5"/>
    <w:rsid w:val="00676375"/>
    <w:rsid w:val="0067668D"/>
    <w:rsid w:val="006766A9"/>
    <w:rsid w:val="00676802"/>
    <w:rsid w:val="00676883"/>
    <w:rsid w:val="00676896"/>
    <w:rsid w:val="00676CC5"/>
    <w:rsid w:val="00677209"/>
    <w:rsid w:val="006772D9"/>
    <w:rsid w:val="0067731A"/>
    <w:rsid w:val="006776D3"/>
    <w:rsid w:val="0067787C"/>
    <w:rsid w:val="00677BE4"/>
    <w:rsid w:val="00677E00"/>
    <w:rsid w:val="00677EBB"/>
    <w:rsid w:val="00677F86"/>
    <w:rsid w:val="0068026F"/>
    <w:rsid w:val="00680950"/>
    <w:rsid w:val="00680B46"/>
    <w:rsid w:val="00680C00"/>
    <w:rsid w:val="00680C0A"/>
    <w:rsid w:val="00680C5A"/>
    <w:rsid w:val="00680F9E"/>
    <w:rsid w:val="0068124A"/>
    <w:rsid w:val="0068127C"/>
    <w:rsid w:val="00681360"/>
    <w:rsid w:val="0068136E"/>
    <w:rsid w:val="006814EA"/>
    <w:rsid w:val="00681AE7"/>
    <w:rsid w:val="00681B80"/>
    <w:rsid w:val="00681D22"/>
    <w:rsid w:val="00682058"/>
    <w:rsid w:val="0068240A"/>
    <w:rsid w:val="00682592"/>
    <w:rsid w:val="00682615"/>
    <w:rsid w:val="00682753"/>
    <w:rsid w:val="006828E5"/>
    <w:rsid w:val="00682A12"/>
    <w:rsid w:val="00682A8F"/>
    <w:rsid w:val="00682BDA"/>
    <w:rsid w:val="00682D1B"/>
    <w:rsid w:val="00682DE1"/>
    <w:rsid w:val="00682FD9"/>
    <w:rsid w:val="00683045"/>
    <w:rsid w:val="00683258"/>
    <w:rsid w:val="00683285"/>
    <w:rsid w:val="00683607"/>
    <w:rsid w:val="0068374F"/>
    <w:rsid w:val="006837E8"/>
    <w:rsid w:val="00683B99"/>
    <w:rsid w:val="00683DEE"/>
    <w:rsid w:val="00683E1C"/>
    <w:rsid w:val="00683E6F"/>
    <w:rsid w:val="00683F96"/>
    <w:rsid w:val="00683FA9"/>
    <w:rsid w:val="00683FDA"/>
    <w:rsid w:val="0068418B"/>
    <w:rsid w:val="0068432B"/>
    <w:rsid w:val="0068491C"/>
    <w:rsid w:val="00684A2B"/>
    <w:rsid w:val="00684A79"/>
    <w:rsid w:val="00684BF4"/>
    <w:rsid w:val="00684E4E"/>
    <w:rsid w:val="00684FE1"/>
    <w:rsid w:val="006850F7"/>
    <w:rsid w:val="006852F5"/>
    <w:rsid w:val="006853F5"/>
    <w:rsid w:val="006854F5"/>
    <w:rsid w:val="0068557E"/>
    <w:rsid w:val="00685686"/>
    <w:rsid w:val="00685733"/>
    <w:rsid w:val="00685929"/>
    <w:rsid w:val="00685940"/>
    <w:rsid w:val="00685977"/>
    <w:rsid w:val="00685A49"/>
    <w:rsid w:val="00685FF2"/>
    <w:rsid w:val="0068603A"/>
    <w:rsid w:val="00686061"/>
    <w:rsid w:val="006860DC"/>
    <w:rsid w:val="006864F9"/>
    <w:rsid w:val="00686848"/>
    <w:rsid w:val="006872AA"/>
    <w:rsid w:val="006872C8"/>
    <w:rsid w:val="0068767B"/>
    <w:rsid w:val="0068784D"/>
    <w:rsid w:val="006878A3"/>
    <w:rsid w:val="00687931"/>
    <w:rsid w:val="00687BC3"/>
    <w:rsid w:val="00687CFD"/>
    <w:rsid w:val="00690289"/>
    <w:rsid w:val="006902CB"/>
    <w:rsid w:val="00690549"/>
    <w:rsid w:val="00690556"/>
    <w:rsid w:val="006906D4"/>
    <w:rsid w:val="006906E6"/>
    <w:rsid w:val="00690A89"/>
    <w:rsid w:val="00690F0C"/>
    <w:rsid w:val="0069113F"/>
    <w:rsid w:val="0069162F"/>
    <w:rsid w:val="006916D4"/>
    <w:rsid w:val="006916E8"/>
    <w:rsid w:val="00691A14"/>
    <w:rsid w:val="00691BC9"/>
    <w:rsid w:val="00691F8A"/>
    <w:rsid w:val="00692050"/>
    <w:rsid w:val="006920C7"/>
    <w:rsid w:val="006920FF"/>
    <w:rsid w:val="0069223B"/>
    <w:rsid w:val="0069238F"/>
    <w:rsid w:val="00692417"/>
    <w:rsid w:val="0069242A"/>
    <w:rsid w:val="0069262A"/>
    <w:rsid w:val="00692854"/>
    <w:rsid w:val="006928EB"/>
    <w:rsid w:val="00692B6F"/>
    <w:rsid w:val="00692D2E"/>
    <w:rsid w:val="00692EE4"/>
    <w:rsid w:val="00693025"/>
    <w:rsid w:val="006931FF"/>
    <w:rsid w:val="0069337C"/>
    <w:rsid w:val="006935AD"/>
    <w:rsid w:val="0069374C"/>
    <w:rsid w:val="006937B2"/>
    <w:rsid w:val="00693887"/>
    <w:rsid w:val="00693B0D"/>
    <w:rsid w:val="00693BDE"/>
    <w:rsid w:val="00693C66"/>
    <w:rsid w:val="00693CF9"/>
    <w:rsid w:val="00693E30"/>
    <w:rsid w:val="00693E70"/>
    <w:rsid w:val="00693EC5"/>
    <w:rsid w:val="00693F1F"/>
    <w:rsid w:val="00693F32"/>
    <w:rsid w:val="0069440D"/>
    <w:rsid w:val="00694450"/>
    <w:rsid w:val="0069446F"/>
    <w:rsid w:val="00694482"/>
    <w:rsid w:val="006946FF"/>
    <w:rsid w:val="00694813"/>
    <w:rsid w:val="00694833"/>
    <w:rsid w:val="00694E13"/>
    <w:rsid w:val="0069521A"/>
    <w:rsid w:val="006954A4"/>
    <w:rsid w:val="006955A3"/>
    <w:rsid w:val="006957D0"/>
    <w:rsid w:val="006958AF"/>
    <w:rsid w:val="006958DE"/>
    <w:rsid w:val="00695A5A"/>
    <w:rsid w:val="00695BAD"/>
    <w:rsid w:val="00695D2C"/>
    <w:rsid w:val="00695D90"/>
    <w:rsid w:val="00695E30"/>
    <w:rsid w:val="006961BF"/>
    <w:rsid w:val="00696230"/>
    <w:rsid w:val="0069672D"/>
    <w:rsid w:val="0069681E"/>
    <w:rsid w:val="00696B35"/>
    <w:rsid w:val="00696BFD"/>
    <w:rsid w:val="00696C05"/>
    <w:rsid w:val="00696D0D"/>
    <w:rsid w:val="00696DFA"/>
    <w:rsid w:val="00696F3C"/>
    <w:rsid w:val="00697158"/>
    <w:rsid w:val="006973CC"/>
    <w:rsid w:val="006975AD"/>
    <w:rsid w:val="006979B9"/>
    <w:rsid w:val="00697AC2"/>
    <w:rsid w:val="00697BE9"/>
    <w:rsid w:val="00697BEE"/>
    <w:rsid w:val="006A01BE"/>
    <w:rsid w:val="006A0231"/>
    <w:rsid w:val="006A05DA"/>
    <w:rsid w:val="006A0678"/>
    <w:rsid w:val="006A06D1"/>
    <w:rsid w:val="006A0852"/>
    <w:rsid w:val="006A0AB8"/>
    <w:rsid w:val="006A0BD8"/>
    <w:rsid w:val="006A0DF9"/>
    <w:rsid w:val="006A0F4E"/>
    <w:rsid w:val="006A0FC9"/>
    <w:rsid w:val="006A1089"/>
    <w:rsid w:val="006A12B7"/>
    <w:rsid w:val="006A12DE"/>
    <w:rsid w:val="006A1BD8"/>
    <w:rsid w:val="006A1BF8"/>
    <w:rsid w:val="006A1D78"/>
    <w:rsid w:val="006A1D89"/>
    <w:rsid w:val="006A1DFC"/>
    <w:rsid w:val="006A1E87"/>
    <w:rsid w:val="006A1FA6"/>
    <w:rsid w:val="006A217F"/>
    <w:rsid w:val="006A22BD"/>
    <w:rsid w:val="006A2357"/>
    <w:rsid w:val="006A29AA"/>
    <w:rsid w:val="006A2A85"/>
    <w:rsid w:val="006A2C9B"/>
    <w:rsid w:val="006A2D18"/>
    <w:rsid w:val="006A2D8D"/>
    <w:rsid w:val="006A2E55"/>
    <w:rsid w:val="006A2F2D"/>
    <w:rsid w:val="006A2FBE"/>
    <w:rsid w:val="006A3262"/>
    <w:rsid w:val="006A32E9"/>
    <w:rsid w:val="006A350A"/>
    <w:rsid w:val="006A36C7"/>
    <w:rsid w:val="006A3780"/>
    <w:rsid w:val="006A3856"/>
    <w:rsid w:val="006A38B8"/>
    <w:rsid w:val="006A3C14"/>
    <w:rsid w:val="006A3D81"/>
    <w:rsid w:val="006A4161"/>
    <w:rsid w:val="006A43E0"/>
    <w:rsid w:val="006A442A"/>
    <w:rsid w:val="006A448F"/>
    <w:rsid w:val="006A44DD"/>
    <w:rsid w:val="006A46BD"/>
    <w:rsid w:val="006A490A"/>
    <w:rsid w:val="006A4943"/>
    <w:rsid w:val="006A4A73"/>
    <w:rsid w:val="006A4A8A"/>
    <w:rsid w:val="006A4AD0"/>
    <w:rsid w:val="006A4AD5"/>
    <w:rsid w:val="006A4E1E"/>
    <w:rsid w:val="006A4E5C"/>
    <w:rsid w:val="006A5208"/>
    <w:rsid w:val="006A52AE"/>
    <w:rsid w:val="006A52DB"/>
    <w:rsid w:val="006A54E3"/>
    <w:rsid w:val="006A553F"/>
    <w:rsid w:val="006A55A8"/>
    <w:rsid w:val="006A5706"/>
    <w:rsid w:val="006A5737"/>
    <w:rsid w:val="006A57FA"/>
    <w:rsid w:val="006A5853"/>
    <w:rsid w:val="006A58BF"/>
    <w:rsid w:val="006A5C8C"/>
    <w:rsid w:val="006A5DCF"/>
    <w:rsid w:val="006A5F5E"/>
    <w:rsid w:val="006A6167"/>
    <w:rsid w:val="006A639E"/>
    <w:rsid w:val="006A6523"/>
    <w:rsid w:val="006A6675"/>
    <w:rsid w:val="006A67FF"/>
    <w:rsid w:val="006A6ABE"/>
    <w:rsid w:val="006A6BFC"/>
    <w:rsid w:val="006A6D2B"/>
    <w:rsid w:val="006A742D"/>
    <w:rsid w:val="006A7498"/>
    <w:rsid w:val="006A760A"/>
    <w:rsid w:val="006A764A"/>
    <w:rsid w:val="006A7687"/>
    <w:rsid w:val="006A7692"/>
    <w:rsid w:val="006A7864"/>
    <w:rsid w:val="006A7AC3"/>
    <w:rsid w:val="006A7AEF"/>
    <w:rsid w:val="006A7EC4"/>
    <w:rsid w:val="006B0103"/>
    <w:rsid w:val="006B0148"/>
    <w:rsid w:val="006B01B6"/>
    <w:rsid w:val="006B0217"/>
    <w:rsid w:val="006B07E8"/>
    <w:rsid w:val="006B0842"/>
    <w:rsid w:val="006B0D35"/>
    <w:rsid w:val="006B0E30"/>
    <w:rsid w:val="006B10E4"/>
    <w:rsid w:val="006B1109"/>
    <w:rsid w:val="006B13F0"/>
    <w:rsid w:val="006B1462"/>
    <w:rsid w:val="006B1581"/>
    <w:rsid w:val="006B15C3"/>
    <w:rsid w:val="006B1B6C"/>
    <w:rsid w:val="006B1BBE"/>
    <w:rsid w:val="006B1C21"/>
    <w:rsid w:val="006B1D99"/>
    <w:rsid w:val="006B2074"/>
    <w:rsid w:val="006B2092"/>
    <w:rsid w:val="006B20A2"/>
    <w:rsid w:val="006B23CE"/>
    <w:rsid w:val="006B26CA"/>
    <w:rsid w:val="006B293E"/>
    <w:rsid w:val="006B2AB3"/>
    <w:rsid w:val="006B2CCE"/>
    <w:rsid w:val="006B2D0C"/>
    <w:rsid w:val="006B310F"/>
    <w:rsid w:val="006B3179"/>
    <w:rsid w:val="006B3492"/>
    <w:rsid w:val="006B34E2"/>
    <w:rsid w:val="006B3612"/>
    <w:rsid w:val="006B3AF6"/>
    <w:rsid w:val="006B3B4D"/>
    <w:rsid w:val="006B3C48"/>
    <w:rsid w:val="006B3CF2"/>
    <w:rsid w:val="006B3E4A"/>
    <w:rsid w:val="006B3ED0"/>
    <w:rsid w:val="006B3F11"/>
    <w:rsid w:val="006B3FAB"/>
    <w:rsid w:val="006B40F7"/>
    <w:rsid w:val="006B4147"/>
    <w:rsid w:val="006B42A0"/>
    <w:rsid w:val="006B42B5"/>
    <w:rsid w:val="006B4404"/>
    <w:rsid w:val="006B4684"/>
    <w:rsid w:val="006B471B"/>
    <w:rsid w:val="006B472B"/>
    <w:rsid w:val="006B483E"/>
    <w:rsid w:val="006B4A77"/>
    <w:rsid w:val="006B4AFC"/>
    <w:rsid w:val="006B4B51"/>
    <w:rsid w:val="006B4C6B"/>
    <w:rsid w:val="006B4DFC"/>
    <w:rsid w:val="006B4E48"/>
    <w:rsid w:val="006B4FB8"/>
    <w:rsid w:val="006B4FD9"/>
    <w:rsid w:val="006B503B"/>
    <w:rsid w:val="006B50C2"/>
    <w:rsid w:val="006B51C2"/>
    <w:rsid w:val="006B5216"/>
    <w:rsid w:val="006B5284"/>
    <w:rsid w:val="006B5337"/>
    <w:rsid w:val="006B5514"/>
    <w:rsid w:val="006B5520"/>
    <w:rsid w:val="006B572F"/>
    <w:rsid w:val="006B58AF"/>
    <w:rsid w:val="006B5A1B"/>
    <w:rsid w:val="006B5ADB"/>
    <w:rsid w:val="006B5F10"/>
    <w:rsid w:val="006B5F31"/>
    <w:rsid w:val="006B605C"/>
    <w:rsid w:val="006B619C"/>
    <w:rsid w:val="006B633A"/>
    <w:rsid w:val="006B66FD"/>
    <w:rsid w:val="006B6788"/>
    <w:rsid w:val="006B688F"/>
    <w:rsid w:val="006B68B8"/>
    <w:rsid w:val="006B695A"/>
    <w:rsid w:val="006B6990"/>
    <w:rsid w:val="006B6AAD"/>
    <w:rsid w:val="006B6BE7"/>
    <w:rsid w:val="006B6BFF"/>
    <w:rsid w:val="006B6C7B"/>
    <w:rsid w:val="006B6DD7"/>
    <w:rsid w:val="006B719B"/>
    <w:rsid w:val="006B7260"/>
    <w:rsid w:val="006B73E2"/>
    <w:rsid w:val="006B7730"/>
    <w:rsid w:val="006B7821"/>
    <w:rsid w:val="006B79CE"/>
    <w:rsid w:val="006B7BFA"/>
    <w:rsid w:val="006B7CC2"/>
    <w:rsid w:val="006B7D64"/>
    <w:rsid w:val="006B7DFD"/>
    <w:rsid w:val="006B7E7D"/>
    <w:rsid w:val="006B7F8B"/>
    <w:rsid w:val="006C01AC"/>
    <w:rsid w:val="006C0400"/>
    <w:rsid w:val="006C0819"/>
    <w:rsid w:val="006C085B"/>
    <w:rsid w:val="006C0B7C"/>
    <w:rsid w:val="006C0C25"/>
    <w:rsid w:val="006C11D5"/>
    <w:rsid w:val="006C11FC"/>
    <w:rsid w:val="006C1271"/>
    <w:rsid w:val="006C13F2"/>
    <w:rsid w:val="006C16BB"/>
    <w:rsid w:val="006C1A36"/>
    <w:rsid w:val="006C1D37"/>
    <w:rsid w:val="006C1D64"/>
    <w:rsid w:val="006C1D98"/>
    <w:rsid w:val="006C1DEF"/>
    <w:rsid w:val="006C1E3D"/>
    <w:rsid w:val="006C21E6"/>
    <w:rsid w:val="006C21E7"/>
    <w:rsid w:val="006C21FA"/>
    <w:rsid w:val="006C2621"/>
    <w:rsid w:val="006C26AE"/>
    <w:rsid w:val="006C2705"/>
    <w:rsid w:val="006C2755"/>
    <w:rsid w:val="006C2C16"/>
    <w:rsid w:val="006C2C78"/>
    <w:rsid w:val="006C2C89"/>
    <w:rsid w:val="006C2C8C"/>
    <w:rsid w:val="006C2CCF"/>
    <w:rsid w:val="006C2EA9"/>
    <w:rsid w:val="006C2EF9"/>
    <w:rsid w:val="006C30D2"/>
    <w:rsid w:val="006C3155"/>
    <w:rsid w:val="006C337C"/>
    <w:rsid w:val="006C3580"/>
    <w:rsid w:val="006C3828"/>
    <w:rsid w:val="006C393A"/>
    <w:rsid w:val="006C398B"/>
    <w:rsid w:val="006C39EC"/>
    <w:rsid w:val="006C3C6F"/>
    <w:rsid w:val="006C3E14"/>
    <w:rsid w:val="006C3E44"/>
    <w:rsid w:val="006C43AC"/>
    <w:rsid w:val="006C4400"/>
    <w:rsid w:val="006C4527"/>
    <w:rsid w:val="006C48F7"/>
    <w:rsid w:val="006C4A19"/>
    <w:rsid w:val="006C4CBA"/>
    <w:rsid w:val="006C500B"/>
    <w:rsid w:val="006C513B"/>
    <w:rsid w:val="006C51B4"/>
    <w:rsid w:val="006C5249"/>
    <w:rsid w:val="006C5863"/>
    <w:rsid w:val="006C5914"/>
    <w:rsid w:val="006C5958"/>
    <w:rsid w:val="006C5A92"/>
    <w:rsid w:val="006C5CB5"/>
    <w:rsid w:val="006C5DEC"/>
    <w:rsid w:val="006C5E3A"/>
    <w:rsid w:val="006C60BD"/>
    <w:rsid w:val="006C61ED"/>
    <w:rsid w:val="006C62A7"/>
    <w:rsid w:val="006C62D7"/>
    <w:rsid w:val="006C675F"/>
    <w:rsid w:val="006C6772"/>
    <w:rsid w:val="006C6CD0"/>
    <w:rsid w:val="006C6CF3"/>
    <w:rsid w:val="006C6DC9"/>
    <w:rsid w:val="006C6E0D"/>
    <w:rsid w:val="006C6F98"/>
    <w:rsid w:val="006C7440"/>
    <w:rsid w:val="006C7463"/>
    <w:rsid w:val="006C761B"/>
    <w:rsid w:val="006C7630"/>
    <w:rsid w:val="006C777A"/>
    <w:rsid w:val="006C77C0"/>
    <w:rsid w:val="006C77FC"/>
    <w:rsid w:val="006C7930"/>
    <w:rsid w:val="006C79BC"/>
    <w:rsid w:val="006C7CA4"/>
    <w:rsid w:val="006C7D0D"/>
    <w:rsid w:val="006C7FF2"/>
    <w:rsid w:val="006D0127"/>
    <w:rsid w:val="006D0390"/>
    <w:rsid w:val="006D04B9"/>
    <w:rsid w:val="006D0549"/>
    <w:rsid w:val="006D078A"/>
    <w:rsid w:val="006D080C"/>
    <w:rsid w:val="006D0825"/>
    <w:rsid w:val="006D08F7"/>
    <w:rsid w:val="006D092E"/>
    <w:rsid w:val="006D09D6"/>
    <w:rsid w:val="006D09D7"/>
    <w:rsid w:val="006D0D11"/>
    <w:rsid w:val="006D0D71"/>
    <w:rsid w:val="006D0ECA"/>
    <w:rsid w:val="006D1076"/>
    <w:rsid w:val="006D1443"/>
    <w:rsid w:val="006D185A"/>
    <w:rsid w:val="006D1866"/>
    <w:rsid w:val="006D196C"/>
    <w:rsid w:val="006D1BBE"/>
    <w:rsid w:val="006D1C68"/>
    <w:rsid w:val="006D1CB4"/>
    <w:rsid w:val="006D1FD2"/>
    <w:rsid w:val="006D21ED"/>
    <w:rsid w:val="006D2424"/>
    <w:rsid w:val="006D2574"/>
    <w:rsid w:val="006D290C"/>
    <w:rsid w:val="006D2A0F"/>
    <w:rsid w:val="006D2DF2"/>
    <w:rsid w:val="006D2E5D"/>
    <w:rsid w:val="006D3045"/>
    <w:rsid w:val="006D316D"/>
    <w:rsid w:val="006D31EF"/>
    <w:rsid w:val="006D3239"/>
    <w:rsid w:val="006D326F"/>
    <w:rsid w:val="006D3450"/>
    <w:rsid w:val="006D34B7"/>
    <w:rsid w:val="006D359C"/>
    <w:rsid w:val="006D36E0"/>
    <w:rsid w:val="006D371B"/>
    <w:rsid w:val="006D373A"/>
    <w:rsid w:val="006D3766"/>
    <w:rsid w:val="006D389E"/>
    <w:rsid w:val="006D38A2"/>
    <w:rsid w:val="006D38B2"/>
    <w:rsid w:val="006D397D"/>
    <w:rsid w:val="006D3A75"/>
    <w:rsid w:val="006D3BE7"/>
    <w:rsid w:val="006D3C67"/>
    <w:rsid w:val="006D3DD3"/>
    <w:rsid w:val="006D3F90"/>
    <w:rsid w:val="006D3F9D"/>
    <w:rsid w:val="006D4371"/>
    <w:rsid w:val="006D45B6"/>
    <w:rsid w:val="006D45CE"/>
    <w:rsid w:val="006D46AD"/>
    <w:rsid w:val="006D46B8"/>
    <w:rsid w:val="006D4764"/>
    <w:rsid w:val="006D4805"/>
    <w:rsid w:val="006D49A6"/>
    <w:rsid w:val="006D4AB0"/>
    <w:rsid w:val="006D4BA0"/>
    <w:rsid w:val="006D4EA1"/>
    <w:rsid w:val="006D5090"/>
    <w:rsid w:val="006D5367"/>
    <w:rsid w:val="006D5432"/>
    <w:rsid w:val="006D5601"/>
    <w:rsid w:val="006D56E7"/>
    <w:rsid w:val="006D5902"/>
    <w:rsid w:val="006D5977"/>
    <w:rsid w:val="006D5A3B"/>
    <w:rsid w:val="006D5A42"/>
    <w:rsid w:val="006D5AD7"/>
    <w:rsid w:val="006D5BB1"/>
    <w:rsid w:val="006D5C12"/>
    <w:rsid w:val="006D5D79"/>
    <w:rsid w:val="006D5D7C"/>
    <w:rsid w:val="006D5DC5"/>
    <w:rsid w:val="006D607B"/>
    <w:rsid w:val="006D6190"/>
    <w:rsid w:val="006D621A"/>
    <w:rsid w:val="006D6235"/>
    <w:rsid w:val="006D656A"/>
    <w:rsid w:val="006D657B"/>
    <w:rsid w:val="006D66AA"/>
    <w:rsid w:val="006D6836"/>
    <w:rsid w:val="006D6A6F"/>
    <w:rsid w:val="006D6B1A"/>
    <w:rsid w:val="006D6CB4"/>
    <w:rsid w:val="006D6DBB"/>
    <w:rsid w:val="006D6E5D"/>
    <w:rsid w:val="006D6E83"/>
    <w:rsid w:val="006D7105"/>
    <w:rsid w:val="006D730F"/>
    <w:rsid w:val="006D748F"/>
    <w:rsid w:val="006D7713"/>
    <w:rsid w:val="006D779D"/>
    <w:rsid w:val="006D7805"/>
    <w:rsid w:val="006D792D"/>
    <w:rsid w:val="006D79CD"/>
    <w:rsid w:val="006E0105"/>
    <w:rsid w:val="006E0111"/>
    <w:rsid w:val="006E023A"/>
    <w:rsid w:val="006E0334"/>
    <w:rsid w:val="006E037E"/>
    <w:rsid w:val="006E04AD"/>
    <w:rsid w:val="006E0649"/>
    <w:rsid w:val="006E0757"/>
    <w:rsid w:val="006E0882"/>
    <w:rsid w:val="006E09D8"/>
    <w:rsid w:val="006E0B32"/>
    <w:rsid w:val="006E0E12"/>
    <w:rsid w:val="006E0FE0"/>
    <w:rsid w:val="006E10C5"/>
    <w:rsid w:val="006E131F"/>
    <w:rsid w:val="006E152B"/>
    <w:rsid w:val="006E15DE"/>
    <w:rsid w:val="006E1B96"/>
    <w:rsid w:val="006E1C20"/>
    <w:rsid w:val="006E1E0E"/>
    <w:rsid w:val="006E1F1E"/>
    <w:rsid w:val="006E2157"/>
    <w:rsid w:val="006E21EA"/>
    <w:rsid w:val="006E2267"/>
    <w:rsid w:val="006E2293"/>
    <w:rsid w:val="006E22D1"/>
    <w:rsid w:val="006E263D"/>
    <w:rsid w:val="006E27CE"/>
    <w:rsid w:val="006E2898"/>
    <w:rsid w:val="006E28D5"/>
    <w:rsid w:val="006E2957"/>
    <w:rsid w:val="006E295E"/>
    <w:rsid w:val="006E2AAE"/>
    <w:rsid w:val="006E2C64"/>
    <w:rsid w:val="006E2D71"/>
    <w:rsid w:val="006E2FCE"/>
    <w:rsid w:val="006E3059"/>
    <w:rsid w:val="006E3271"/>
    <w:rsid w:val="006E3272"/>
    <w:rsid w:val="006E3277"/>
    <w:rsid w:val="006E3354"/>
    <w:rsid w:val="006E338F"/>
    <w:rsid w:val="006E356C"/>
    <w:rsid w:val="006E36DC"/>
    <w:rsid w:val="006E3843"/>
    <w:rsid w:val="006E3A16"/>
    <w:rsid w:val="006E3A2F"/>
    <w:rsid w:val="006E3DD5"/>
    <w:rsid w:val="006E3DE7"/>
    <w:rsid w:val="006E3E7B"/>
    <w:rsid w:val="006E4159"/>
    <w:rsid w:val="006E41A5"/>
    <w:rsid w:val="006E41D9"/>
    <w:rsid w:val="006E44BB"/>
    <w:rsid w:val="006E452A"/>
    <w:rsid w:val="006E4685"/>
    <w:rsid w:val="006E47EF"/>
    <w:rsid w:val="006E4A68"/>
    <w:rsid w:val="006E4BCA"/>
    <w:rsid w:val="006E4C10"/>
    <w:rsid w:val="006E4EBA"/>
    <w:rsid w:val="006E533A"/>
    <w:rsid w:val="006E54D9"/>
    <w:rsid w:val="006E59E9"/>
    <w:rsid w:val="006E5AE2"/>
    <w:rsid w:val="006E5CC4"/>
    <w:rsid w:val="006E5D85"/>
    <w:rsid w:val="006E5EFC"/>
    <w:rsid w:val="006E5FF4"/>
    <w:rsid w:val="006E632D"/>
    <w:rsid w:val="006E63D8"/>
    <w:rsid w:val="006E652C"/>
    <w:rsid w:val="006E66E7"/>
    <w:rsid w:val="006E68E0"/>
    <w:rsid w:val="006E695A"/>
    <w:rsid w:val="006E6BA3"/>
    <w:rsid w:val="006E6C7C"/>
    <w:rsid w:val="006E6FF5"/>
    <w:rsid w:val="006E702C"/>
    <w:rsid w:val="006E716D"/>
    <w:rsid w:val="006E71A1"/>
    <w:rsid w:val="006E727E"/>
    <w:rsid w:val="006E72AB"/>
    <w:rsid w:val="006E7446"/>
    <w:rsid w:val="006E79B6"/>
    <w:rsid w:val="006E7A9A"/>
    <w:rsid w:val="006E7B8B"/>
    <w:rsid w:val="006E7C20"/>
    <w:rsid w:val="006E7CD4"/>
    <w:rsid w:val="006E7D87"/>
    <w:rsid w:val="006E7F48"/>
    <w:rsid w:val="006F0054"/>
    <w:rsid w:val="006F027E"/>
    <w:rsid w:val="006F028B"/>
    <w:rsid w:val="006F0453"/>
    <w:rsid w:val="006F0634"/>
    <w:rsid w:val="006F0844"/>
    <w:rsid w:val="006F0869"/>
    <w:rsid w:val="006F09A9"/>
    <w:rsid w:val="006F0C4E"/>
    <w:rsid w:val="006F0D40"/>
    <w:rsid w:val="006F100F"/>
    <w:rsid w:val="006F12D0"/>
    <w:rsid w:val="006F12D6"/>
    <w:rsid w:val="006F13EC"/>
    <w:rsid w:val="006F1556"/>
    <w:rsid w:val="006F17DC"/>
    <w:rsid w:val="006F186B"/>
    <w:rsid w:val="006F1875"/>
    <w:rsid w:val="006F190A"/>
    <w:rsid w:val="006F1A4E"/>
    <w:rsid w:val="006F1C95"/>
    <w:rsid w:val="006F1D71"/>
    <w:rsid w:val="006F246A"/>
    <w:rsid w:val="006F263E"/>
    <w:rsid w:val="006F2685"/>
    <w:rsid w:val="006F2995"/>
    <w:rsid w:val="006F2AC1"/>
    <w:rsid w:val="006F2CB8"/>
    <w:rsid w:val="006F2FF0"/>
    <w:rsid w:val="006F31FD"/>
    <w:rsid w:val="006F3228"/>
    <w:rsid w:val="006F326D"/>
    <w:rsid w:val="006F3414"/>
    <w:rsid w:val="006F3473"/>
    <w:rsid w:val="006F37AB"/>
    <w:rsid w:val="006F3ABD"/>
    <w:rsid w:val="006F3FA7"/>
    <w:rsid w:val="006F4159"/>
    <w:rsid w:val="006F44B1"/>
    <w:rsid w:val="006F44F5"/>
    <w:rsid w:val="006F4AC0"/>
    <w:rsid w:val="006F5579"/>
    <w:rsid w:val="006F557A"/>
    <w:rsid w:val="006F55B7"/>
    <w:rsid w:val="006F56ED"/>
    <w:rsid w:val="006F5756"/>
    <w:rsid w:val="006F58DA"/>
    <w:rsid w:val="006F59D6"/>
    <w:rsid w:val="006F5A71"/>
    <w:rsid w:val="006F5DBF"/>
    <w:rsid w:val="006F5F72"/>
    <w:rsid w:val="006F620B"/>
    <w:rsid w:val="006F6267"/>
    <w:rsid w:val="006F636A"/>
    <w:rsid w:val="006F6378"/>
    <w:rsid w:val="006F6558"/>
    <w:rsid w:val="006F6955"/>
    <w:rsid w:val="006F6A51"/>
    <w:rsid w:val="006F6ABB"/>
    <w:rsid w:val="006F7014"/>
    <w:rsid w:val="006F7032"/>
    <w:rsid w:val="006F747A"/>
    <w:rsid w:val="006F75A9"/>
    <w:rsid w:val="006F79A5"/>
    <w:rsid w:val="006F79FA"/>
    <w:rsid w:val="006F7AF0"/>
    <w:rsid w:val="006F7AF8"/>
    <w:rsid w:val="006F7C07"/>
    <w:rsid w:val="006F7C7C"/>
    <w:rsid w:val="006F7EB6"/>
    <w:rsid w:val="0070004A"/>
    <w:rsid w:val="007000CD"/>
    <w:rsid w:val="0070014A"/>
    <w:rsid w:val="007002AA"/>
    <w:rsid w:val="00700631"/>
    <w:rsid w:val="0070064F"/>
    <w:rsid w:val="007006F9"/>
    <w:rsid w:val="00700808"/>
    <w:rsid w:val="0070091B"/>
    <w:rsid w:val="00700A5E"/>
    <w:rsid w:val="00700CD7"/>
    <w:rsid w:val="00700E57"/>
    <w:rsid w:val="00700FF4"/>
    <w:rsid w:val="007011F0"/>
    <w:rsid w:val="00701310"/>
    <w:rsid w:val="00701375"/>
    <w:rsid w:val="007014E8"/>
    <w:rsid w:val="00701559"/>
    <w:rsid w:val="00701610"/>
    <w:rsid w:val="0070161C"/>
    <w:rsid w:val="0070190B"/>
    <w:rsid w:val="00701B36"/>
    <w:rsid w:val="00701CE3"/>
    <w:rsid w:val="00702127"/>
    <w:rsid w:val="00702175"/>
    <w:rsid w:val="007021C7"/>
    <w:rsid w:val="00702258"/>
    <w:rsid w:val="00702300"/>
    <w:rsid w:val="007023F1"/>
    <w:rsid w:val="007025D1"/>
    <w:rsid w:val="007025D6"/>
    <w:rsid w:val="007026E3"/>
    <w:rsid w:val="00702EF8"/>
    <w:rsid w:val="0070329B"/>
    <w:rsid w:val="00703375"/>
    <w:rsid w:val="00703561"/>
    <w:rsid w:val="00703595"/>
    <w:rsid w:val="00703639"/>
    <w:rsid w:val="00703810"/>
    <w:rsid w:val="00703877"/>
    <w:rsid w:val="00703926"/>
    <w:rsid w:val="00703B0C"/>
    <w:rsid w:val="00703BFE"/>
    <w:rsid w:val="00703F36"/>
    <w:rsid w:val="00703F4F"/>
    <w:rsid w:val="007040D4"/>
    <w:rsid w:val="0070413D"/>
    <w:rsid w:val="007041FC"/>
    <w:rsid w:val="0070430B"/>
    <w:rsid w:val="00704440"/>
    <w:rsid w:val="00704767"/>
    <w:rsid w:val="0070482C"/>
    <w:rsid w:val="0070489F"/>
    <w:rsid w:val="00704CAA"/>
    <w:rsid w:val="00704D1C"/>
    <w:rsid w:val="00704D91"/>
    <w:rsid w:val="00704E74"/>
    <w:rsid w:val="00704EAA"/>
    <w:rsid w:val="00704FA4"/>
    <w:rsid w:val="0070539D"/>
    <w:rsid w:val="00705599"/>
    <w:rsid w:val="00705674"/>
    <w:rsid w:val="007056FD"/>
    <w:rsid w:val="0070582F"/>
    <w:rsid w:val="0070588E"/>
    <w:rsid w:val="0070598B"/>
    <w:rsid w:val="00705AA1"/>
    <w:rsid w:val="00705C0B"/>
    <w:rsid w:val="00705C7B"/>
    <w:rsid w:val="00705D3F"/>
    <w:rsid w:val="00705F0A"/>
    <w:rsid w:val="007064E7"/>
    <w:rsid w:val="00706795"/>
    <w:rsid w:val="007067D5"/>
    <w:rsid w:val="0070689A"/>
    <w:rsid w:val="0070693A"/>
    <w:rsid w:val="0070696C"/>
    <w:rsid w:val="00706989"/>
    <w:rsid w:val="00706D46"/>
    <w:rsid w:val="00706E45"/>
    <w:rsid w:val="00707197"/>
    <w:rsid w:val="00707445"/>
    <w:rsid w:val="00707808"/>
    <w:rsid w:val="00707B06"/>
    <w:rsid w:val="00707D25"/>
    <w:rsid w:val="00707E1B"/>
    <w:rsid w:val="00707FF1"/>
    <w:rsid w:val="00710046"/>
    <w:rsid w:val="0071005B"/>
    <w:rsid w:val="00710094"/>
    <w:rsid w:val="0071036E"/>
    <w:rsid w:val="007103AA"/>
    <w:rsid w:val="00710464"/>
    <w:rsid w:val="0071047C"/>
    <w:rsid w:val="00710626"/>
    <w:rsid w:val="0071063D"/>
    <w:rsid w:val="0071064F"/>
    <w:rsid w:val="00710793"/>
    <w:rsid w:val="00710AF7"/>
    <w:rsid w:val="00710CF0"/>
    <w:rsid w:val="00710CF2"/>
    <w:rsid w:val="00710E71"/>
    <w:rsid w:val="00710EB5"/>
    <w:rsid w:val="00711057"/>
    <w:rsid w:val="007114B2"/>
    <w:rsid w:val="00711558"/>
    <w:rsid w:val="007119AF"/>
    <w:rsid w:val="00711E86"/>
    <w:rsid w:val="00712469"/>
    <w:rsid w:val="0071254D"/>
    <w:rsid w:val="007126DD"/>
    <w:rsid w:val="00712834"/>
    <w:rsid w:val="00712ABA"/>
    <w:rsid w:val="00712B99"/>
    <w:rsid w:val="00712BA8"/>
    <w:rsid w:val="00712ED4"/>
    <w:rsid w:val="007130E4"/>
    <w:rsid w:val="00713117"/>
    <w:rsid w:val="00713364"/>
    <w:rsid w:val="00713AC8"/>
    <w:rsid w:val="00713BED"/>
    <w:rsid w:val="00713CB7"/>
    <w:rsid w:val="00713CE1"/>
    <w:rsid w:val="00713DBA"/>
    <w:rsid w:val="00713F2C"/>
    <w:rsid w:val="00713F65"/>
    <w:rsid w:val="0071416A"/>
    <w:rsid w:val="0071436E"/>
    <w:rsid w:val="00714445"/>
    <w:rsid w:val="0071452D"/>
    <w:rsid w:val="007145B7"/>
    <w:rsid w:val="00714811"/>
    <w:rsid w:val="00714947"/>
    <w:rsid w:val="0071494D"/>
    <w:rsid w:val="00714983"/>
    <w:rsid w:val="00714A5B"/>
    <w:rsid w:val="00714CA0"/>
    <w:rsid w:val="00714DF7"/>
    <w:rsid w:val="00715009"/>
    <w:rsid w:val="0071516D"/>
    <w:rsid w:val="00715348"/>
    <w:rsid w:val="00715529"/>
    <w:rsid w:val="007156BC"/>
    <w:rsid w:val="0071576A"/>
    <w:rsid w:val="007157B0"/>
    <w:rsid w:val="00715A2C"/>
    <w:rsid w:val="00715AA3"/>
    <w:rsid w:val="00715C1D"/>
    <w:rsid w:val="00715CC8"/>
    <w:rsid w:val="00715E97"/>
    <w:rsid w:val="00715F99"/>
    <w:rsid w:val="0071602D"/>
    <w:rsid w:val="0071605F"/>
    <w:rsid w:val="00716153"/>
    <w:rsid w:val="007161A4"/>
    <w:rsid w:val="007163C3"/>
    <w:rsid w:val="007164C5"/>
    <w:rsid w:val="0071686D"/>
    <w:rsid w:val="00716AB5"/>
    <w:rsid w:val="00716E1C"/>
    <w:rsid w:val="007172FE"/>
    <w:rsid w:val="007173C8"/>
    <w:rsid w:val="00717459"/>
    <w:rsid w:val="0071748B"/>
    <w:rsid w:val="00717631"/>
    <w:rsid w:val="007176B1"/>
    <w:rsid w:val="00717876"/>
    <w:rsid w:val="00717CA2"/>
    <w:rsid w:val="00717E21"/>
    <w:rsid w:val="00720195"/>
    <w:rsid w:val="007203A9"/>
    <w:rsid w:val="00720864"/>
    <w:rsid w:val="007208AD"/>
    <w:rsid w:val="00720908"/>
    <w:rsid w:val="0072097B"/>
    <w:rsid w:val="00720C43"/>
    <w:rsid w:val="00720D04"/>
    <w:rsid w:val="00720E58"/>
    <w:rsid w:val="00720F4F"/>
    <w:rsid w:val="007210F2"/>
    <w:rsid w:val="007211B1"/>
    <w:rsid w:val="007211C5"/>
    <w:rsid w:val="0072145D"/>
    <w:rsid w:val="00721507"/>
    <w:rsid w:val="007217F4"/>
    <w:rsid w:val="00721A92"/>
    <w:rsid w:val="00721BF6"/>
    <w:rsid w:val="00721E36"/>
    <w:rsid w:val="00721F32"/>
    <w:rsid w:val="00722001"/>
    <w:rsid w:val="00722077"/>
    <w:rsid w:val="007220A5"/>
    <w:rsid w:val="007221A5"/>
    <w:rsid w:val="007221E9"/>
    <w:rsid w:val="00722200"/>
    <w:rsid w:val="007223C9"/>
    <w:rsid w:val="007228A8"/>
    <w:rsid w:val="0072290B"/>
    <w:rsid w:val="00722A47"/>
    <w:rsid w:val="00722CE8"/>
    <w:rsid w:val="00722FFE"/>
    <w:rsid w:val="0072325F"/>
    <w:rsid w:val="00723782"/>
    <w:rsid w:val="007239D2"/>
    <w:rsid w:val="00723B06"/>
    <w:rsid w:val="00723B74"/>
    <w:rsid w:val="00723FBD"/>
    <w:rsid w:val="00724149"/>
    <w:rsid w:val="007241C9"/>
    <w:rsid w:val="007244C5"/>
    <w:rsid w:val="00724549"/>
    <w:rsid w:val="007245D7"/>
    <w:rsid w:val="00724814"/>
    <w:rsid w:val="00724862"/>
    <w:rsid w:val="0072487D"/>
    <w:rsid w:val="00724E22"/>
    <w:rsid w:val="00724F8F"/>
    <w:rsid w:val="0072501E"/>
    <w:rsid w:val="0072523F"/>
    <w:rsid w:val="007253DF"/>
    <w:rsid w:val="00725575"/>
    <w:rsid w:val="007256FB"/>
    <w:rsid w:val="007258A2"/>
    <w:rsid w:val="00725B48"/>
    <w:rsid w:val="00725F08"/>
    <w:rsid w:val="00726123"/>
    <w:rsid w:val="00726177"/>
    <w:rsid w:val="007261D7"/>
    <w:rsid w:val="007262D0"/>
    <w:rsid w:val="00726488"/>
    <w:rsid w:val="0072656C"/>
    <w:rsid w:val="0072657E"/>
    <w:rsid w:val="00726902"/>
    <w:rsid w:val="00726912"/>
    <w:rsid w:val="00726913"/>
    <w:rsid w:val="00726AD9"/>
    <w:rsid w:val="00726B57"/>
    <w:rsid w:val="00726C25"/>
    <w:rsid w:val="00726C85"/>
    <w:rsid w:val="00726E23"/>
    <w:rsid w:val="00726E60"/>
    <w:rsid w:val="00726ED3"/>
    <w:rsid w:val="0072720B"/>
    <w:rsid w:val="00727813"/>
    <w:rsid w:val="00727AF6"/>
    <w:rsid w:val="00727CEC"/>
    <w:rsid w:val="00727DFB"/>
    <w:rsid w:val="00727EAB"/>
    <w:rsid w:val="00727F5A"/>
    <w:rsid w:val="00727F7B"/>
    <w:rsid w:val="00727FCC"/>
    <w:rsid w:val="00730316"/>
    <w:rsid w:val="00730448"/>
    <w:rsid w:val="00730A05"/>
    <w:rsid w:val="00730B6C"/>
    <w:rsid w:val="00730BFD"/>
    <w:rsid w:val="00730D97"/>
    <w:rsid w:val="00730E33"/>
    <w:rsid w:val="007310B9"/>
    <w:rsid w:val="007311A0"/>
    <w:rsid w:val="00731256"/>
    <w:rsid w:val="00731345"/>
    <w:rsid w:val="007314B7"/>
    <w:rsid w:val="007314C5"/>
    <w:rsid w:val="007314CC"/>
    <w:rsid w:val="007315CD"/>
    <w:rsid w:val="00731729"/>
    <w:rsid w:val="007318AD"/>
    <w:rsid w:val="00731A9D"/>
    <w:rsid w:val="0073216A"/>
    <w:rsid w:val="007321DA"/>
    <w:rsid w:val="007323D6"/>
    <w:rsid w:val="00732429"/>
    <w:rsid w:val="00732580"/>
    <w:rsid w:val="00732589"/>
    <w:rsid w:val="00732A22"/>
    <w:rsid w:val="00732BA6"/>
    <w:rsid w:val="00732BAB"/>
    <w:rsid w:val="00732D69"/>
    <w:rsid w:val="00732DE6"/>
    <w:rsid w:val="00732E4A"/>
    <w:rsid w:val="00732EE4"/>
    <w:rsid w:val="0073302E"/>
    <w:rsid w:val="0073310F"/>
    <w:rsid w:val="007332EB"/>
    <w:rsid w:val="007336E3"/>
    <w:rsid w:val="007337ED"/>
    <w:rsid w:val="00733C03"/>
    <w:rsid w:val="00733C12"/>
    <w:rsid w:val="00733C24"/>
    <w:rsid w:val="00733DE7"/>
    <w:rsid w:val="00734152"/>
    <w:rsid w:val="00734193"/>
    <w:rsid w:val="007341C0"/>
    <w:rsid w:val="0073428C"/>
    <w:rsid w:val="007342CA"/>
    <w:rsid w:val="00734333"/>
    <w:rsid w:val="007344FA"/>
    <w:rsid w:val="00734566"/>
    <w:rsid w:val="0073457D"/>
    <w:rsid w:val="0073466B"/>
    <w:rsid w:val="00734832"/>
    <w:rsid w:val="007348E3"/>
    <w:rsid w:val="00734A81"/>
    <w:rsid w:val="00734A96"/>
    <w:rsid w:val="00734AE6"/>
    <w:rsid w:val="00734BBE"/>
    <w:rsid w:val="00734E10"/>
    <w:rsid w:val="00734E2B"/>
    <w:rsid w:val="00734EBF"/>
    <w:rsid w:val="00734F5B"/>
    <w:rsid w:val="00735087"/>
    <w:rsid w:val="0073517C"/>
    <w:rsid w:val="00735460"/>
    <w:rsid w:val="00735478"/>
    <w:rsid w:val="00735497"/>
    <w:rsid w:val="007354A2"/>
    <w:rsid w:val="00735517"/>
    <w:rsid w:val="0073551A"/>
    <w:rsid w:val="007356E7"/>
    <w:rsid w:val="00735C88"/>
    <w:rsid w:val="007360F7"/>
    <w:rsid w:val="007361DA"/>
    <w:rsid w:val="00736548"/>
    <w:rsid w:val="007365B1"/>
    <w:rsid w:val="0073671C"/>
    <w:rsid w:val="007367AA"/>
    <w:rsid w:val="00736822"/>
    <w:rsid w:val="007368DC"/>
    <w:rsid w:val="00736A95"/>
    <w:rsid w:val="00736CFA"/>
    <w:rsid w:val="00736F86"/>
    <w:rsid w:val="007370AB"/>
    <w:rsid w:val="007372C4"/>
    <w:rsid w:val="0073733D"/>
    <w:rsid w:val="007373F2"/>
    <w:rsid w:val="0073745F"/>
    <w:rsid w:val="0073759A"/>
    <w:rsid w:val="00737931"/>
    <w:rsid w:val="00737AB2"/>
    <w:rsid w:val="00737BC3"/>
    <w:rsid w:val="00737E52"/>
    <w:rsid w:val="00737E56"/>
    <w:rsid w:val="00737EAE"/>
    <w:rsid w:val="00737EDC"/>
    <w:rsid w:val="0074002E"/>
    <w:rsid w:val="0074066E"/>
    <w:rsid w:val="00740875"/>
    <w:rsid w:val="00740D13"/>
    <w:rsid w:val="00740D36"/>
    <w:rsid w:val="00740DBA"/>
    <w:rsid w:val="00740F09"/>
    <w:rsid w:val="0074134B"/>
    <w:rsid w:val="007414C3"/>
    <w:rsid w:val="00741619"/>
    <w:rsid w:val="00741624"/>
    <w:rsid w:val="007416E6"/>
    <w:rsid w:val="007416F6"/>
    <w:rsid w:val="0074172C"/>
    <w:rsid w:val="00741925"/>
    <w:rsid w:val="00741A2B"/>
    <w:rsid w:val="00741AED"/>
    <w:rsid w:val="00741B18"/>
    <w:rsid w:val="00741FDC"/>
    <w:rsid w:val="00742075"/>
    <w:rsid w:val="007420F2"/>
    <w:rsid w:val="007424F9"/>
    <w:rsid w:val="007428E7"/>
    <w:rsid w:val="007429A4"/>
    <w:rsid w:val="00742AE5"/>
    <w:rsid w:val="00742AEA"/>
    <w:rsid w:val="00742F14"/>
    <w:rsid w:val="00743135"/>
    <w:rsid w:val="007432CF"/>
    <w:rsid w:val="007432E2"/>
    <w:rsid w:val="0074339B"/>
    <w:rsid w:val="00743629"/>
    <w:rsid w:val="007437B7"/>
    <w:rsid w:val="00743A6D"/>
    <w:rsid w:val="00743B27"/>
    <w:rsid w:val="00743BD9"/>
    <w:rsid w:val="00743D12"/>
    <w:rsid w:val="00743D3B"/>
    <w:rsid w:val="00743E39"/>
    <w:rsid w:val="00743F39"/>
    <w:rsid w:val="00743F97"/>
    <w:rsid w:val="0074416D"/>
    <w:rsid w:val="007441CE"/>
    <w:rsid w:val="00744639"/>
    <w:rsid w:val="0074485D"/>
    <w:rsid w:val="0074486F"/>
    <w:rsid w:val="00744877"/>
    <w:rsid w:val="00744A02"/>
    <w:rsid w:val="00744CD3"/>
    <w:rsid w:val="00744EA4"/>
    <w:rsid w:val="0074517F"/>
    <w:rsid w:val="0074549F"/>
    <w:rsid w:val="007456E9"/>
    <w:rsid w:val="0074590D"/>
    <w:rsid w:val="00745A86"/>
    <w:rsid w:val="00745C3B"/>
    <w:rsid w:val="00745C7A"/>
    <w:rsid w:val="00745CBB"/>
    <w:rsid w:val="00745CD9"/>
    <w:rsid w:val="00745D9A"/>
    <w:rsid w:val="00746109"/>
    <w:rsid w:val="0074612C"/>
    <w:rsid w:val="007461EC"/>
    <w:rsid w:val="00746470"/>
    <w:rsid w:val="00746478"/>
    <w:rsid w:val="00746513"/>
    <w:rsid w:val="007466EA"/>
    <w:rsid w:val="00746B94"/>
    <w:rsid w:val="00746E8A"/>
    <w:rsid w:val="00747006"/>
    <w:rsid w:val="0074725D"/>
    <w:rsid w:val="00747436"/>
    <w:rsid w:val="00747451"/>
    <w:rsid w:val="007478CE"/>
    <w:rsid w:val="007478F9"/>
    <w:rsid w:val="00747BD9"/>
    <w:rsid w:val="00747D5B"/>
    <w:rsid w:val="00747E02"/>
    <w:rsid w:val="00747E9F"/>
    <w:rsid w:val="007501B0"/>
    <w:rsid w:val="007501C6"/>
    <w:rsid w:val="007501CA"/>
    <w:rsid w:val="00750344"/>
    <w:rsid w:val="00750354"/>
    <w:rsid w:val="00750358"/>
    <w:rsid w:val="00750375"/>
    <w:rsid w:val="00750439"/>
    <w:rsid w:val="007504AD"/>
    <w:rsid w:val="007504D5"/>
    <w:rsid w:val="007509E0"/>
    <w:rsid w:val="00750C22"/>
    <w:rsid w:val="00750F26"/>
    <w:rsid w:val="00750F27"/>
    <w:rsid w:val="0075111D"/>
    <w:rsid w:val="007513EF"/>
    <w:rsid w:val="0075158A"/>
    <w:rsid w:val="00751713"/>
    <w:rsid w:val="00751745"/>
    <w:rsid w:val="0075183B"/>
    <w:rsid w:val="0075197E"/>
    <w:rsid w:val="00751B17"/>
    <w:rsid w:val="00751C42"/>
    <w:rsid w:val="00751FE6"/>
    <w:rsid w:val="00752023"/>
    <w:rsid w:val="0075215E"/>
    <w:rsid w:val="00752364"/>
    <w:rsid w:val="0075236F"/>
    <w:rsid w:val="00752447"/>
    <w:rsid w:val="007524EF"/>
    <w:rsid w:val="00752547"/>
    <w:rsid w:val="00752695"/>
    <w:rsid w:val="00752762"/>
    <w:rsid w:val="00752854"/>
    <w:rsid w:val="00752882"/>
    <w:rsid w:val="00752993"/>
    <w:rsid w:val="00752A96"/>
    <w:rsid w:val="00752BB6"/>
    <w:rsid w:val="00752D3D"/>
    <w:rsid w:val="00753076"/>
    <w:rsid w:val="00753217"/>
    <w:rsid w:val="00753354"/>
    <w:rsid w:val="00753412"/>
    <w:rsid w:val="007534B3"/>
    <w:rsid w:val="007534C3"/>
    <w:rsid w:val="00753AA0"/>
    <w:rsid w:val="00753D75"/>
    <w:rsid w:val="00754028"/>
    <w:rsid w:val="007542B6"/>
    <w:rsid w:val="007542D3"/>
    <w:rsid w:val="00754316"/>
    <w:rsid w:val="00754814"/>
    <w:rsid w:val="007549F4"/>
    <w:rsid w:val="00754A1B"/>
    <w:rsid w:val="00754C90"/>
    <w:rsid w:val="00754D0E"/>
    <w:rsid w:val="00754F06"/>
    <w:rsid w:val="00754F9D"/>
    <w:rsid w:val="00755023"/>
    <w:rsid w:val="00755035"/>
    <w:rsid w:val="007551A0"/>
    <w:rsid w:val="007551E4"/>
    <w:rsid w:val="0075540B"/>
    <w:rsid w:val="0075552B"/>
    <w:rsid w:val="00755658"/>
    <w:rsid w:val="00755812"/>
    <w:rsid w:val="00755951"/>
    <w:rsid w:val="00755E4B"/>
    <w:rsid w:val="0075603F"/>
    <w:rsid w:val="00756083"/>
    <w:rsid w:val="007563C4"/>
    <w:rsid w:val="00756505"/>
    <w:rsid w:val="0075650C"/>
    <w:rsid w:val="00756623"/>
    <w:rsid w:val="0075667A"/>
    <w:rsid w:val="00756CE2"/>
    <w:rsid w:val="00756FA3"/>
    <w:rsid w:val="007572E2"/>
    <w:rsid w:val="007572ED"/>
    <w:rsid w:val="0075780A"/>
    <w:rsid w:val="00757982"/>
    <w:rsid w:val="00757B4B"/>
    <w:rsid w:val="00757E81"/>
    <w:rsid w:val="00757FDB"/>
    <w:rsid w:val="00757FE0"/>
    <w:rsid w:val="0076000B"/>
    <w:rsid w:val="0076014D"/>
    <w:rsid w:val="007601CF"/>
    <w:rsid w:val="0076029F"/>
    <w:rsid w:val="00760469"/>
    <w:rsid w:val="00760484"/>
    <w:rsid w:val="00760598"/>
    <w:rsid w:val="0076094E"/>
    <w:rsid w:val="00760A3B"/>
    <w:rsid w:val="00760A8F"/>
    <w:rsid w:val="00760FB9"/>
    <w:rsid w:val="00761112"/>
    <w:rsid w:val="00761145"/>
    <w:rsid w:val="007613A0"/>
    <w:rsid w:val="00761509"/>
    <w:rsid w:val="0076185C"/>
    <w:rsid w:val="007618C9"/>
    <w:rsid w:val="007619E9"/>
    <w:rsid w:val="007620C1"/>
    <w:rsid w:val="007620C2"/>
    <w:rsid w:val="007621D5"/>
    <w:rsid w:val="00762255"/>
    <w:rsid w:val="007622EE"/>
    <w:rsid w:val="0076235E"/>
    <w:rsid w:val="007625A2"/>
    <w:rsid w:val="007625B6"/>
    <w:rsid w:val="00762923"/>
    <w:rsid w:val="00762929"/>
    <w:rsid w:val="00762A3F"/>
    <w:rsid w:val="00762AE8"/>
    <w:rsid w:val="00762CD6"/>
    <w:rsid w:val="00762D45"/>
    <w:rsid w:val="00762DAC"/>
    <w:rsid w:val="00762E5C"/>
    <w:rsid w:val="00762E93"/>
    <w:rsid w:val="00762FE9"/>
    <w:rsid w:val="007630CA"/>
    <w:rsid w:val="00763149"/>
    <w:rsid w:val="007631D4"/>
    <w:rsid w:val="007632F7"/>
    <w:rsid w:val="007633E6"/>
    <w:rsid w:val="0076355E"/>
    <w:rsid w:val="007635AF"/>
    <w:rsid w:val="00763766"/>
    <w:rsid w:val="0076376A"/>
    <w:rsid w:val="0076380D"/>
    <w:rsid w:val="007639F5"/>
    <w:rsid w:val="00763A6D"/>
    <w:rsid w:val="00763BB1"/>
    <w:rsid w:val="00763C8B"/>
    <w:rsid w:val="00763CEC"/>
    <w:rsid w:val="00763E93"/>
    <w:rsid w:val="00763F2E"/>
    <w:rsid w:val="00764076"/>
    <w:rsid w:val="00764123"/>
    <w:rsid w:val="00764325"/>
    <w:rsid w:val="007645A2"/>
    <w:rsid w:val="0076481C"/>
    <w:rsid w:val="00764835"/>
    <w:rsid w:val="007648F4"/>
    <w:rsid w:val="00764FF0"/>
    <w:rsid w:val="00765125"/>
    <w:rsid w:val="007651C2"/>
    <w:rsid w:val="007653CF"/>
    <w:rsid w:val="0076540A"/>
    <w:rsid w:val="00765561"/>
    <w:rsid w:val="007655C5"/>
    <w:rsid w:val="00765712"/>
    <w:rsid w:val="007657B6"/>
    <w:rsid w:val="00765984"/>
    <w:rsid w:val="007659A2"/>
    <w:rsid w:val="00765B35"/>
    <w:rsid w:val="00765DDE"/>
    <w:rsid w:val="00765ED2"/>
    <w:rsid w:val="00765F3A"/>
    <w:rsid w:val="00766184"/>
    <w:rsid w:val="007661C2"/>
    <w:rsid w:val="007662F1"/>
    <w:rsid w:val="00766674"/>
    <w:rsid w:val="0076668A"/>
    <w:rsid w:val="007668E4"/>
    <w:rsid w:val="0076692B"/>
    <w:rsid w:val="00766A68"/>
    <w:rsid w:val="00766B8C"/>
    <w:rsid w:val="00766EA8"/>
    <w:rsid w:val="00766F86"/>
    <w:rsid w:val="00767114"/>
    <w:rsid w:val="007671EA"/>
    <w:rsid w:val="00767291"/>
    <w:rsid w:val="007672EC"/>
    <w:rsid w:val="0076746D"/>
    <w:rsid w:val="007675B7"/>
    <w:rsid w:val="007675D8"/>
    <w:rsid w:val="0076771D"/>
    <w:rsid w:val="007677B7"/>
    <w:rsid w:val="00767848"/>
    <w:rsid w:val="0076792C"/>
    <w:rsid w:val="00767981"/>
    <w:rsid w:val="00767BAD"/>
    <w:rsid w:val="00767C68"/>
    <w:rsid w:val="00767CB5"/>
    <w:rsid w:val="00767D3C"/>
    <w:rsid w:val="00767DFF"/>
    <w:rsid w:val="00767E19"/>
    <w:rsid w:val="007700C6"/>
    <w:rsid w:val="007700E5"/>
    <w:rsid w:val="0077014E"/>
    <w:rsid w:val="007702E7"/>
    <w:rsid w:val="00770376"/>
    <w:rsid w:val="007707E6"/>
    <w:rsid w:val="00770888"/>
    <w:rsid w:val="007709C0"/>
    <w:rsid w:val="007709EB"/>
    <w:rsid w:val="00770A96"/>
    <w:rsid w:val="00770B11"/>
    <w:rsid w:val="00770D15"/>
    <w:rsid w:val="00770DE4"/>
    <w:rsid w:val="00770DE5"/>
    <w:rsid w:val="00771470"/>
    <w:rsid w:val="007714F1"/>
    <w:rsid w:val="007716E0"/>
    <w:rsid w:val="00771710"/>
    <w:rsid w:val="0077177F"/>
    <w:rsid w:val="007717B8"/>
    <w:rsid w:val="00771920"/>
    <w:rsid w:val="00771F26"/>
    <w:rsid w:val="007721D7"/>
    <w:rsid w:val="0077223B"/>
    <w:rsid w:val="00772307"/>
    <w:rsid w:val="0077238A"/>
    <w:rsid w:val="0077264C"/>
    <w:rsid w:val="007726BF"/>
    <w:rsid w:val="007726EF"/>
    <w:rsid w:val="00772822"/>
    <w:rsid w:val="0077293E"/>
    <w:rsid w:val="00772AAE"/>
    <w:rsid w:val="00772C50"/>
    <w:rsid w:val="00772C9F"/>
    <w:rsid w:val="00772F75"/>
    <w:rsid w:val="00772F88"/>
    <w:rsid w:val="00773876"/>
    <w:rsid w:val="00773914"/>
    <w:rsid w:val="00773BD9"/>
    <w:rsid w:val="00773F83"/>
    <w:rsid w:val="00773F9F"/>
    <w:rsid w:val="00773FB0"/>
    <w:rsid w:val="007741DC"/>
    <w:rsid w:val="0077436E"/>
    <w:rsid w:val="007743E0"/>
    <w:rsid w:val="00774582"/>
    <w:rsid w:val="00774D89"/>
    <w:rsid w:val="00774EC8"/>
    <w:rsid w:val="00775070"/>
    <w:rsid w:val="00775422"/>
    <w:rsid w:val="007755E5"/>
    <w:rsid w:val="0077584C"/>
    <w:rsid w:val="007758EF"/>
    <w:rsid w:val="00775BF8"/>
    <w:rsid w:val="00775C50"/>
    <w:rsid w:val="00775D86"/>
    <w:rsid w:val="00775F02"/>
    <w:rsid w:val="00776164"/>
    <w:rsid w:val="00776165"/>
    <w:rsid w:val="00776604"/>
    <w:rsid w:val="007766ED"/>
    <w:rsid w:val="0077676F"/>
    <w:rsid w:val="0077690D"/>
    <w:rsid w:val="00776B64"/>
    <w:rsid w:val="00776C87"/>
    <w:rsid w:val="00776D4A"/>
    <w:rsid w:val="00776F40"/>
    <w:rsid w:val="00777052"/>
    <w:rsid w:val="0077706F"/>
    <w:rsid w:val="00777331"/>
    <w:rsid w:val="00777451"/>
    <w:rsid w:val="00777736"/>
    <w:rsid w:val="007777CD"/>
    <w:rsid w:val="007777DB"/>
    <w:rsid w:val="00777864"/>
    <w:rsid w:val="0077788A"/>
    <w:rsid w:val="007778AD"/>
    <w:rsid w:val="00777B1A"/>
    <w:rsid w:val="00777D0D"/>
    <w:rsid w:val="00777FB9"/>
    <w:rsid w:val="0078008F"/>
    <w:rsid w:val="00780312"/>
    <w:rsid w:val="007803A1"/>
    <w:rsid w:val="0078044E"/>
    <w:rsid w:val="0078087A"/>
    <w:rsid w:val="00780B2E"/>
    <w:rsid w:val="00780BBD"/>
    <w:rsid w:val="00780C2A"/>
    <w:rsid w:val="00780CE0"/>
    <w:rsid w:val="00780E4F"/>
    <w:rsid w:val="00780E7D"/>
    <w:rsid w:val="00780F25"/>
    <w:rsid w:val="00780F4B"/>
    <w:rsid w:val="00781703"/>
    <w:rsid w:val="00781749"/>
    <w:rsid w:val="00781941"/>
    <w:rsid w:val="00782336"/>
    <w:rsid w:val="007823BA"/>
    <w:rsid w:val="007824BF"/>
    <w:rsid w:val="007826DE"/>
    <w:rsid w:val="0078279E"/>
    <w:rsid w:val="007827AA"/>
    <w:rsid w:val="0078290C"/>
    <w:rsid w:val="0078297C"/>
    <w:rsid w:val="00782A65"/>
    <w:rsid w:val="00782A8C"/>
    <w:rsid w:val="00782C1D"/>
    <w:rsid w:val="00782C8C"/>
    <w:rsid w:val="00782CC8"/>
    <w:rsid w:val="00782D91"/>
    <w:rsid w:val="007831C2"/>
    <w:rsid w:val="00783278"/>
    <w:rsid w:val="0078356F"/>
    <w:rsid w:val="0078358B"/>
    <w:rsid w:val="00783741"/>
    <w:rsid w:val="007838DE"/>
    <w:rsid w:val="00783922"/>
    <w:rsid w:val="00783A51"/>
    <w:rsid w:val="00783CC8"/>
    <w:rsid w:val="00783DA4"/>
    <w:rsid w:val="00783E79"/>
    <w:rsid w:val="00783EC5"/>
    <w:rsid w:val="00783EFA"/>
    <w:rsid w:val="0078401A"/>
    <w:rsid w:val="007840C4"/>
    <w:rsid w:val="00784193"/>
    <w:rsid w:val="00784311"/>
    <w:rsid w:val="00784397"/>
    <w:rsid w:val="007843DB"/>
    <w:rsid w:val="00784791"/>
    <w:rsid w:val="00784A5A"/>
    <w:rsid w:val="00784AB6"/>
    <w:rsid w:val="00784DDA"/>
    <w:rsid w:val="00784ECA"/>
    <w:rsid w:val="007851FD"/>
    <w:rsid w:val="0078549A"/>
    <w:rsid w:val="0078550F"/>
    <w:rsid w:val="00785633"/>
    <w:rsid w:val="00785656"/>
    <w:rsid w:val="00785834"/>
    <w:rsid w:val="00785F95"/>
    <w:rsid w:val="00786036"/>
    <w:rsid w:val="0078604A"/>
    <w:rsid w:val="0078658C"/>
    <w:rsid w:val="00786738"/>
    <w:rsid w:val="007867B3"/>
    <w:rsid w:val="0078684A"/>
    <w:rsid w:val="00786B35"/>
    <w:rsid w:val="00786D8E"/>
    <w:rsid w:val="00786E44"/>
    <w:rsid w:val="00786F33"/>
    <w:rsid w:val="007870B8"/>
    <w:rsid w:val="007873E0"/>
    <w:rsid w:val="007874AC"/>
    <w:rsid w:val="007874B3"/>
    <w:rsid w:val="007875F5"/>
    <w:rsid w:val="007877A4"/>
    <w:rsid w:val="00787D54"/>
    <w:rsid w:val="00787D5E"/>
    <w:rsid w:val="00787DB1"/>
    <w:rsid w:val="00787E39"/>
    <w:rsid w:val="0079025F"/>
    <w:rsid w:val="007902B6"/>
    <w:rsid w:val="007905E5"/>
    <w:rsid w:val="00790771"/>
    <w:rsid w:val="007909D4"/>
    <w:rsid w:val="00790BB4"/>
    <w:rsid w:val="00790CC8"/>
    <w:rsid w:val="00790F92"/>
    <w:rsid w:val="0079105E"/>
    <w:rsid w:val="007910CB"/>
    <w:rsid w:val="007912B9"/>
    <w:rsid w:val="00791789"/>
    <w:rsid w:val="00791B23"/>
    <w:rsid w:val="00791EA2"/>
    <w:rsid w:val="00791EF8"/>
    <w:rsid w:val="00791FD0"/>
    <w:rsid w:val="00791FFD"/>
    <w:rsid w:val="007920BB"/>
    <w:rsid w:val="0079234B"/>
    <w:rsid w:val="007924EA"/>
    <w:rsid w:val="0079278C"/>
    <w:rsid w:val="00792957"/>
    <w:rsid w:val="00792B8A"/>
    <w:rsid w:val="00792DA1"/>
    <w:rsid w:val="00792DD9"/>
    <w:rsid w:val="00792DE4"/>
    <w:rsid w:val="00792DF8"/>
    <w:rsid w:val="00792E6E"/>
    <w:rsid w:val="00792F2F"/>
    <w:rsid w:val="00793176"/>
    <w:rsid w:val="007931A5"/>
    <w:rsid w:val="007932B1"/>
    <w:rsid w:val="00793471"/>
    <w:rsid w:val="00793580"/>
    <w:rsid w:val="007935E8"/>
    <w:rsid w:val="00793715"/>
    <w:rsid w:val="00793761"/>
    <w:rsid w:val="00793A32"/>
    <w:rsid w:val="00793BC4"/>
    <w:rsid w:val="00793BDE"/>
    <w:rsid w:val="00793E3D"/>
    <w:rsid w:val="00793F73"/>
    <w:rsid w:val="00794081"/>
    <w:rsid w:val="007940B7"/>
    <w:rsid w:val="007943BB"/>
    <w:rsid w:val="007943FE"/>
    <w:rsid w:val="0079447D"/>
    <w:rsid w:val="007944BB"/>
    <w:rsid w:val="007945A9"/>
    <w:rsid w:val="007946E5"/>
    <w:rsid w:val="007946F7"/>
    <w:rsid w:val="0079473E"/>
    <w:rsid w:val="00794897"/>
    <w:rsid w:val="00794999"/>
    <w:rsid w:val="00794C14"/>
    <w:rsid w:val="00794CD6"/>
    <w:rsid w:val="00794D3B"/>
    <w:rsid w:val="00794E3A"/>
    <w:rsid w:val="00795456"/>
    <w:rsid w:val="007954EE"/>
    <w:rsid w:val="00795568"/>
    <w:rsid w:val="0079581C"/>
    <w:rsid w:val="007958AA"/>
    <w:rsid w:val="00795B7F"/>
    <w:rsid w:val="00795C9A"/>
    <w:rsid w:val="00795CF8"/>
    <w:rsid w:val="00795DFA"/>
    <w:rsid w:val="00796469"/>
    <w:rsid w:val="0079646E"/>
    <w:rsid w:val="00796560"/>
    <w:rsid w:val="007966E9"/>
    <w:rsid w:val="00796732"/>
    <w:rsid w:val="007967D5"/>
    <w:rsid w:val="00796A0E"/>
    <w:rsid w:val="00796AA2"/>
    <w:rsid w:val="00796C2A"/>
    <w:rsid w:val="00796D4F"/>
    <w:rsid w:val="00796E10"/>
    <w:rsid w:val="00796ED3"/>
    <w:rsid w:val="00796EF1"/>
    <w:rsid w:val="007970DC"/>
    <w:rsid w:val="00797209"/>
    <w:rsid w:val="007972F5"/>
    <w:rsid w:val="00797331"/>
    <w:rsid w:val="007978F9"/>
    <w:rsid w:val="00797B38"/>
    <w:rsid w:val="00797BAB"/>
    <w:rsid w:val="00797D78"/>
    <w:rsid w:val="00797EFD"/>
    <w:rsid w:val="007A0107"/>
    <w:rsid w:val="007A0427"/>
    <w:rsid w:val="007A0590"/>
    <w:rsid w:val="007A06E5"/>
    <w:rsid w:val="007A0841"/>
    <w:rsid w:val="007A0939"/>
    <w:rsid w:val="007A0958"/>
    <w:rsid w:val="007A0DF2"/>
    <w:rsid w:val="007A0E5E"/>
    <w:rsid w:val="007A0E66"/>
    <w:rsid w:val="007A1199"/>
    <w:rsid w:val="007A13E0"/>
    <w:rsid w:val="007A1698"/>
    <w:rsid w:val="007A19C0"/>
    <w:rsid w:val="007A1A2B"/>
    <w:rsid w:val="007A1AD1"/>
    <w:rsid w:val="007A1B61"/>
    <w:rsid w:val="007A1B93"/>
    <w:rsid w:val="007A1C43"/>
    <w:rsid w:val="007A1C9A"/>
    <w:rsid w:val="007A1D3A"/>
    <w:rsid w:val="007A2084"/>
    <w:rsid w:val="007A2159"/>
    <w:rsid w:val="007A24FE"/>
    <w:rsid w:val="007A2555"/>
    <w:rsid w:val="007A25B6"/>
    <w:rsid w:val="007A276D"/>
    <w:rsid w:val="007A2BCD"/>
    <w:rsid w:val="007A2EA8"/>
    <w:rsid w:val="007A2F0E"/>
    <w:rsid w:val="007A2FC2"/>
    <w:rsid w:val="007A2FE8"/>
    <w:rsid w:val="007A32EF"/>
    <w:rsid w:val="007A32F3"/>
    <w:rsid w:val="007A338D"/>
    <w:rsid w:val="007A34B0"/>
    <w:rsid w:val="007A3B19"/>
    <w:rsid w:val="007A3F4A"/>
    <w:rsid w:val="007A4107"/>
    <w:rsid w:val="007A417D"/>
    <w:rsid w:val="007A4422"/>
    <w:rsid w:val="007A44E3"/>
    <w:rsid w:val="007A4895"/>
    <w:rsid w:val="007A4B35"/>
    <w:rsid w:val="007A5153"/>
    <w:rsid w:val="007A51D2"/>
    <w:rsid w:val="007A51EF"/>
    <w:rsid w:val="007A52FB"/>
    <w:rsid w:val="007A555F"/>
    <w:rsid w:val="007A568D"/>
    <w:rsid w:val="007A57BB"/>
    <w:rsid w:val="007A5B01"/>
    <w:rsid w:val="007A5C27"/>
    <w:rsid w:val="007A5CA9"/>
    <w:rsid w:val="007A5CD1"/>
    <w:rsid w:val="007A5D0A"/>
    <w:rsid w:val="007A5F07"/>
    <w:rsid w:val="007A5F3E"/>
    <w:rsid w:val="007A5F83"/>
    <w:rsid w:val="007A60AD"/>
    <w:rsid w:val="007A66FF"/>
    <w:rsid w:val="007A6ABC"/>
    <w:rsid w:val="007A6B04"/>
    <w:rsid w:val="007A6CD4"/>
    <w:rsid w:val="007A6CFC"/>
    <w:rsid w:val="007A6D43"/>
    <w:rsid w:val="007A7113"/>
    <w:rsid w:val="007A71A8"/>
    <w:rsid w:val="007A730C"/>
    <w:rsid w:val="007A73A9"/>
    <w:rsid w:val="007A7448"/>
    <w:rsid w:val="007A74EC"/>
    <w:rsid w:val="007A759C"/>
    <w:rsid w:val="007A7839"/>
    <w:rsid w:val="007A79F1"/>
    <w:rsid w:val="007A7A1C"/>
    <w:rsid w:val="007A7C5C"/>
    <w:rsid w:val="007A7C68"/>
    <w:rsid w:val="007B0089"/>
    <w:rsid w:val="007B0325"/>
    <w:rsid w:val="007B03F7"/>
    <w:rsid w:val="007B05A8"/>
    <w:rsid w:val="007B06EC"/>
    <w:rsid w:val="007B0711"/>
    <w:rsid w:val="007B077E"/>
    <w:rsid w:val="007B080C"/>
    <w:rsid w:val="007B08C9"/>
    <w:rsid w:val="007B0CDE"/>
    <w:rsid w:val="007B0D6B"/>
    <w:rsid w:val="007B0D94"/>
    <w:rsid w:val="007B0EEF"/>
    <w:rsid w:val="007B1244"/>
    <w:rsid w:val="007B13FE"/>
    <w:rsid w:val="007B1736"/>
    <w:rsid w:val="007B1786"/>
    <w:rsid w:val="007B193D"/>
    <w:rsid w:val="007B1A08"/>
    <w:rsid w:val="007B1C35"/>
    <w:rsid w:val="007B1F83"/>
    <w:rsid w:val="007B20CA"/>
    <w:rsid w:val="007B225F"/>
    <w:rsid w:val="007B22BC"/>
    <w:rsid w:val="007B2324"/>
    <w:rsid w:val="007B2579"/>
    <w:rsid w:val="007B270F"/>
    <w:rsid w:val="007B2758"/>
    <w:rsid w:val="007B29A1"/>
    <w:rsid w:val="007B29D4"/>
    <w:rsid w:val="007B29EC"/>
    <w:rsid w:val="007B2A71"/>
    <w:rsid w:val="007B2AB8"/>
    <w:rsid w:val="007B2AE3"/>
    <w:rsid w:val="007B2BA2"/>
    <w:rsid w:val="007B2F6E"/>
    <w:rsid w:val="007B3039"/>
    <w:rsid w:val="007B319A"/>
    <w:rsid w:val="007B3470"/>
    <w:rsid w:val="007B35CF"/>
    <w:rsid w:val="007B366A"/>
    <w:rsid w:val="007B3797"/>
    <w:rsid w:val="007B3B95"/>
    <w:rsid w:val="007B3C1F"/>
    <w:rsid w:val="007B3D3D"/>
    <w:rsid w:val="007B3D8E"/>
    <w:rsid w:val="007B4096"/>
    <w:rsid w:val="007B40C4"/>
    <w:rsid w:val="007B40EC"/>
    <w:rsid w:val="007B4119"/>
    <w:rsid w:val="007B4327"/>
    <w:rsid w:val="007B473C"/>
    <w:rsid w:val="007B4987"/>
    <w:rsid w:val="007B499B"/>
    <w:rsid w:val="007B4A0A"/>
    <w:rsid w:val="007B4ACC"/>
    <w:rsid w:val="007B4CF6"/>
    <w:rsid w:val="007B4D3C"/>
    <w:rsid w:val="007B4D9D"/>
    <w:rsid w:val="007B5085"/>
    <w:rsid w:val="007B51BF"/>
    <w:rsid w:val="007B56CE"/>
    <w:rsid w:val="007B5758"/>
    <w:rsid w:val="007B58A6"/>
    <w:rsid w:val="007B58DA"/>
    <w:rsid w:val="007B6073"/>
    <w:rsid w:val="007B6201"/>
    <w:rsid w:val="007B6487"/>
    <w:rsid w:val="007B64B2"/>
    <w:rsid w:val="007B6597"/>
    <w:rsid w:val="007B6669"/>
    <w:rsid w:val="007B673C"/>
    <w:rsid w:val="007B68B1"/>
    <w:rsid w:val="007B6916"/>
    <w:rsid w:val="007B697A"/>
    <w:rsid w:val="007B6B86"/>
    <w:rsid w:val="007B6C05"/>
    <w:rsid w:val="007B6D29"/>
    <w:rsid w:val="007B75E3"/>
    <w:rsid w:val="007B764A"/>
    <w:rsid w:val="007B7834"/>
    <w:rsid w:val="007B78F0"/>
    <w:rsid w:val="007B7BC3"/>
    <w:rsid w:val="007B7C06"/>
    <w:rsid w:val="007B7E36"/>
    <w:rsid w:val="007B7E60"/>
    <w:rsid w:val="007B7EA3"/>
    <w:rsid w:val="007B7EDC"/>
    <w:rsid w:val="007B7FE7"/>
    <w:rsid w:val="007B7FF1"/>
    <w:rsid w:val="007C0023"/>
    <w:rsid w:val="007C0088"/>
    <w:rsid w:val="007C055E"/>
    <w:rsid w:val="007C0795"/>
    <w:rsid w:val="007C07EC"/>
    <w:rsid w:val="007C083B"/>
    <w:rsid w:val="007C10D1"/>
    <w:rsid w:val="007C1230"/>
    <w:rsid w:val="007C12DF"/>
    <w:rsid w:val="007C193F"/>
    <w:rsid w:val="007C1B55"/>
    <w:rsid w:val="007C1E37"/>
    <w:rsid w:val="007C1EF0"/>
    <w:rsid w:val="007C246F"/>
    <w:rsid w:val="007C267D"/>
    <w:rsid w:val="007C275F"/>
    <w:rsid w:val="007C290B"/>
    <w:rsid w:val="007C2921"/>
    <w:rsid w:val="007C2A10"/>
    <w:rsid w:val="007C2A1E"/>
    <w:rsid w:val="007C2A62"/>
    <w:rsid w:val="007C2E17"/>
    <w:rsid w:val="007C2F49"/>
    <w:rsid w:val="007C34D8"/>
    <w:rsid w:val="007C3622"/>
    <w:rsid w:val="007C373B"/>
    <w:rsid w:val="007C37DA"/>
    <w:rsid w:val="007C3829"/>
    <w:rsid w:val="007C383B"/>
    <w:rsid w:val="007C3844"/>
    <w:rsid w:val="007C38CA"/>
    <w:rsid w:val="007C3C58"/>
    <w:rsid w:val="007C3D34"/>
    <w:rsid w:val="007C3D46"/>
    <w:rsid w:val="007C3E8C"/>
    <w:rsid w:val="007C401D"/>
    <w:rsid w:val="007C40DC"/>
    <w:rsid w:val="007C4417"/>
    <w:rsid w:val="007C44FC"/>
    <w:rsid w:val="007C461D"/>
    <w:rsid w:val="007C4867"/>
    <w:rsid w:val="007C4BC1"/>
    <w:rsid w:val="007C4BF6"/>
    <w:rsid w:val="007C4D59"/>
    <w:rsid w:val="007C5365"/>
    <w:rsid w:val="007C55FB"/>
    <w:rsid w:val="007C565F"/>
    <w:rsid w:val="007C5665"/>
    <w:rsid w:val="007C56CE"/>
    <w:rsid w:val="007C5722"/>
    <w:rsid w:val="007C572B"/>
    <w:rsid w:val="007C5754"/>
    <w:rsid w:val="007C5807"/>
    <w:rsid w:val="007C5BEC"/>
    <w:rsid w:val="007C5C45"/>
    <w:rsid w:val="007C5C6F"/>
    <w:rsid w:val="007C6045"/>
    <w:rsid w:val="007C60E2"/>
    <w:rsid w:val="007C6590"/>
    <w:rsid w:val="007C65F0"/>
    <w:rsid w:val="007C6A06"/>
    <w:rsid w:val="007C6C4A"/>
    <w:rsid w:val="007C6C65"/>
    <w:rsid w:val="007C6CCF"/>
    <w:rsid w:val="007C6D30"/>
    <w:rsid w:val="007C6D44"/>
    <w:rsid w:val="007C6EDB"/>
    <w:rsid w:val="007C6F6C"/>
    <w:rsid w:val="007C7022"/>
    <w:rsid w:val="007C722D"/>
    <w:rsid w:val="007C7301"/>
    <w:rsid w:val="007C7568"/>
    <w:rsid w:val="007C7699"/>
    <w:rsid w:val="007C7D98"/>
    <w:rsid w:val="007C7DE0"/>
    <w:rsid w:val="007C7F11"/>
    <w:rsid w:val="007C7FD1"/>
    <w:rsid w:val="007D01E0"/>
    <w:rsid w:val="007D041B"/>
    <w:rsid w:val="007D059D"/>
    <w:rsid w:val="007D07C1"/>
    <w:rsid w:val="007D0A7F"/>
    <w:rsid w:val="007D0B27"/>
    <w:rsid w:val="007D0BD0"/>
    <w:rsid w:val="007D0C46"/>
    <w:rsid w:val="007D0C64"/>
    <w:rsid w:val="007D0E4A"/>
    <w:rsid w:val="007D0E71"/>
    <w:rsid w:val="007D0EEA"/>
    <w:rsid w:val="007D0F8E"/>
    <w:rsid w:val="007D107E"/>
    <w:rsid w:val="007D12DD"/>
    <w:rsid w:val="007D147A"/>
    <w:rsid w:val="007D1B31"/>
    <w:rsid w:val="007D1EB0"/>
    <w:rsid w:val="007D1ECB"/>
    <w:rsid w:val="007D1FA9"/>
    <w:rsid w:val="007D214C"/>
    <w:rsid w:val="007D241D"/>
    <w:rsid w:val="007D2475"/>
    <w:rsid w:val="007D2710"/>
    <w:rsid w:val="007D2871"/>
    <w:rsid w:val="007D28D4"/>
    <w:rsid w:val="007D2B71"/>
    <w:rsid w:val="007D2BCA"/>
    <w:rsid w:val="007D2C65"/>
    <w:rsid w:val="007D2CA1"/>
    <w:rsid w:val="007D2CDE"/>
    <w:rsid w:val="007D2DC1"/>
    <w:rsid w:val="007D2F1E"/>
    <w:rsid w:val="007D2F39"/>
    <w:rsid w:val="007D2F3F"/>
    <w:rsid w:val="007D3077"/>
    <w:rsid w:val="007D34D9"/>
    <w:rsid w:val="007D362A"/>
    <w:rsid w:val="007D3642"/>
    <w:rsid w:val="007D3986"/>
    <w:rsid w:val="007D3AE4"/>
    <w:rsid w:val="007D3AF6"/>
    <w:rsid w:val="007D4192"/>
    <w:rsid w:val="007D41BA"/>
    <w:rsid w:val="007D442B"/>
    <w:rsid w:val="007D449B"/>
    <w:rsid w:val="007D44C3"/>
    <w:rsid w:val="007D4557"/>
    <w:rsid w:val="007D4584"/>
    <w:rsid w:val="007D4684"/>
    <w:rsid w:val="007D470E"/>
    <w:rsid w:val="007D492F"/>
    <w:rsid w:val="007D4B9E"/>
    <w:rsid w:val="007D4D1D"/>
    <w:rsid w:val="007D4E4E"/>
    <w:rsid w:val="007D4EA3"/>
    <w:rsid w:val="007D4F5D"/>
    <w:rsid w:val="007D50B9"/>
    <w:rsid w:val="007D50D0"/>
    <w:rsid w:val="007D55DB"/>
    <w:rsid w:val="007D5781"/>
    <w:rsid w:val="007D580B"/>
    <w:rsid w:val="007D58CC"/>
    <w:rsid w:val="007D5AB3"/>
    <w:rsid w:val="007D5BF4"/>
    <w:rsid w:val="007D5E02"/>
    <w:rsid w:val="007D600D"/>
    <w:rsid w:val="007D6045"/>
    <w:rsid w:val="007D616C"/>
    <w:rsid w:val="007D6333"/>
    <w:rsid w:val="007D6478"/>
    <w:rsid w:val="007D64CA"/>
    <w:rsid w:val="007D652F"/>
    <w:rsid w:val="007D665C"/>
    <w:rsid w:val="007D6736"/>
    <w:rsid w:val="007D6784"/>
    <w:rsid w:val="007D6887"/>
    <w:rsid w:val="007D697B"/>
    <w:rsid w:val="007D6A1D"/>
    <w:rsid w:val="007D6B77"/>
    <w:rsid w:val="007D6C51"/>
    <w:rsid w:val="007D6CB5"/>
    <w:rsid w:val="007D6F83"/>
    <w:rsid w:val="007D702D"/>
    <w:rsid w:val="007D756A"/>
    <w:rsid w:val="007D7594"/>
    <w:rsid w:val="007D799C"/>
    <w:rsid w:val="007D7BFB"/>
    <w:rsid w:val="007E00E9"/>
    <w:rsid w:val="007E00F0"/>
    <w:rsid w:val="007E019A"/>
    <w:rsid w:val="007E0381"/>
    <w:rsid w:val="007E092A"/>
    <w:rsid w:val="007E09E0"/>
    <w:rsid w:val="007E0C4C"/>
    <w:rsid w:val="007E0D3A"/>
    <w:rsid w:val="007E0E98"/>
    <w:rsid w:val="007E11A3"/>
    <w:rsid w:val="007E1214"/>
    <w:rsid w:val="007E13BB"/>
    <w:rsid w:val="007E15DB"/>
    <w:rsid w:val="007E1703"/>
    <w:rsid w:val="007E1881"/>
    <w:rsid w:val="007E1A37"/>
    <w:rsid w:val="007E1BA2"/>
    <w:rsid w:val="007E1D1C"/>
    <w:rsid w:val="007E1DA6"/>
    <w:rsid w:val="007E1E33"/>
    <w:rsid w:val="007E1E7B"/>
    <w:rsid w:val="007E20C0"/>
    <w:rsid w:val="007E21B7"/>
    <w:rsid w:val="007E2405"/>
    <w:rsid w:val="007E2460"/>
    <w:rsid w:val="007E2463"/>
    <w:rsid w:val="007E24C4"/>
    <w:rsid w:val="007E250D"/>
    <w:rsid w:val="007E2A0B"/>
    <w:rsid w:val="007E2C69"/>
    <w:rsid w:val="007E2D5B"/>
    <w:rsid w:val="007E2D6B"/>
    <w:rsid w:val="007E2E7E"/>
    <w:rsid w:val="007E2F30"/>
    <w:rsid w:val="007E3112"/>
    <w:rsid w:val="007E31A8"/>
    <w:rsid w:val="007E3252"/>
    <w:rsid w:val="007E3397"/>
    <w:rsid w:val="007E3555"/>
    <w:rsid w:val="007E3885"/>
    <w:rsid w:val="007E3D0E"/>
    <w:rsid w:val="007E3E9C"/>
    <w:rsid w:val="007E3F6C"/>
    <w:rsid w:val="007E4112"/>
    <w:rsid w:val="007E414E"/>
    <w:rsid w:val="007E41B2"/>
    <w:rsid w:val="007E43E9"/>
    <w:rsid w:val="007E446C"/>
    <w:rsid w:val="007E4554"/>
    <w:rsid w:val="007E45E8"/>
    <w:rsid w:val="007E466D"/>
    <w:rsid w:val="007E46A2"/>
    <w:rsid w:val="007E4849"/>
    <w:rsid w:val="007E4914"/>
    <w:rsid w:val="007E4BCA"/>
    <w:rsid w:val="007E4CC0"/>
    <w:rsid w:val="007E4D5D"/>
    <w:rsid w:val="007E4E86"/>
    <w:rsid w:val="007E4EFB"/>
    <w:rsid w:val="007E4F64"/>
    <w:rsid w:val="007E4F65"/>
    <w:rsid w:val="007E52CE"/>
    <w:rsid w:val="007E52D3"/>
    <w:rsid w:val="007E5565"/>
    <w:rsid w:val="007E57CD"/>
    <w:rsid w:val="007E5970"/>
    <w:rsid w:val="007E5971"/>
    <w:rsid w:val="007E5BC9"/>
    <w:rsid w:val="007E5D93"/>
    <w:rsid w:val="007E5E2B"/>
    <w:rsid w:val="007E5F95"/>
    <w:rsid w:val="007E60F4"/>
    <w:rsid w:val="007E634C"/>
    <w:rsid w:val="007E63A6"/>
    <w:rsid w:val="007E649D"/>
    <w:rsid w:val="007E6592"/>
    <w:rsid w:val="007E67BC"/>
    <w:rsid w:val="007E6908"/>
    <w:rsid w:val="007E691C"/>
    <w:rsid w:val="007E6B50"/>
    <w:rsid w:val="007E6D81"/>
    <w:rsid w:val="007E6E4A"/>
    <w:rsid w:val="007E70B0"/>
    <w:rsid w:val="007E714E"/>
    <w:rsid w:val="007E739E"/>
    <w:rsid w:val="007E75C1"/>
    <w:rsid w:val="007E78F9"/>
    <w:rsid w:val="007E7A78"/>
    <w:rsid w:val="007E7B8F"/>
    <w:rsid w:val="007E7E49"/>
    <w:rsid w:val="007E7EC0"/>
    <w:rsid w:val="007F00C1"/>
    <w:rsid w:val="007F029E"/>
    <w:rsid w:val="007F04D6"/>
    <w:rsid w:val="007F04E2"/>
    <w:rsid w:val="007F06F9"/>
    <w:rsid w:val="007F07E1"/>
    <w:rsid w:val="007F0900"/>
    <w:rsid w:val="007F09FE"/>
    <w:rsid w:val="007F0C82"/>
    <w:rsid w:val="007F0C90"/>
    <w:rsid w:val="007F0DF7"/>
    <w:rsid w:val="007F0FF0"/>
    <w:rsid w:val="007F124C"/>
    <w:rsid w:val="007F1411"/>
    <w:rsid w:val="007F1560"/>
    <w:rsid w:val="007F15CD"/>
    <w:rsid w:val="007F16BB"/>
    <w:rsid w:val="007F16C4"/>
    <w:rsid w:val="007F1A67"/>
    <w:rsid w:val="007F1CFE"/>
    <w:rsid w:val="007F1DA7"/>
    <w:rsid w:val="007F1EA4"/>
    <w:rsid w:val="007F1F3D"/>
    <w:rsid w:val="007F1F69"/>
    <w:rsid w:val="007F21EB"/>
    <w:rsid w:val="007F224C"/>
    <w:rsid w:val="007F2307"/>
    <w:rsid w:val="007F23E7"/>
    <w:rsid w:val="007F27B7"/>
    <w:rsid w:val="007F295B"/>
    <w:rsid w:val="007F2B69"/>
    <w:rsid w:val="007F2DFA"/>
    <w:rsid w:val="007F2FFC"/>
    <w:rsid w:val="007F32AD"/>
    <w:rsid w:val="007F3391"/>
    <w:rsid w:val="007F33BD"/>
    <w:rsid w:val="007F3455"/>
    <w:rsid w:val="007F34E4"/>
    <w:rsid w:val="007F350E"/>
    <w:rsid w:val="007F36CE"/>
    <w:rsid w:val="007F39DE"/>
    <w:rsid w:val="007F3AF3"/>
    <w:rsid w:val="007F3BBC"/>
    <w:rsid w:val="007F3D72"/>
    <w:rsid w:val="007F3DBB"/>
    <w:rsid w:val="007F3FE3"/>
    <w:rsid w:val="007F4561"/>
    <w:rsid w:val="007F46AC"/>
    <w:rsid w:val="007F46F6"/>
    <w:rsid w:val="007F47F6"/>
    <w:rsid w:val="007F4AC6"/>
    <w:rsid w:val="007F4ADA"/>
    <w:rsid w:val="007F4D4E"/>
    <w:rsid w:val="007F4E63"/>
    <w:rsid w:val="007F4F0F"/>
    <w:rsid w:val="007F5029"/>
    <w:rsid w:val="007F51CE"/>
    <w:rsid w:val="007F5681"/>
    <w:rsid w:val="007F5CB7"/>
    <w:rsid w:val="007F5F9A"/>
    <w:rsid w:val="007F6105"/>
    <w:rsid w:val="007F6118"/>
    <w:rsid w:val="007F637A"/>
    <w:rsid w:val="007F6461"/>
    <w:rsid w:val="007F64D7"/>
    <w:rsid w:val="007F6600"/>
    <w:rsid w:val="007F67C8"/>
    <w:rsid w:val="007F684F"/>
    <w:rsid w:val="007F691B"/>
    <w:rsid w:val="007F6A26"/>
    <w:rsid w:val="007F6AA3"/>
    <w:rsid w:val="007F6C89"/>
    <w:rsid w:val="007F7045"/>
    <w:rsid w:val="007F71E4"/>
    <w:rsid w:val="007F7280"/>
    <w:rsid w:val="007F7601"/>
    <w:rsid w:val="007F76E3"/>
    <w:rsid w:val="007F7717"/>
    <w:rsid w:val="007F776F"/>
    <w:rsid w:val="007F7790"/>
    <w:rsid w:val="007F7881"/>
    <w:rsid w:val="007F78B7"/>
    <w:rsid w:val="007F78D7"/>
    <w:rsid w:val="007F7930"/>
    <w:rsid w:val="007F79FA"/>
    <w:rsid w:val="007F7A02"/>
    <w:rsid w:val="007F7A14"/>
    <w:rsid w:val="007F7A48"/>
    <w:rsid w:val="007F7A81"/>
    <w:rsid w:val="007F7AAC"/>
    <w:rsid w:val="007F7B0D"/>
    <w:rsid w:val="007F7C78"/>
    <w:rsid w:val="008000FC"/>
    <w:rsid w:val="0080011C"/>
    <w:rsid w:val="008001B5"/>
    <w:rsid w:val="00800665"/>
    <w:rsid w:val="00800754"/>
    <w:rsid w:val="0080079A"/>
    <w:rsid w:val="00800AB0"/>
    <w:rsid w:val="00800C4C"/>
    <w:rsid w:val="00800C5D"/>
    <w:rsid w:val="00800D86"/>
    <w:rsid w:val="008010CE"/>
    <w:rsid w:val="008011D5"/>
    <w:rsid w:val="00801265"/>
    <w:rsid w:val="00801827"/>
    <w:rsid w:val="0080190D"/>
    <w:rsid w:val="00801B4A"/>
    <w:rsid w:val="00801C33"/>
    <w:rsid w:val="00801C88"/>
    <w:rsid w:val="00801CD1"/>
    <w:rsid w:val="00801E8F"/>
    <w:rsid w:val="00801EF6"/>
    <w:rsid w:val="0080220B"/>
    <w:rsid w:val="00802787"/>
    <w:rsid w:val="0080278A"/>
    <w:rsid w:val="008028CB"/>
    <w:rsid w:val="00802E27"/>
    <w:rsid w:val="00802E99"/>
    <w:rsid w:val="00802EBA"/>
    <w:rsid w:val="00802F18"/>
    <w:rsid w:val="00803088"/>
    <w:rsid w:val="00803143"/>
    <w:rsid w:val="008032F6"/>
    <w:rsid w:val="00803306"/>
    <w:rsid w:val="00803337"/>
    <w:rsid w:val="00803421"/>
    <w:rsid w:val="00803481"/>
    <w:rsid w:val="008034E2"/>
    <w:rsid w:val="0080354B"/>
    <w:rsid w:val="00803A9C"/>
    <w:rsid w:val="0080425F"/>
    <w:rsid w:val="00804B7C"/>
    <w:rsid w:val="00804B99"/>
    <w:rsid w:val="00804BE0"/>
    <w:rsid w:val="00804D40"/>
    <w:rsid w:val="00804D83"/>
    <w:rsid w:val="00804ECB"/>
    <w:rsid w:val="008050D8"/>
    <w:rsid w:val="00805363"/>
    <w:rsid w:val="008053DE"/>
    <w:rsid w:val="008053FD"/>
    <w:rsid w:val="008054E4"/>
    <w:rsid w:val="00805745"/>
    <w:rsid w:val="0080586C"/>
    <w:rsid w:val="008059FB"/>
    <w:rsid w:val="00805AB3"/>
    <w:rsid w:val="00805EBE"/>
    <w:rsid w:val="00805F9B"/>
    <w:rsid w:val="00805FBD"/>
    <w:rsid w:val="008061BD"/>
    <w:rsid w:val="00806217"/>
    <w:rsid w:val="008064F4"/>
    <w:rsid w:val="00806573"/>
    <w:rsid w:val="00806577"/>
    <w:rsid w:val="0080681C"/>
    <w:rsid w:val="00806A51"/>
    <w:rsid w:val="00806DE8"/>
    <w:rsid w:val="00806F87"/>
    <w:rsid w:val="00806FCF"/>
    <w:rsid w:val="0080717F"/>
    <w:rsid w:val="008071C6"/>
    <w:rsid w:val="00807259"/>
    <w:rsid w:val="0080726A"/>
    <w:rsid w:val="00807299"/>
    <w:rsid w:val="00807343"/>
    <w:rsid w:val="0080757A"/>
    <w:rsid w:val="0080792B"/>
    <w:rsid w:val="0080798C"/>
    <w:rsid w:val="008079DB"/>
    <w:rsid w:val="00807A73"/>
    <w:rsid w:val="00807D96"/>
    <w:rsid w:val="00807DED"/>
    <w:rsid w:val="00807E21"/>
    <w:rsid w:val="00807EF9"/>
    <w:rsid w:val="00807F4D"/>
    <w:rsid w:val="00807F72"/>
    <w:rsid w:val="0081003E"/>
    <w:rsid w:val="00810711"/>
    <w:rsid w:val="00810804"/>
    <w:rsid w:val="00810874"/>
    <w:rsid w:val="00810926"/>
    <w:rsid w:val="00810962"/>
    <w:rsid w:val="00810CBB"/>
    <w:rsid w:val="00810CE5"/>
    <w:rsid w:val="008110EA"/>
    <w:rsid w:val="00811205"/>
    <w:rsid w:val="008113CC"/>
    <w:rsid w:val="00811470"/>
    <w:rsid w:val="00811737"/>
    <w:rsid w:val="008119FB"/>
    <w:rsid w:val="00811A5D"/>
    <w:rsid w:val="00811E2C"/>
    <w:rsid w:val="00811ED2"/>
    <w:rsid w:val="008121FB"/>
    <w:rsid w:val="008125D6"/>
    <w:rsid w:val="008126BF"/>
    <w:rsid w:val="00812972"/>
    <w:rsid w:val="00812A7C"/>
    <w:rsid w:val="00812CE7"/>
    <w:rsid w:val="00812D77"/>
    <w:rsid w:val="00812FFA"/>
    <w:rsid w:val="008130F8"/>
    <w:rsid w:val="00813227"/>
    <w:rsid w:val="008134CF"/>
    <w:rsid w:val="0081398B"/>
    <w:rsid w:val="00813A14"/>
    <w:rsid w:val="00813D47"/>
    <w:rsid w:val="00813DF3"/>
    <w:rsid w:val="00813F8D"/>
    <w:rsid w:val="00814223"/>
    <w:rsid w:val="00814276"/>
    <w:rsid w:val="0081437D"/>
    <w:rsid w:val="008143C7"/>
    <w:rsid w:val="00814478"/>
    <w:rsid w:val="008145C3"/>
    <w:rsid w:val="00814654"/>
    <w:rsid w:val="008146E1"/>
    <w:rsid w:val="0081477A"/>
    <w:rsid w:val="008147EB"/>
    <w:rsid w:val="00814824"/>
    <w:rsid w:val="00814A4B"/>
    <w:rsid w:val="00814E37"/>
    <w:rsid w:val="008151DE"/>
    <w:rsid w:val="00815315"/>
    <w:rsid w:val="00815350"/>
    <w:rsid w:val="0081536C"/>
    <w:rsid w:val="008153C5"/>
    <w:rsid w:val="0081541F"/>
    <w:rsid w:val="00815683"/>
    <w:rsid w:val="00815824"/>
    <w:rsid w:val="00815890"/>
    <w:rsid w:val="008158FD"/>
    <w:rsid w:val="0081599A"/>
    <w:rsid w:val="00815A16"/>
    <w:rsid w:val="00815A1A"/>
    <w:rsid w:val="00815B87"/>
    <w:rsid w:val="00815C73"/>
    <w:rsid w:val="00815EB6"/>
    <w:rsid w:val="008161F5"/>
    <w:rsid w:val="008162D8"/>
    <w:rsid w:val="008163CD"/>
    <w:rsid w:val="00816416"/>
    <w:rsid w:val="00816619"/>
    <w:rsid w:val="0081675F"/>
    <w:rsid w:val="00816945"/>
    <w:rsid w:val="00817120"/>
    <w:rsid w:val="008171BF"/>
    <w:rsid w:val="0081729E"/>
    <w:rsid w:val="00817314"/>
    <w:rsid w:val="00817587"/>
    <w:rsid w:val="00817BCA"/>
    <w:rsid w:val="00817C6B"/>
    <w:rsid w:val="00817D66"/>
    <w:rsid w:val="00817EB8"/>
    <w:rsid w:val="0082005F"/>
    <w:rsid w:val="0082013A"/>
    <w:rsid w:val="00820190"/>
    <w:rsid w:val="008201FE"/>
    <w:rsid w:val="00820BF7"/>
    <w:rsid w:val="00820C62"/>
    <w:rsid w:val="00820CD3"/>
    <w:rsid w:val="00820DC2"/>
    <w:rsid w:val="00821022"/>
    <w:rsid w:val="0082104E"/>
    <w:rsid w:val="008210D3"/>
    <w:rsid w:val="008210DD"/>
    <w:rsid w:val="008213AF"/>
    <w:rsid w:val="008213C8"/>
    <w:rsid w:val="00821411"/>
    <w:rsid w:val="008215B9"/>
    <w:rsid w:val="00821814"/>
    <w:rsid w:val="00821A86"/>
    <w:rsid w:val="00821B09"/>
    <w:rsid w:val="00821E71"/>
    <w:rsid w:val="00822055"/>
    <w:rsid w:val="0082250E"/>
    <w:rsid w:val="008227E1"/>
    <w:rsid w:val="0082294A"/>
    <w:rsid w:val="00822BBC"/>
    <w:rsid w:val="00822F85"/>
    <w:rsid w:val="0082317E"/>
    <w:rsid w:val="008231B0"/>
    <w:rsid w:val="00823387"/>
    <w:rsid w:val="00823606"/>
    <w:rsid w:val="008237B5"/>
    <w:rsid w:val="00823874"/>
    <w:rsid w:val="0082396E"/>
    <w:rsid w:val="00823F9B"/>
    <w:rsid w:val="00824136"/>
    <w:rsid w:val="00824148"/>
    <w:rsid w:val="00824932"/>
    <w:rsid w:val="00824A3B"/>
    <w:rsid w:val="00824BF5"/>
    <w:rsid w:val="00824D39"/>
    <w:rsid w:val="008252F0"/>
    <w:rsid w:val="00825412"/>
    <w:rsid w:val="008254DE"/>
    <w:rsid w:val="00825688"/>
    <w:rsid w:val="0082569E"/>
    <w:rsid w:val="008257C9"/>
    <w:rsid w:val="00825C23"/>
    <w:rsid w:val="00825CC2"/>
    <w:rsid w:val="00825D51"/>
    <w:rsid w:val="00825DA8"/>
    <w:rsid w:val="00825EF0"/>
    <w:rsid w:val="00825F7B"/>
    <w:rsid w:val="0082600A"/>
    <w:rsid w:val="0082614A"/>
    <w:rsid w:val="008261E0"/>
    <w:rsid w:val="008263BE"/>
    <w:rsid w:val="0082643F"/>
    <w:rsid w:val="00826511"/>
    <w:rsid w:val="0082677F"/>
    <w:rsid w:val="008267EB"/>
    <w:rsid w:val="0082697A"/>
    <w:rsid w:val="008269FA"/>
    <w:rsid w:val="00826B54"/>
    <w:rsid w:val="00826B87"/>
    <w:rsid w:val="00826CF1"/>
    <w:rsid w:val="00826D29"/>
    <w:rsid w:val="00826FE4"/>
    <w:rsid w:val="00827077"/>
    <w:rsid w:val="008270D0"/>
    <w:rsid w:val="00827104"/>
    <w:rsid w:val="00827137"/>
    <w:rsid w:val="00827280"/>
    <w:rsid w:val="00827344"/>
    <w:rsid w:val="00827388"/>
    <w:rsid w:val="00827570"/>
    <w:rsid w:val="008276E9"/>
    <w:rsid w:val="008277FE"/>
    <w:rsid w:val="00827AB4"/>
    <w:rsid w:val="00827B75"/>
    <w:rsid w:val="00827B87"/>
    <w:rsid w:val="00827BE2"/>
    <w:rsid w:val="00827C9A"/>
    <w:rsid w:val="00830395"/>
    <w:rsid w:val="0083079F"/>
    <w:rsid w:val="008307E9"/>
    <w:rsid w:val="008307FF"/>
    <w:rsid w:val="00830867"/>
    <w:rsid w:val="008308E7"/>
    <w:rsid w:val="0083093A"/>
    <w:rsid w:val="00830AF9"/>
    <w:rsid w:val="00830C9D"/>
    <w:rsid w:val="00830DA5"/>
    <w:rsid w:val="0083103D"/>
    <w:rsid w:val="00831072"/>
    <w:rsid w:val="00831168"/>
    <w:rsid w:val="00831471"/>
    <w:rsid w:val="0083149D"/>
    <w:rsid w:val="008314BA"/>
    <w:rsid w:val="008316A3"/>
    <w:rsid w:val="00831901"/>
    <w:rsid w:val="00831BA2"/>
    <w:rsid w:val="0083224B"/>
    <w:rsid w:val="00832319"/>
    <w:rsid w:val="008323BD"/>
    <w:rsid w:val="008323DF"/>
    <w:rsid w:val="008324C2"/>
    <w:rsid w:val="00832727"/>
    <w:rsid w:val="00832769"/>
    <w:rsid w:val="00832A77"/>
    <w:rsid w:val="00832AFD"/>
    <w:rsid w:val="00832B52"/>
    <w:rsid w:val="00832DB5"/>
    <w:rsid w:val="00832ED4"/>
    <w:rsid w:val="0083301F"/>
    <w:rsid w:val="0083305B"/>
    <w:rsid w:val="00833071"/>
    <w:rsid w:val="00833236"/>
    <w:rsid w:val="00833294"/>
    <w:rsid w:val="0083374D"/>
    <w:rsid w:val="00833933"/>
    <w:rsid w:val="00833962"/>
    <w:rsid w:val="00833A51"/>
    <w:rsid w:val="00833C4C"/>
    <w:rsid w:val="00833CB8"/>
    <w:rsid w:val="00834150"/>
    <w:rsid w:val="008341BB"/>
    <w:rsid w:val="00834291"/>
    <w:rsid w:val="008343E6"/>
    <w:rsid w:val="0083448B"/>
    <w:rsid w:val="0083457E"/>
    <w:rsid w:val="00834732"/>
    <w:rsid w:val="00834C76"/>
    <w:rsid w:val="00834F53"/>
    <w:rsid w:val="00834FCB"/>
    <w:rsid w:val="00835089"/>
    <w:rsid w:val="0083527A"/>
    <w:rsid w:val="00835312"/>
    <w:rsid w:val="008353C5"/>
    <w:rsid w:val="00835488"/>
    <w:rsid w:val="0083556E"/>
    <w:rsid w:val="008355C1"/>
    <w:rsid w:val="0083565A"/>
    <w:rsid w:val="008357D0"/>
    <w:rsid w:val="008357D5"/>
    <w:rsid w:val="00835815"/>
    <w:rsid w:val="0083582D"/>
    <w:rsid w:val="008358C7"/>
    <w:rsid w:val="00835C29"/>
    <w:rsid w:val="0083642F"/>
    <w:rsid w:val="008365B4"/>
    <w:rsid w:val="00836727"/>
    <w:rsid w:val="00836742"/>
    <w:rsid w:val="00836A6A"/>
    <w:rsid w:val="00836BE9"/>
    <w:rsid w:val="00836D8C"/>
    <w:rsid w:val="008371F7"/>
    <w:rsid w:val="00837337"/>
    <w:rsid w:val="008373F5"/>
    <w:rsid w:val="0083750A"/>
    <w:rsid w:val="00837567"/>
    <w:rsid w:val="008375FB"/>
    <w:rsid w:val="00837733"/>
    <w:rsid w:val="00837747"/>
    <w:rsid w:val="00837955"/>
    <w:rsid w:val="00837A3E"/>
    <w:rsid w:val="00837D14"/>
    <w:rsid w:val="00837D64"/>
    <w:rsid w:val="00837EC3"/>
    <w:rsid w:val="00837FC1"/>
    <w:rsid w:val="00840008"/>
    <w:rsid w:val="00840200"/>
    <w:rsid w:val="00840441"/>
    <w:rsid w:val="008405C5"/>
    <w:rsid w:val="00840778"/>
    <w:rsid w:val="00840841"/>
    <w:rsid w:val="00840BA5"/>
    <w:rsid w:val="00840C71"/>
    <w:rsid w:val="00840D45"/>
    <w:rsid w:val="00840ED0"/>
    <w:rsid w:val="0084103B"/>
    <w:rsid w:val="00841102"/>
    <w:rsid w:val="00841132"/>
    <w:rsid w:val="00841164"/>
    <w:rsid w:val="00841225"/>
    <w:rsid w:val="00841446"/>
    <w:rsid w:val="00841455"/>
    <w:rsid w:val="008415C7"/>
    <w:rsid w:val="00841811"/>
    <w:rsid w:val="00841A36"/>
    <w:rsid w:val="00841A60"/>
    <w:rsid w:val="00841B46"/>
    <w:rsid w:val="0084246D"/>
    <w:rsid w:val="008425C6"/>
    <w:rsid w:val="0084262E"/>
    <w:rsid w:val="008426F8"/>
    <w:rsid w:val="008428C3"/>
    <w:rsid w:val="00842993"/>
    <w:rsid w:val="00842A93"/>
    <w:rsid w:val="00842B09"/>
    <w:rsid w:val="00842C1A"/>
    <w:rsid w:val="00842D96"/>
    <w:rsid w:val="008436A5"/>
    <w:rsid w:val="00843785"/>
    <w:rsid w:val="00843BF3"/>
    <w:rsid w:val="00843C76"/>
    <w:rsid w:val="00843E63"/>
    <w:rsid w:val="00843E92"/>
    <w:rsid w:val="0084418E"/>
    <w:rsid w:val="008441DD"/>
    <w:rsid w:val="00844306"/>
    <w:rsid w:val="00844337"/>
    <w:rsid w:val="00844386"/>
    <w:rsid w:val="0084444E"/>
    <w:rsid w:val="00844990"/>
    <w:rsid w:val="00844A64"/>
    <w:rsid w:val="00844C4F"/>
    <w:rsid w:val="00844C59"/>
    <w:rsid w:val="00844CEF"/>
    <w:rsid w:val="00844E33"/>
    <w:rsid w:val="0084514D"/>
    <w:rsid w:val="008451CA"/>
    <w:rsid w:val="00845200"/>
    <w:rsid w:val="0084530D"/>
    <w:rsid w:val="00845368"/>
    <w:rsid w:val="00845534"/>
    <w:rsid w:val="0084569A"/>
    <w:rsid w:val="008456BD"/>
    <w:rsid w:val="008456E2"/>
    <w:rsid w:val="008457AE"/>
    <w:rsid w:val="008457EE"/>
    <w:rsid w:val="00845882"/>
    <w:rsid w:val="00845896"/>
    <w:rsid w:val="00845911"/>
    <w:rsid w:val="0084594C"/>
    <w:rsid w:val="00845B38"/>
    <w:rsid w:val="00845BD1"/>
    <w:rsid w:val="00845CCA"/>
    <w:rsid w:val="00845D9A"/>
    <w:rsid w:val="00845DAA"/>
    <w:rsid w:val="00845DAF"/>
    <w:rsid w:val="00845E26"/>
    <w:rsid w:val="00845F9C"/>
    <w:rsid w:val="00846125"/>
    <w:rsid w:val="00846147"/>
    <w:rsid w:val="0084654F"/>
    <w:rsid w:val="0084666B"/>
    <w:rsid w:val="00846873"/>
    <w:rsid w:val="00846A14"/>
    <w:rsid w:val="00846C4B"/>
    <w:rsid w:val="00846FC7"/>
    <w:rsid w:val="008470BA"/>
    <w:rsid w:val="008473D2"/>
    <w:rsid w:val="00847468"/>
    <w:rsid w:val="008474CC"/>
    <w:rsid w:val="00847519"/>
    <w:rsid w:val="0084757D"/>
    <w:rsid w:val="008476C1"/>
    <w:rsid w:val="008477F2"/>
    <w:rsid w:val="00847CFA"/>
    <w:rsid w:val="00847E62"/>
    <w:rsid w:val="00847E88"/>
    <w:rsid w:val="00847E8B"/>
    <w:rsid w:val="00850226"/>
    <w:rsid w:val="0085031C"/>
    <w:rsid w:val="0085033E"/>
    <w:rsid w:val="00850394"/>
    <w:rsid w:val="00850580"/>
    <w:rsid w:val="00850F52"/>
    <w:rsid w:val="008510B0"/>
    <w:rsid w:val="00851215"/>
    <w:rsid w:val="0085156B"/>
    <w:rsid w:val="008515C7"/>
    <w:rsid w:val="008517DF"/>
    <w:rsid w:val="00851AF6"/>
    <w:rsid w:val="00851CFB"/>
    <w:rsid w:val="00851D3D"/>
    <w:rsid w:val="00851E6B"/>
    <w:rsid w:val="00851EBC"/>
    <w:rsid w:val="00851FA5"/>
    <w:rsid w:val="00851FF2"/>
    <w:rsid w:val="008520F8"/>
    <w:rsid w:val="008521CF"/>
    <w:rsid w:val="008523E5"/>
    <w:rsid w:val="00852838"/>
    <w:rsid w:val="008529BB"/>
    <w:rsid w:val="008529E7"/>
    <w:rsid w:val="00852A37"/>
    <w:rsid w:val="00852D19"/>
    <w:rsid w:val="00852DB7"/>
    <w:rsid w:val="00853074"/>
    <w:rsid w:val="008530E7"/>
    <w:rsid w:val="008533CD"/>
    <w:rsid w:val="008534D2"/>
    <w:rsid w:val="00853504"/>
    <w:rsid w:val="00853607"/>
    <w:rsid w:val="008537F5"/>
    <w:rsid w:val="0085386E"/>
    <w:rsid w:val="00853DED"/>
    <w:rsid w:val="00853E25"/>
    <w:rsid w:val="00853EE8"/>
    <w:rsid w:val="00853EFA"/>
    <w:rsid w:val="008542F8"/>
    <w:rsid w:val="00854828"/>
    <w:rsid w:val="00854988"/>
    <w:rsid w:val="0085498F"/>
    <w:rsid w:val="00854B5A"/>
    <w:rsid w:val="00854E0C"/>
    <w:rsid w:val="008550B8"/>
    <w:rsid w:val="008550E3"/>
    <w:rsid w:val="00855173"/>
    <w:rsid w:val="008555EB"/>
    <w:rsid w:val="008556F2"/>
    <w:rsid w:val="008557C7"/>
    <w:rsid w:val="00855865"/>
    <w:rsid w:val="0085591E"/>
    <w:rsid w:val="00855D07"/>
    <w:rsid w:val="00855EE5"/>
    <w:rsid w:val="0085639C"/>
    <w:rsid w:val="008563A1"/>
    <w:rsid w:val="008563A3"/>
    <w:rsid w:val="00856448"/>
    <w:rsid w:val="008566A6"/>
    <w:rsid w:val="00856950"/>
    <w:rsid w:val="008569B7"/>
    <w:rsid w:val="00856A7C"/>
    <w:rsid w:val="00856B8E"/>
    <w:rsid w:val="00856C93"/>
    <w:rsid w:val="00856D76"/>
    <w:rsid w:val="00856D9D"/>
    <w:rsid w:val="00856E9A"/>
    <w:rsid w:val="00856FCC"/>
    <w:rsid w:val="008570AC"/>
    <w:rsid w:val="00857107"/>
    <w:rsid w:val="008571BD"/>
    <w:rsid w:val="00857360"/>
    <w:rsid w:val="008573CC"/>
    <w:rsid w:val="00857679"/>
    <w:rsid w:val="00857741"/>
    <w:rsid w:val="00857D98"/>
    <w:rsid w:val="00857DAC"/>
    <w:rsid w:val="00857F93"/>
    <w:rsid w:val="0086001C"/>
    <w:rsid w:val="008600D7"/>
    <w:rsid w:val="0086015A"/>
    <w:rsid w:val="008601D5"/>
    <w:rsid w:val="008602B5"/>
    <w:rsid w:val="008606A0"/>
    <w:rsid w:val="00860827"/>
    <w:rsid w:val="00860A7B"/>
    <w:rsid w:val="00860C45"/>
    <w:rsid w:val="00860CB9"/>
    <w:rsid w:val="00860D2B"/>
    <w:rsid w:val="00861474"/>
    <w:rsid w:val="008614A9"/>
    <w:rsid w:val="008614AF"/>
    <w:rsid w:val="00861561"/>
    <w:rsid w:val="0086156A"/>
    <w:rsid w:val="008615CC"/>
    <w:rsid w:val="00861A6D"/>
    <w:rsid w:val="00861B40"/>
    <w:rsid w:val="00861C46"/>
    <w:rsid w:val="00861D2B"/>
    <w:rsid w:val="00861E14"/>
    <w:rsid w:val="00861EAA"/>
    <w:rsid w:val="00861F5C"/>
    <w:rsid w:val="008620EA"/>
    <w:rsid w:val="008621A1"/>
    <w:rsid w:val="008621F2"/>
    <w:rsid w:val="008622AB"/>
    <w:rsid w:val="00862399"/>
    <w:rsid w:val="00862542"/>
    <w:rsid w:val="008629B6"/>
    <w:rsid w:val="00862E3C"/>
    <w:rsid w:val="00862EDA"/>
    <w:rsid w:val="0086328B"/>
    <w:rsid w:val="0086338D"/>
    <w:rsid w:val="008635CF"/>
    <w:rsid w:val="008636CB"/>
    <w:rsid w:val="008637E0"/>
    <w:rsid w:val="00863983"/>
    <w:rsid w:val="00863A43"/>
    <w:rsid w:val="00863B09"/>
    <w:rsid w:val="00863D26"/>
    <w:rsid w:val="00863D30"/>
    <w:rsid w:val="00863E11"/>
    <w:rsid w:val="008640E7"/>
    <w:rsid w:val="00864121"/>
    <w:rsid w:val="008642A2"/>
    <w:rsid w:val="0086435D"/>
    <w:rsid w:val="00864398"/>
    <w:rsid w:val="00864450"/>
    <w:rsid w:val="008644CC"/>
    <w:rsid w:val="008645C4"/>
    <w:rsid w:val="00864BD6"/>
    <w:rsid w:val="00864D02"/>
    <w:rsid w:val="00864DB1"/>
    <w:rsid w:val="0086509A"/>
    <w:rsid w:val="00865103"/>
    <w:rsid w:val="008654D9"/>
    <w:rsid w:val="008655A0"/>
    <w:rsid w:val="008657C9"/>
    <w:rsid w:val="00865A14"/>
    <w:rsid w:val="00865A8E"/>
    <w:rsid w:val="00865B51"/>
    <w:rsid w:val="00865E38"/>
    <w:rsid w:val="0086619D"/>
    <w:rsid w:val="00866467"/>
    <w:rsid w:val="0086657C"/>
    <w:rsid w:val="0086660D"/>
    <w:rsid w:val="008668DC"/>
    <w:rsid w:val="008668E8"/>
    <w:rsid w:val="00866A09"/>
    <w:rsid w:val="00866E77"/>
    <w:rsid w:val="008675F5"/>
    <w:rsid w:val="008677D8"/>
    <w:rsid w:val="00867BFC"/>
    <w:rsid w:val="00867CBE"/>
    <w:rsid w:val="00867EB9"/>
    <w:rsid w:val="008700FA"/>
    <w:rsid w:val="008702AA"/>
    <w:rsid w:val="00870335"/>
    <w:rsid w:val="008703F2"/>
    <w:rsid w:val="0087046B"/>
    <w:rsid w:val="0087069D"/>
    <w:rsid w:val="0087072E"/>
    <w:rsid w:val="0087080E"/>
    <w:rsid w:val="0087082D"/>
    <w:rsid w:val="00870880"/>
    <w:rsid w:val="0087088F"/>
    <w:rsid w:val="008708A1"/>
    <w:rsid w:val="00870996"/>
    <w:rsid w:val="00870C48"/>
    <w:rsid w:val="00871195"/>
    <w:rsid w:val="008711AD"/>
    <w:rsid w:val="0087147D"/>
    <w:rsid w:val="0087152C"/>
    <w:rsid w:val="0087182C"/>
    <w:rsid w:val="00871833"/>
    <w:rsid w:val="00871842"/>
    <w:rsid w:val="0087191E"/>
    <w:rsid w:val="00871BD7"/>
    <w:rsid w:val="00871E06"/>
    <w:rsid w:val="00871E70"/>
    <w:rsid w:val="00871FC6"/>
    <w:rsid w:val="008723F7"/>
    <w:rsid w:val="00872E27"/>
    <w:rsid w:val="00872E38"/>
    <w:rsid w:val="00872EF9"/>
    <w:rsid w:val="00872FA0"/>
    <w:rsid w:val="00873135"/>
    <w:rsid w:val="00873171"/>
    <w:rsid w:val="00873240"/>
    <w:rsid w:val="00873247"/>
    <w:rsid w:val="008732AC"/>
    <w:rsid w:val="00873334"/>
    <w:rsid w:val="00873766"/>
    <w:rsid w:val="00873851"/>
    <w:rsid w:val="00873D1C"/>
    <w:rsid w:val="00873D79"/>
    <w:rsid w:val="00873DD1"/>
    <w:rsid w:val="00873FB7"/>
    <w:rsid w:val="00874091"/>
    <w:rsid w:val="0087409E"/>
    <w:rsid w:val="008740BD"/>
    <w:rsid w:val="008747C6"/>
    <w:rsid w:val="0087498B"/>
    <w:rsid w:val="00874AC0"/>
    <w:rsid w:val="00874C80"/>
    <w:rsid w:val="00874C92"/>
    <w:rsid w:val="00874D61"/>
    <w:rsid w:val="00874DA7"/>
    <w:rsid w:val="00874DCF"/>
    <w:rsid w:val="00874DDF"/>
    <w:rsid w:val="0087503C"/>
    <w:rsid w:val="008750A2"/>
    <w:rsid w:val="008750D6"/>
    <w:rsid w:val="00875285"/>
    <w:rsid w:val="00875468"/>
    <w:rsid w:val="008757F8"/>
    <w:rsid w:val="00875830"/>
    <w:rsid w:val="00875888"/>
    <w:rsid w:val="00875A09"/>
    <w:rsid w:val="00875A0E"/>
    <w:rsid w:val="00875A54"/>
    <w:rsid w:val="00875A68"/>
    <w:rsid w:val="00875A6C"/>
    <w:rsid w:val="00875A80"/>
    <w:rsid w:val="00875B69"/>
    <w:rsid w:val="00875DB7"/>
    <w:rsid w:val="00875EEA"/>
    <w:rsid w:val="0087612B"/>
    <w:rsid w:val="008764E9"/>
    <w:rsid w:val="00876582"/>
    <w:rsid w:val="00876613"/>
    <w:rsid w:val="0087673E"/>
    <w:rsid w:val="008767F2"/>
    <w:rsid w:val="0087680D"/>
    <w:rsid w:val="00876825"/>
    <w:rsid w:val="0087685B"/>
    <w:rsid w:val="00876A25"/>
    <w:rsid w:val="00876B15"/>
    <w:rsid w:val="00876B18"/>
    <w:rsid w:val="00876C6C"/>
    <w:rsid w:val="00876D77"/>
    <w:rsid w:val="00876FAB"/>
    <w:rsid w:val="008771A3"/>
    <w:rsid w:val="008773F5"/>
    <w:rsid w:val="00877470"/>
    <w:rsid w:val="0087765C"/>
    <w:rsid w:val="008777B5"/>
    <w:rsid w:val="008777FC"/>
    <w:rsid w:val="00877D97"/>
    <w:rsid w:val="00877E4D"/>
    <w:rsid w:val="008806CF"/>
    <w:rsid w:val="00880CC7"/>
    <w:rsid w:val="00880E92"/>
    <w:rsid w:val="0088123C"/>
    <w:rsid w:val="0088133E"/>
    <w:rsid w:val="008813DA"/>
    <w:rsid w:val="008814A0"/>
    <w:rsid w:val="00881528"/>
    <w:rsid w:val="00881679"/>
    <w:rsid w:val="00881808"/>
    <w:rsid w:val="00881852"/>
    <w:rsid w:val="008819A7"/>
    <w:rsid w:val="00881A0C"/>
    <w:rsid w:val="00881BA6"/>
    <w:rsid w:val="00881BC2"/>
    <w:rsid w:val="00881C16"/>
    <w:rsid w:val="00881C81"/>
    <w:rsid w:val="00881CD5"/>
    <w:rsid w:val="00881DA0"/>
    <w:rsid w:val="00881DD1"/>
    <w:rsid w:val="008820E3"/>
    <w:rsid w:val="008821E9"/>
    <w:rsid w:val="00882417"/>
    <w:rsid w:val="008825E2"/>
    <w:rsid w:val="0088263D"/>
    <w:rsid w:val="00882703"/>
    <w:rsid w:val="00882748"/>
    <w:rsid w:val="00882CAA"/>
    <w:rsid w:val="00882E4E"/>
    <w:rsid w:val="00882E96"/>
    <w:rsid w:val="00882F90"/>
    <w:rsid w:val="00883007"/>
    <w:rsid w:val="00883023"/>
    <w:rsid w:val="008830E3"/>
    <w:rsid w:val="00883186"/>
    <w:rsid w:val="00883197"/>
    <w:rsid w:val="008834F4"/>
    <w:rsid w:val="0088353C"/>
    <w:rsid w:val="008837A9"/>
    <w:rsid w:val="00883CB1"/>
    <w:rsid w:val="00883E3E"/>
    <w:rsid w:val="00883F1C"/>
    <w:rsid w:val="008841B7"/>
    <w:rsid w:val="00884277"/>
    <w:rsid w:val="00884645"/>
    <w:rsid w:val="008846CC"/>
    <w:rsid w:val="00884794"/>
    <w:rsid w:val="008849FC"/>
    <w:rsid w:val="00884A15"/>
    <w:rsid w:val="00884A60"/>
    <w:rsid w:val="00884BFD"/>
    <w:rsid w:val="00884C30"/>
    <w:rsid w:val="00884CEE"/>
    <w:rsid w:val="00884DED"/>
    <w:rsid w:val="00885209"/>
    <w:rsid w:val="00885278"/>
    <w:rsid w:val="00885402"/>
    <w:rsid w:val="00885417"/>
    <w:rsid w:val="0088568F"/>
    <w:rsid w:val="008856D4"/>
    <w:rsid w:val="0088577D"/>
    <w:rsid w:val="0088592E"/>
    <w:rsid w:val="0088630C"/>
    <w:rsid w:val="008863FB"/>
    <w:rsid w:val="008867DB"/>
    <w:rsid w:val="0088691F"/>
    <w:rsid w:val="00886A12"/>
    <w:rsid w:val="00886B45"/>
    <w:rsid w:val="00886BBF"/>
    <w:rsid w:val="00886FD5"/>
    <w:rsid w:val="008871AF"/>
    <w:rsid w:val="00887334"/>
    <w:rsid w:val="00887354"/>
    <w:rsid w:val="0088753F"/>
    <w:rsid w:val="008877A8"/>
    <w:rsid w:val="00887C4C"/>
    <w:rsid w:val="00887E84"/>
    <w:rsid w:val="0089017D"/>
    <w:rsid w:val="008901AC"/>
    <w:rsid w:val="008901CF"/>
    <w:rsid w:val="00890439"/>
    <w:rsid w:val="00890456"/>
    <w:rsid w:val="0089067A"/>
    <w:rsid w:val="00890879"/>
    <w:rsid w:val="008908CD"/>
    <w:rsid w:val="00890979"/>
    <w:rsid w:val="00890D29"/>
    <w:rsid w:val="00890F3D"/>
    <w:rsid w:val="00891244"/>
    <w:rsid w:val="00891441"/>
    <w:rsid w:val="0089145E"/>
    <w:rsid w:val="0089159E"/>
    <w:rsid w:val="008915B4"/>
    <w:rsid w:val="008917F6"/>
    <w:rsid w:val="008918DC"/>
    <w:rsid w:val="00891910"/>
    <w:rsid w:val="00891B03"/>
    <w:rsid w:val="00891B42"/>
    <w:rsid w:val="00891E2E"/>
    <w:rsid w:val="008922FE"/>
    <w:rsid w:val="008929BA"/>
    <w:rsid w:val="008929ED"/>
    <w:rsid w:val="00892AB9"/>
    <w:rsid w:val="00892C55"/>
    <w:rsid w:val="00892CB6"/>
    <w:rsid w:val="0089304F"/>
    <w:rsid w:val="00893C55"/>
    <w:rsid w:val="00893CD3"/>
    <w:rsid w:val="00893D6D"/>
    <w:rsid w:val="00894286"/>
    <w:rsid w:val="008942BF"/>
    <w:rsid w:val="00894350"/>
    <w:rsid w:val="00894C54"/>
    <w:rsid w:val="0089506C"/>
    <w:rsid w:val="0089509B"/>
    <w:rsid w:val="008951A8"/>
    <w:rsid w:val="0089547A"/>
    <w:rsid w:val="00895682"/>
    <w:rsid w:val="008957D8"/>
    <w:rsid w:val="00895827"/>
    <w:rsid w:val="00895946"/>
    <w:rsid w:val="00895C70"/>
    <w:rsid w:val="00895E19"/>
    <w:rsid w:val="00895E3B"/>
    <w:rsid w:val="0089606C"/>
    <w:rsid w:val="0089610F"/>
    <w:rsid w:val="00896223"/>
    <w:rsid w:val="008963D2"/>
    <w:rsid w:val="008963F9"/>
    <w:rsid w:val="00896522"/>
    <w:rsid w:val="00896572"/>
    <w:rsid w:val="0089657E"/>
    <w:rsid w:val="00896803"/>
    <w:rsid w:val="00896834"/>
    <w:rsid w:val="00896875"/>
    <w:rsid w:val="0089693A"/>
    <w:rsid w:val="00896A50"/>
    <w:rsid w:val="00896B6C"/>
    <w:rsid w:val="00896C6B"/>
    <w:rsid w:val="00896D57"/>
    <w:rsid w:val="00897016"/>
    <w:rsid w:val="00897150"/>
    <w:rsid w:val="0089755C"/>
    <w:rsid w:val="0089758C"/>
    <w:rsid w:val="00897814"/>
    <w:rsid w:val="008978D5"/>
    <w:rsid w:val="008979A9"/>
    <w:rsid w:val="00897AED"/>
    <w:rsid w:val="00897B1F"/>
    <w:rsid w:val="00897BAE"/>
    <w:rsid w:val="00897BBC"/>
    <w:rsid w:val="00897CE3"/>
    <w:rsid w:val="00897D5B"/>
    <w:rsid w:val="00897F14"/>
    <w:rsid w:val="008A015D"/>
    <w:rsid w:val="008A01CD"/>
    <w:rsid w:val="008A0325"/>
    <w:rsid w:val="008A0409"/>
    <w:rsid w:val="008A05C4"/>
    <w:rsid w:val="008A0615"/>
    <w:rsid w:val="008A07AC"/>
    <w:rsid w:val="008A0D06"/>
    <w:rsid w:val="008A0D6D"/>
    <w:rsid w:val="008A1479"/>
    <w:rsid w:val="008A17EA"/>
    <w:rsid w:val="008A1910"/>
    <w:rsid w:val="008A19C0"/>
    <w:rsid w:val="008A1DCC"/>
    <w:rsid w:val="008A1E81"/>
    <w:rsid w:val="008A1E96"/>
    <w:rsid w:val="008A2018"/>
    <w:rsid w:val="008A236D"/>
    <w:rsid w:val="008A23D3"/>
    <w:rsid w:val="008A2462"/>
    <w:rsid w:val="008A25A4"/>
    <w:rsid w:val="008A26F4"/>
    <w:rsid w:val="008A2AC5"/>
    <w:rsid w:val="008A2AFE"/>
    <w:rsid w:val="008A2CA2"/>
    <w:rsid w:val="008A2E7B"/>
    <w:rsid w:val="008A2EC9"/>
    <w:rsid w:val="008A2FE3"/>
    <w:rsid w:val="008A2FEC"/>
    <w:rsid w:val="008A3111"/>
    <w:rsid w:val="008A3321"/>
    <w:rsid w:val="008A36C9"/>
    <w:rsid w:val="008A37A8"/>
    <w:rsid w:val="008A37A9"/>
    <w:rsid w:val="008A3B93"/>
    <w:rsid w:val="008A3F11"/>
    <w:rsid w:val="008A3FB6"/>
    <w:rsid w:val="008A41A5"/>
    <w:rsid w:val="008A443A"/>
    <w:rsid w:val="008A44E6"/>
    <w:rsid w:val="008A4694"/>
    <w:rsid w:val="008A4869"/>
    <w:rsid w:val="008A4A6B"/>
    <w:rsid w:val="008A4B26"/>
    <w:rsid w:val="008A4BB3"/>
    <w:rsid w:val="008A4E95"/>
    <w:rsid w:val="008A4F13"/>
    <w:rsid w:val="008A4F71"/>
    <w:rsid w:val="008A50B2"/>
    <w:rsid w:val="008A55B8"/>
    <w:rsid w:val="008A576B"/>
    <w:rsid w:val="008A5AB9"/>
    <w:rsid w:val="008A5BBB"/>
    <w:rsid w:val="008A5C74"/>
    <w:rsid w:val="008A5EF3"/>
    <w:rsid w:val="008A5F14"/>
    <w:rsid w:val="008A60BF"/>
    <w:rsid w:val="008A6327"/>
    <w:rsid w:val="008A64C1"/>
    <w:rsid w:val="008A6502"/>
    <w:rsid w:val="008A654B"/>
    <w:rsid w:val="008A67B7"/>
    <w:rsid w:val="008A6B17"/>
    <w:rsid w:val="008A712E"/>
    <w:rsid w:val="008A7166"/>
    <w:rsid w:val="008A7355"/>
    <w:rsid w:val="008A7449"/>
    <w:rsid w:val="008A769F"/>
    <w:rsid w:val="008A7AE7"/>
    <w:rsid w:val="008A7CCE"/>
    <w:rsid w:val="008A7D4E"/>
    <w:rsid w:val="008A7DF8"/>
    <w:rsid w:val="008A7FC6"/>
    <w:rsid w:val="008B01D2"/>
    <w:rsid w:val="008B048A"/>
    <w:rsid w:val="008B0C3B"/>
    <w:rsid w:val="008B0CE7"/>
    <w:rsid w:val="008B10FB"/>
    <w:rsid w:val="008B1477"/>
    <w:rsid w:val="008B14E6"/>
    <w:rsid w:val="008B1649"/>
    <w:rsid w:val="008B18D6"/>
    <w:rsid w:val="008B1A04"/>
    <w:rsid w:val="008B1A71"/>
    <w:rsid w:val="008B1B10"/>
    <w:rsid w:val="008B1C01"/>
    <w:rsid w:val="008B1C14"/>
    <w:rsid w:val="008B1C77"/>
    <w:rsid w:val="008B1D88"/>
    <w:rsid w:val="008B1DB8"/>
    <w:rsid w:val="008B1F5A"/>
    <w:rsid w:val="008B218A"/>
    <w:rsid w:val="008B2204"/>
    <w:rsid w:val="008B23B5"/>
    <w:rsid w:val="008B2469"/>
    <w:rsid w:val="008B2782"/>
    <w:rsid w:val="008B2826"/>
    <w:rsid w:val="008B2C78"/>
    <w:rsid w:val="008B2F1C"/>
    <w:rsid w:val="008B314D"/>
    <w:rsid w:val="008B32A0"/>
    <w:rsid w:val="008B34D5"/>
    <w:rsid w:val="008B3939"/>
    <w:rsid w:val="008B3992"/>
    <w:rsid w:val="008B3AA9"/>
    <w:rsid w:val="008B3DCB"/>
    <w:rsid w:val="008B3DDF"/>
    <w:rsid w:val="008B3E32"/>
    <w:rsid w:val="008B3E46"/>
    <w:rsid w:val="008B3F14"/>
    <w:rsid w:val="008B42B7"/>
    <w:rsid w:val="008B444E"/>
    <w:rsid w:val="008B45BE"/>
    <w:rsid w:val="008B461E"/>
    <w:rsid w:val="008B4928"/>
    <w:rsid w:val="008B4A79"/>
    <w:rsid w:val="008B4BD5"/>
    <w:rsid w:val="008B4C1F"/>
    <w:rsid w:val="008B4CC4"/>
    <w:rsid w:val="008B4CDC"/>
    <w:rsid w:val="008B4D98"/>
    <w:rsid w:val="008B4FBF"/>
    <w:rsid w:val="008B511E"/>
    <w:rsid w:val="008B520C"/>
    <w:rsid w:val="008B5249"/>
    <w:rsid w:val="008B5365"/>
    <w:rsid w:val="008B568D"/>
    <w:rsid w:val="008B5794"/>
    <w:rsid w:val="008B58F2"/>
    <w:rsid w:val="008B5948"/>
    <w:rsid w:val="008B5A41"/>
    <w:rsid w:val="008B5CBE"/>
    <w:rsid w:val="008B5D54"/>
    <w:rsid w:val="008B5EBE"/>
    <w:rsid w:val="008B606B"/>
    <w:rsid w:val="008B606E"/>
    <w:rsid w:val="008B620B"/>
    <w:rsid w:val="008B6231"/>
    <w:rsid w:val="008B631C"/>
    <w:rsid w:val="008B63BC"/>
    <w:rsid w:val="008B645C"/>
    <w:rsid w:val="008B6467"/>
    <w:rsid w:val="008B64A2"/>
    <w:rsid w:val="008B65B7"/>
    <w:rsid w:val="008B6659"/>
    <w:rsid w:val="008B66D6"/>
    <w:rsid w:val="008B684B"/>
    <w:rsid w:val="008B6851"/>
    <w:rsid w:val="008B69EF"/>
    <w:rsid w:val="008B6BEC"/>
    <w:rsid w:val="008B707A"/>
    <w:rsid w:val="008B70BD"/>
    <w:rsid w:val="008B717D"/>
    <w:rsid w:val="008B724D"/>
    <w:rsid w:val="008B7625"/>
    <w:rsid w:val="008B7659"/>
    <w:rsid w:val="008B7753"/>
    <w:rsid w:val="008B7A59"/>
    <w:rsid w:val="008B7B1C"/>
    <w:rsid w:val="008B7C4F"/>
    <w:rsid w:val="008B7E1D"/>
    <w:rsid w:val="008B7E29"/>
    <w:rsid w:val="008C02A6"/>
    <w:rsid w:val="008C06BD"/>
    <w:rsid w:val="008C06FB"/>
    <w:rsid w:val="008C08C2"/>
    <w:rsid w:val="008C0A13"/>
    <w:rsid w:val="008C0AC0"/>
    <w:rsid w:val="008C0DAE"/>
    <w:rsid w:val="008C0EE0"/>
    <w:rsid w:val="008C0FDB"/>
    <w:rsid w:val="008C139C"/>
    <w:rsid w:val="008C1693"/>
    <w:rsid w:val="008C1715"/>
    <w:rsid w:val="008C1873"/>
    <w:rsid w:val="008C1909"/>
    <w:rsid w:val="008C1936"/>
    <w:rsid w:val="008C1A3C"/>
    <w:rsid w:val="008C1AA4"/>
    <w:rsid w:val="008C1B7F"/>
    <w:rsid w:val="008C1CAD"/>
    <w:rsid w:val="008C1DD8"/>
    <w:rsid w:val="008C201B"/>
    <w:rsid w:val="008C21AE"/>
    <w:rsid w:val="008C223F"/>
    <w:rsid w:val="008C23A1"/>
    <w:rsid w:val="008C2C09"/>
    <w:rsid w:val="008C2C60"/>
    <w:rsid w:val="008C2DEE"/>
    <w:rsid w:val="008C2E69"/>
    <w:rsid w:val="008C2EBB"/>
    <w:rsid w:val="008C310E"/>
    <w:rsid w:val="008C345E"/>
    <w:rsid w:val="008C34BD"/>
    <w:rsid w:val="008C3565"/>
    <w:rsid w:val="008C35C5"/>
    <w:rsid w:val="008C369E"/>
    <w:rsid w:val="008C39B3"/>
    <w:rsid w:val="008C39DD"/>
    <w:rsid w:val="008C39EC"/>
    <w:rsid w:val="008C3BAB"/>
    <w:rsid w:val="008C3E3E"/>
    <w:rsid w:val="008C3E5A"/>
    <w:rsid w:val="008C3F15"/>
    <w:rsid w:val="008C3F67"/>
    <w:rsid w:val="008C43C0"/>
    <w:rsid w:val="008C460D"/>
    <w:rsid w:val="008C46DD"/>
    <w:rsid w:val="008C47CB"/>
    <w:rsid w:val="008C4AF5"/>
    <w:rsid w:val="008C4DC4"/>
    <w:rsid w:val="008C4E4A"/>
    <w:rsid w:val="008C532E"/>
    <w:rsid w:val="008C539B"/>
    <w:rsid w:val="008C547D"/>
    <w:rsid w:val="008C55BE"/>
    <w:rsid w:val="008C572B"/>
    <w:rsid w:val="008C5772"/>
    <w:rsid w:val="008C5968"/>
    <w:rsid w:val="008C5EC4"/>
    <w:rsid w:val="008C5FCC"/>
    <w:rsid w:val="008C6011"/>
    <w:rsid w:val="008C63E4"/>
    <w:rsid w:val="008C6498"/>
    <w:rsid w:val="008C682B"/>
    <w:rsid w:val="008C6948"/>
    <w:rsid w:val="008C69B7"/>
    <w:rsid w:val="008C69B8"/>
    <w:rsid w:val="008C6B3E"/>
    <w:rsid w:val="008C6BE7"/>
    <w:rsid w:val="008C6ED8"/>
    <w:rsid w:val="008C7334"/>
    <w:rsid w:val="008C7417"/>
    <w:rsid w:val="008C7447"/>
    <w:rsid w:val="008C74DE"/>
    <w:rsid w:val="008C7518"/>
    <w:rsid w:val="008C7525"/>
    <w:rsid w:val="008C7593"/>
    <w:rsid w:val="008C7722"/>
    <w:rsid w:val="008C7A4D"/>
    <w:rsid w:val="008C7A85"/>
    <w:rsid w:val="008C7C03"/>
    <w:rsid w:val="008C7E32"/>
    <w:rsid w:val="008C7EDF"/>
    <w:rsid w:val="008C7F88"/>
    <w:rsid w:val="008D001A"/>
    <w:rsid w:val="008D0233"/>
    <w:rsid w:val="008D0247"/>
    <w:rsid w:val="008D0256"/>
    <w:rsid w:val="008D02A4"/>
    <w:rsid w:val="008D03ED"/>
    <w:rsid w:val="008D0409"/>
    <w:rsid w:val="008D07AB"/>
    <w:rsid w:val="008D0AA3"/>
    <w:rsid w:val="008D0AAF"/>
    <w:rsid w:val="008D0B35"/>
    <w:rsid w:val="008D0D5B"/>
    <w:rsid w:val="008D0F74"/>
    <w:rsid w:val="008D0F8B"/>
    <w:rsid w:val="008D1292"/>
    <w:rsid w:val="008D1353"/>
    <w:rsid w:val="008D1376"/>
    <w:rsid w:val="008D1758"/>
    <w:rsid w:val="008D1913"/>
    <w:rsid w:val="008D198F"/>
    <w:rsid w:val="008D1A06"/>
    <w:rsid w:val="008D1AA3"/>
    <w:rsid w:val="008D1D1A"/>
    <w:rsid w:val="008D1F98"/>
    <w:rsid w:val="008D250A"/>
    <w:rsid w:val="008D27C8"/>
    <w:rsid w:val="008D294C"/>
    <w:rsid w:val="008D2B27"/>
    <w:rsid w:val="008D3161"/>
    <w:rsid w:val="008D3249"/>
    <w:rsid w:val="008D3270"/>
    <w:rsid w:val="008D3275"/>
    <w:rsid w:val="008D33D8"/>
    <w:rsid w:val="008D34F7"/>
    <w:rsid w:val="008D366E"/>
    <w:rsid w:val="008D379B"/>
    <w:rsid w:val="008D37B6"/>
    <w:rsid w:val="008D37DC"/>
    <w:rsid w:val="008D398D"/>
    <w:rsid w:val="008D3A0E"/>
    <w:rsid w:val="008D3A4F"/>
    <w:rsid w:val="008D3C12"/>
    <w:rsid w:val="008D3CC0"/>
    <w:rsid w:val="008D3FA0"/>
    <w:rsid w:val="008D40D4"/>
    <w:rsid w:val="008D443F"/>
    <w:rsid w:val="008D4785"/>
    <w:rsid w:val="008D4D2B"/>
    <w:rsid w:val="008D4ED4"/>
    <w:rsid w:val="008D4F4B"/>
    <w:rsid w:val="008D4F82"/>
    <w:rsid w:val="008D5002"/>
    <w:rsid w:val="008D5167"/>
    <w:rsid w:val="008D5168"/>
    <w:rsid w:val="008D5305"/>
    <w:rsid w:val="008D53D7"/>
    <w:rsid w:val="008D552C"/>
    <w:rsid w:val="008D5688"/>
    <w:rsid w:val="008D57DF"/>
    <w:rsid w:val="008D5C2B"/>
    <w:rsid w:val="008D5E6B"/>
    <w:rsid w:val="008D61B2"/>
    <w:rsid w:val="008D6569"/>
    <w:rsid w:val="008D65FA"/>
    <w:rsid w:val="008D6814"/>
    <w:rsid w:val="008D692A"/>
    <w:rsid w:val="008D6AC7"/>
    <w:rsid w:val="008D6C7D"/>
    <w:rsid w:val="008D6C91"/>
    <w:rsid w:val="008D6CB1"/>
    <w:rsid w:val="008D6D6B"/>
    <w:rsid w:val="008D6E30"/>
    <w:rsid w:val="008D6E3F"/>
    <w:rsid w:val="008D7003"/>
    <w:rsid w:val="008D7015"/>
    <w:rsid w:val="008D729F"/>
    <w:rsid w:val="008D73A3"/>
    <w:rsid w:val="008D7455"/>
    <w:rsid w:val="008D76AA"/>
    <w:rsid w:val="008D7771"/>
    <w:rsid w:val="008D77F2"/>
    <w:rsid w:val="008D7A58"/>
    <w:rsid w:val="008D7C6A"/>
    <w:rsid w:val="008D7D13"/>
    <w:rsid w:val="008D7D43"/>
    <w:rsid w:val="008D7F0B"/>
    <w:rsid w:val="008D7F2F"/>
    <w:rsid w:val="008E006B"/>
    <w:rsid w:val="008E0405"/>
    <w:rsid w:val="008E05B6"/>
    <w:rsid w:val="008E072D"/>
    <w:rsid w:val="008E0828"/>
    <w:rsid w:val="008E0A08"/>
    <w:rsid w:val="008E0A33"/>
    <w:rsid w:val="008E0A56"/>
    <w:rsid w:val="008E121C"/>
    <w:rsid w:val="008E1479"/>
    <w:rsid w:val="008E1500"/>
    <w:rsid w:val="008E185D"/>
    <w:rsid w:val="008E1A25"/>
    <w:rsid w:val="008E1D79"/>
    <w:rsid w:val="008E1E87"/>
    <w:rsid w:val="008E1EFF"/>
    <w:rsid w:val="008E2058"/>
    <w:rsid w:val="008E225A"/>
    <w:rsid w:val="008E2308"/>
    <w:rsid w:val="008E23B6"/>
    <w:rsid w:val="008E245E"/>
    <w:rsid w:val="008E25E0"/>
    <w:rsid w:val="008E275C"/>
    <w:rsid w:val="008E2A1B"/>
    <w:rsid w:val="008E2C40"/>
    <w:rsid w:val="008E2C55"/>
    <w:rsid w:val="008E2D9B"/>
    <w:rsid w:val="008E3108"/>
    <w:rsid w:val="008E3260"/>
    <w:rsid w:val="008E345D"/>
    <w:rsid w:val="008E34A8"/>
    <w:rsid w:val="008E369B"/>
    <w:rsid w:val="008E36DD"/>
    <w:rsid w:val="008E3746"/>
    <w:rsid w:val="008E3756"/>
    <w:rsid w:val="008E38F3"/>
    <w:rsid w:val="008E399E"/>
    <w:rsid w:val="008E3A3D"/>
    <w:rsid w:val="008E3C32"/>
    <w:rsid w:val="008E4087"/>
    <w:rsid w:val="008E40CA"/>
    <w:rsid w:val="008E41BD"/>
    <w:rsid w:val="008E4358"/>
    <w:rsid w:val="008E4448"/>
    <w:rsid w:val="008E45C3"/>
    <w:rsid w:val="008E45FE"/>
    <w:rsid w:val="008E4A48"/>
    <w:rsid w:val="008E4A5E"/>
    <w:rsid w:val="008E4A72"/>
    <w:rsid w:val="008E4BED"/>
    <w:rsid w:val="008E4CA1"/>
    <w:rsid w:val="008E4D9E"/>
    <w:rsid w:val="008E4E58"/>
    <w:rsid w:val="008E4F02"/>
    <w:rsid w:val="008E510E"/>
    <w:rsid w:val="008E5279"/>
    <w:rsid w:val="008E548C"/>
    <w:rsid w:val="008E54B5"/>
    <w:rsid w:val="008E572B"/>
    <w:rsid w:val="008E578F"/>
    <w:rsid w:val="008E581F"/>
    <w:rsid w:val="008E589D"/>
    <w:rsid w:val="008E5B6A"/>
    <w:rsid w:val="008E5C20"/>
    <w:rsid w:val="008E5CF3"/>
    <w:rsid w:val="008E5E37"/>
    <w:rsid w:val="008E5F6E"/>
    <w:rsid w:val="008E6220"/>
    <w:rsid w:val="008E6419"/>
    <w:rsid w:val="008E68DD"/>
    <w:rsid w:val="008E6B9C"/>
    <w:rsid w:val="008E6C48"/>
    <w:rsid w:val="008E6E21"/>
    <w:rsid w:val="008E6E98"/>
    <w:rsid w:val="008E6F75"/>
    <w:rsid w:val="008E7055"/>
    <w:rsid w:val="008E7239"/>
    <w:rsid w:val="008E7320"/>
    <w:rsid w:val="008E7343"/>
    <w:rsid w:val="008E749C"/>
    <w:rsid w:val="008E766D"/>
    <w:rsid w:val="008E76B1"/>
    <w:rsid w:val="008E78C7"/>
    <w:rsid w:val="008E79A1"/>
    <w:rsid w:val="008E7D34"/>
    <w:rsid w:val="008E7D69"/>
    <w:rsid w:val="008F0010"/>
    <w:rsid w:val="008F012D"/>
    <w:rsid w:val="008F0157"/>
    <w:rsid w:val="008F0174"/>
    <w:rsid w:val="008F075E"/>
    <w:rsid w:val="008F0866"/>
    <w:rsid w:val="008F0891"/>
    <w:rsid w:val="008F0E6F"/>
    <w:rsid w:val="008F0FF1"/>
    <w:rsid w:val="008F1018"/>
    <w:rsid w:val="008F1075"/>
    <w:rsid w:val="008F1471"/>
    <w:rsid w:val="008F14B3"/>
    <w:rsid w:val="008F16DF"/>
    <w:rsid w:val="008F1DEC"/>
    <w:rsid w:val="008F20E7"/>
    <w:rsid w:val="008F2282"/>
    <w:rsid w:val="008F2648"/>
    <w:rsid w:val="008F2789"/>
    <w:rsid w:val="008F27AA"/>
    <w:rsid w:val="008F27AD"/>
    <w:rsid w:val="008F27E8"/>
    <w:rsid w:val="008F2F95"/>
    <w:rsid w:val="008F30AB"/>
    <w:rsid w:val="008F317A"/>
    <w:rsid w:val="008F31C3"/>
    <w:rsid w:val="008F330B"/>
    <w:rsid w:val="008F35AC"/>
    <w:rsid w:val="008F360C"/>
    <w:rsid w:val="008F36D1"/>
    <w:rsid w:val="008F3A4A"/>
    <w:rsid w:val="008F3A95"/>
    <w:rsid w:val="008F3B7A"/>
    <w:rsid w:val="008F3C76"/>
    <w:rsid w:val="008F3CE0"/>
    <w:rsid w:val="008F3CFE"/>
    <w:rsid w:val="008F3D78"/>
    <w:rsid w:val="008F3DD3"/>
    <w:rsid w:val="008F3DFD"/>
    <w:rsid w:val="008F3F6E"/>
    <w:rsid w:val="008F40C8"/>
    <w:rsid w:val="008F4164"/>
    <w:rsid w:val="008F41FF"/>
    <w:rsid w:val="008F4331"/>
    <w:rsid w:val="008F436A"/>
    <w:rsid w:val="008F4388"/>
    <w:rsid w:val="008F48DC"/>
    <w:rsid w:val="008F4902"/>
    <w:rsid w:val="008F4910"/>
    <w:rsid w:val="008F4AED"/>
    <w:rsid w:val="008F4BA1"/>
    <w:rsid w:val="008F4D17"/>
    <w:rsid w:val="008F4FD3"/>
    <w:rsid w:val="008F50EE"/>
    <w:rsid w:val="008F51BD"/>
    <w:rsid w:val="008F51C5"/>
    <w:rsid w:val="008F5300"/>
    <w:rsid w:val="008F536E"/>
    <w:rsid w:val="008F540C"/>
    <w:rsid w:val="008F552A"/>
    <w:rsid w:val="008F58D1"/>
    <w:rsid w:val="008F58DB"/>
    <w:rsid w:val="008F5A38"/>
    <w:rsid w:val="008F5B35"/>
    <w:rsid w:val="008F5D0D"/>
    <w:rsid w:val="008F6125"/>
    <w:rsid w:val="008F62A9"/>
    <w:rsid w:val="008F6351"/>
    <w:rsid w:val="008F6583"/>
    <w:rsid w:val="008F665D"/>
    <w:rsid w:val="008F6700"/>
    <w:rsid w:val="008F67C4"/>
    <w:rsid w:val="008F6883"/>
    <w:rsid w:val="008F6940"/>
    <w:rsid w:val="008F69A0"/>
    <w:rsid w:val="008F6A2E"/>
    <w:rsid w:val="008F6C1D"/>
    <w:rsid w:val="008F6DB8"/>
    <w:rsid w:val="008F6E2F"/>
    <w:rsid w:val="008F6F8F"/>
    <w:rsid w:val="008F715E"/>
    <w:rsid w:val="008F7543"/>
    <w:rsid w:val="008F7806"/>
    <w:rsid w:val="008F7812"/>
    <w:rsid w:val="008F782D"/>
    <w:rsid w:val="008F78BF"/>
    <w:rsid w:val="008F7B4A"/>
    <w:rsid w:val="008F7D45"/>
    <w:rsid w:val="00900021"/>
    <w:rsid w:val="009000B1"/>
    <w:rsid w:val="009002E6"/>
    <w:rsid w:val="00900399"/>
    <w:rsid w:val="009003A4"/>
    <w:rsid w:val="00900419"/>
    <w:rsid w:val="009004AC"/>
    <w:rsid w:val="00900654"/>
    <w:rsid w:val="00900CD1"/>
    <w:rsid w:val="00900D97"/>
    <w:rsid w:val="00900F8C"/>
    <w:rsid w:val="00900FE4"/>
    <w:rsid w:val="00901007"/>
    <w:rsid w:val="009010BF"/>
    <w:rsid w:val="0090132B"/>
    <w:rsid w:val="009013A4"/>
    <w:rsid w:val="0090147F"/>
    <w:rsid w:val="00901489"/>
    <w:rsid w:val="00901756"/>
    <w:rsid w:val="009018DB"/>
    <w:rsid w:val="00901B79"/>
    <w:rsid w:val="00901DA7"/>
    <w:rsid w:val="00901DCC"/>
    <w:rsid w:val="0090200F"/>
    <w:rsid w:val="00902116"/>
    <w:rsid w:val="00902BE5"/>
    <w:rsid w:val="00902CD8"/>
    <w:rsid w:val="00902CFF"/>
    <w:rsid w:val="00902D6E"/>
    <w:rsid w:val="00902EEE"/>
    <w:rsid w:val="00902FA3"/>
    <w:rsid w:val="009032F3"/>
    <w:rsid w:val="0090343D"/>
    <w:rsid w:val="00903658"/>
    <w:rsid w:val="00903AF7"/>
    <w:rsid w:val="00903D1E"/>
    <w:rsid w:val="0090400F"/>
    <w:rsid w:val="0090414D"/>
    <w:rsid w:val="009043E2"/>
    <w:rsid w:val="009046E6"/>
    <w:rsid w:val="009048C9"/>
    <w:rsid w:val="00904AD7"/>
    <w:rsid w:val="00904CF0"/>
    <w:rsid w:val="00905219"/>
    <w:rsid w:val="00905243"/>
    <w:rsid w:val="0090534B"/>
    <w:rsid w:val="009053D8"/>
    <w:rsid w:val="00905509"/>
    <w:rsid w:val="00905538"/>
    <w:rsid w:val="0090594C"/>
    <w:rsid w:val="00905E75"/>
    <w:rsid w:val="009061CE"/>
    <w:rsid w:val="0090625F"/>
    <w:rsid w:val="009062D0"/>
    <w:rsid w:val="00906309"/>
    <w:rsid w:val="00906347"/>
    <w:rsid w:val="00906481"/>
    <w:rsid w:val="009064BE"/>
    <w:rsid w:val="009064E7"/>
    <w:rsid w:val="00906830"/>
    <w:rsid w:val="00906D50"/>
    <w:rsid w:val="00906E2D"/>
    <w:rsid w:val="00906ED7"/>
    <w:rsid w:val="00906F15"/>
    <w:rsid w:val="00906FDC"/>
    <w:rsid w:val="00906FFA"/>
    <w:rsid w:val="00907294"/>
    <w:rsid w:val="009072DD"/>
    <w:rsid w:val="009074EE"/>
    <w:rsid w:val="00907853"/>
    <w:rsid w:val="00907885"/>
    <w:rsid w:val="00907AB5"/>
    <w:rsid w:val="00907C07"/>
    <w:rsid w:val="00910044"/>
    <w:rsid w:val="009101FE"/>
    <w:rsid w:val="0091033A"/>
    <w:rsid w:val="00910366"/>
    <w:rsid w:val="009104AE"/>
    <w:rsid w:val="009106D1"/>
    <w:rsid w:val="0091085B"/>
    <w:rsid w:val="00910A89"/>
    <w:rsid w:val="00910B2A"/>
    <w:rsid w:val="00910B76"/>
    <w:rsid w:val="00910D58"/>
    <w:rsid w:val="00910D62"/>
    <w:rsid w:val="009111F4"/>
    <w:rsid w:val="0091124B"/>
    <w:rsid w:val="00911466"/>
    <w:rsid w:val="00911495"/>
    <w:rsid w:val="009115CA"/>
    <w:rsid w:val="00911630"/>
    <w:rsid w:val="009116BE"/>
    <w:rsid w:val="00911A0E"/>
    <w:rsid w:val="00911B4A"/>
    <w:rsid w:val="00911BC4"/>
    <w:rsid w:val="00911E4F"/>
    <w:rsid w:val="00911F1F"/>
    <w:rsid w:val="009120AF"/>
    <w:rsid w:val="00912109"/>
    <w:rsid w:val="00912167"/>
    <w:rsid w:val="00912240"/>
    <w:rsid w:val="0091240F"/>
    <w:rsid w:val="00912422"/>
    <w:rsid w:val="009124E2"/>
    <w:rsid w:val="00912562"/>
    <w:rsid w:val="009125F5"/>
    <w:rsid w:val="00912695"/>
    <w:rsid w:val="00912718"/>
    <w:rsid w:val="009127B6"/>
    <w:rsid w:val="009127D0"/>
    <w:rsid w:val="0091292E"/>
    <w:rsid w:val="00912AD1"/>
    <w:rsid w:val="00912AFB"/>
    <w:rsid w:val="00912BD1"/>
    <w:rsid w:val="00912C75"/>
    <w:rsid w:val="00912F85"/>
    <w:rsid w:val="009130A1"/>
    <w:rsid w:val="0091315E"/>
    <w:rsid w:val="0091316B"/>
    <w:rsid w:val="0091318C"/>
    <w:rsid w:val="0091322D"/>
    <w:rsid w:val="0091380C"/>
    <w:rsid w:val="00913959"/>
    <w:rsid w:val="00913972"/>
    <w:rsid w:val="00913A28"/>
    <w:rsid w:val="00913AE6"/>
    <w:rsid w:val="00913B6A"/>
    <w:rsid w:val="00913DE2"/>
    <w:rsid w:val="00914192"/>
    <w:rsid w:val="0091425A"/>
    <w:rsid w:val="00914359"/>
    <w:rsid w:val="009143B0"/>
    <w:rsid w:val="009143DA"/>
    <w:rsid w:val="0091451D"/>
    <w:rsid w:val="009146F2"/>
    <w:rsid w:val="009147F2"/>
    <w:rsid w:val="00914B2A"/>
    <w:rsid w:val="00914DB6"/>
    <w:rsid w:val="0091513C"/>
    <w:rsid w:val="009151A5"/>
    <w:rsid w:val="00915220"/>
    <w:rsid w:val="009153C6"/>
    <w:rsid w:val="00915460"/>
    <w:rsid w:val="00915505"/>
    <w:rsid w:val="0091581D"/>
    <w:rsid w:val="00915857"/>
    <w:rsid w:val="0091586A"/>
    <w:rsid w:val="00915A42"/>
    <w:rsid w:val="00915B2B"/>
    <w:rsid w:val="00915CBF"/>
    <w:rsid w:val="00915CE7"/>
    <w:rsid w:val="009160E1"/>
    <w:rsid w:val="00916209"/>
    <w:rsid w:val="00916223"/>
    <w:rsid w:val="009164C2"/>
    <w:rsid w:val="0091662E"/>
    <w:rsid w:val="00916646"/>
    <w:rsid w:val="00916667"/>
    <w:rsid w:val="00916730"/>
    <w:rsid w:val="00916855"/>
    <w:rsid w:val="009168DC"/>
    <w:rsid w:val="009168EF"/>
    <w:rsid w:val="00916DDB"/>
    <w:rsid w:val="00916E41"/>
    <w:rsid w:val="00916F19"/>
    <w:rsid w:val="00916F53"/>
    <w:rsid w:val="0091715E"/>
    <w:rsid w:val="00917608"/>
    <w:rsid w:val="009176BE"/>
    <w:rsid w:val="00917751"/>
    <w:rsid w:val="00917858"/>
    <w:rsid w:val="00917878"/>
    <w:rsid w:val="009178E7"/>
    <w:rsid w:val="00917A54"/>
    <w:rsid w:val="00917A57"/>
    <w:rsid w:val="00917C1D"/>
    <w:rsid w:val="00917C6D"/>
    <w:rsid w:val="00917CBC"/>
    <w:rsid w:val="00917CFD"/>
    <w:rsid w:val="00917F9B"/>
    <w:rsid w:val="00920084"/>
    <w:rsid w:val="0092014E"/>
    <w:rsid w:val="009203C9"/>
    <w:rsid w:val="0092055C"/>
    <w:rsid w:val="009205C4"/>
    <w:rsid w:val="00920854"/>
    <w:rsid w:val="009209A4"/>
    <w:rsid w:val="009209F9"/>
    <w:rsid w:val="00920A04"/>
    <w:rsid w:val="00920B73"/>
    <w:rsid w:val="00920CF3"/>
    <w:rsid w:val="00921186"/>
    <w:rsid w:val="0092118A"/>
    <w:rsid w:val="0092137B"/>
    <w:rsid w:val="009215E4"/>
    <w:rsid w:val="0092166E"/>
    <w:rsid w:val="0092184A"/>
    <w:rsid w:val="00921B70"/>
    <w:rsid w:val="00921BAD"/>
    <w:rsid w:val="00921BFB"/>
    <w:rsid w:val="00921F23"/>
    <w:rsid w:val="00922087"/>
    <w:rsid w:val="009222A4"/>
    <w:rsid w:val="0092233E"/>
    <w:rsid w:val="0092236E"/>
    <w:rsid w:val="009226FB"/>
    <w:rsid w:val="009227B9"/>
    <w:rsid w:val="00922800"/>
    <w:rsid w:val="009228D0"/>
    <w:rsid w:val="0092298F"/>
    <w:rsid w:val="00922AD2"/>
    <w:rsid w:val="00922BF7"/>
    <w:rsid w:val="00922CCD"/>
    <w:rsid w:val="00922D1C"/>
    <w:rsid w:val="00922E12"/>
    <w:rsid w:val="00922F06"/>
    <w:rsid w:val="009230A5"/>
    <w:rsid w:val="00923578"/>
    <w:rsid w:val="009237A1"/>
    <w:rsid w:val="00923849"/>
    <w:rsid w:val="00923A4A"/>
    <w:rsid w:val="00923ADE"/>
    <w:rsid w:val="00924196"/>
    <w:rsid w:val="009242F4"/>
    <w:rsid w:val="009243D1"/>
    <w:rsid w:val="0092458C"/>
    <w:rsid w:val="00924801"/>
    <w:rsid w:val="00924900"/>
    <w:rsid w:val="009249C0"/>
    <w:rsid w:val="00924DD3"/>
    <w:rsid w:val="0092584E"/>
    <w:rsid w:val="009263CF"/>
    <w:rsid w:val="00926734"/>
    <w:rsid w:val="00926970"/>
    <w:rsid w:val="00926B20"/>
    <w:rsid w:val="00926B32"/>
    <w:rsid w:val="00926E1F"/>
    <w:rsid w:val="00926F13"/>
    <w:rsid w:val="00926F39"/>
    <w:rsid w:val="009274D2"/>
    <w:rsid w:val="00927586"/>
    <w:rsid w:val="0092758E"/>
    <w:rsid w:val="009276B4"/>
    <w:rsid w:val="009276D4"/>
    <w:rsid w:val="00927966"/>
    <w:rsid w:val="00927A85"/>
    <w:rsid w:val="00927B26"/>
    <w:rsid w:val="00927D4B"/>
    <w:rsid w:val="00927D63"/>
    <w:rsid w:val="00927F5A"/>
    <w:rsid w:val="00927F64"/>
    <w:rsid w:val="00930192"/>
    <w:rsid w:val="009302E1"/>
    <w:rsid w:val="00930348"/>
    <w:rsid w:val="00930447"/>
    <w:rsid w:val="009305A4"/>
    <w:rsid w:val="009305AC"/>
    <w:rsid w:val="00930749"/>
    <w:rsid w:val="00930912"/>
    <w:rsid w:val="0093095A"/>
    <w:rsid w:val="00930988"/>
    <w:rsid w:val="00930A40"/>
    <w:rsid w:val="00930C16"/>
    <w:rsid w:val="00930F68"/>
    <w:rsid w:val="00931295"/>
    <w:rsid w:val="009312A1"/>
    <w:rsid w:val="009313B3"/>
    <w:rsid w:val="00931434"/>
    <w:rsid w:val="00931565"/>
    <w:rsid w:val="0093166F"/>
    <w:rsid w:val="009316E7"/>
    <w:rsid w:val="00931893"/>
    <w:rsid w:val="00931A0E"/>
    <w:rsid w:val="00931B5D"/>
    <w:rsid w:val="00931C50"/>
    <w:rsid w:val="00931C5C"/>
    <w:rsid w:val="00931C9A"/>
    <w:rsid w:val="00931D4A"/>
    <w:rsid w:val="00931E62"/>
    <w:rsid w:val="00931F8D"/>
    <w:rsid w:val="00932036"/>
    <w:rsid w:val="0093206A"/>
    <w:rsid w:val="009322AC"/>
    <w:rsid w:val="0093247B"/>
    <w:rsid w:val="00932569"/>
    <w:rsid w:val="00932574"/>
    <w:rsid w:val="00932711"/>
    <w:rsid w:val="0093277E"/>
    <w:rsid w:val="009329B3"/>
    <w:rsid w:val="00932C0E"/>
    <w:rsid w:val="00932E38"/>
    <w:rsid w:val="00932FE5"/>
    <w:rsid w:val="0093311D"/>
    <w:rsid w:val="0093318C"/>
    <w:rsid w:val="0093346D"/>
    <w:rsid w:val="009335FB"/>
    <w:rsid w:val="00933636"/>
    <w:rsid w:val="009337D1"/>
    <w:rsid w:val="00933869"/>
    <w:rsid w:val="00933D46"/>
    <w:rsid w:val="00933DC6"/>
    <w:rsid w:val="00933DD1"/>
    <w:rsid w:val="00933F9D"/>
    <w:rsid w:val="00934074"/>
    <w:rsid w:val="009340F7"/>
    <w:rsid w:val="009342CC"/>
    <w:rsid w:val="009342EB"/>
    <w:rsid w:val="009345E3"/>
    <w:rsid w:val="0093463E"/>
    <w:rsid w:val="0093480B"/>
    <w:rsid w:val="009348F1"/>
    <w:rsid w:val="009349AE"/>
    <w:rsid w:val="009349C3"/>
    <w:rsid w:val="00934C25"/>
    <w:rsid w:val="00934F1F"/>
    <w:rsid w:val="00934FAB"/>
    <w:rsid w:val="009352C5"/>
    <w:rsid w:val="00935333"/>
    <w:rsid w:val="009353CB"/>
    <w:rsid w:val="00935814"/>
    <w:rsid w:val="009358DB"/>
    <w:rsid w:val="00935985"/>
    <w:rsid w:val="009359F1"/>
    <w:rsid w:val="00935B25"/>
    <w:rsid w:val="00935D7F"/>
    <w:rsid w:val="009360F8"/>
    <w:rsid w:val="00936399"/>
    <w:rsid w:val="00936620"/>
    <w:rsid w:val="00936D29"/>
    <w:rsid w:val="00936D2C"/>
    <w:rsid w:val="00936F19"/>
    <w:rsid w:val="00937186"/>
    <w:rsid w:val="009372BE"/>
    <w:rsid w:val="009373E9"/>
    <w:rsid w:val="009374EB"/>
    <w:rsid w:val="0093780B"/>
    <w:rsid w:val="00937AD3"/>
    <w:rsid w:val="00937D17"/>
    <w:rsid w:val="00937DA8"/>
    <w:rsid w:val="00940323"/>
    <w:rsid w:val="00940464"/>
    <w:rsid w:val="0094062E"/>
    <w:rsid w:val="0094076D"/>
    <w:rsid w:val="00940846"/>
    <w:rsid w:val="009408D4"/>
    <w:rsid w:val="00940A2F"/>
    <w:rsid w:val="00940ED2"/>
    <w:rsid w:val="00940F1A"/>
    <w:rsid w:val="00940F60"/>
    <w:rsid w:val="009411D7"/>
    <w:rsid w:val="00941321"/>
    <w:rsid w:val="00941342"/>
    <w:rsid w:val="00941507"/>
    <w:rsid w:val="0094165B"/>
    <w:rsid w:val="009417E6"/>
    <w:rsid w:val="00941979"/>
    <w:rsid w:val="00941AA1"/>
    <w:rsid w:val="00941D21"/>
    <w:rsid w:val="00941F14"/>
    <w:rsid w:val="00941FAC"/>
    <w:rsid w:val="00942114"/>
    <w:rsid w:val="00942117"/>
    <w:rsid w:val="00942194"/>
    <w:rsid w:val="00942437"/>
    <w:rsid w:val="009424CA"/>
    <w:rsid w:val="009424FD"/>
    <w:rsid w:val="0094296A"/>
    <w:rsid w:val="00942BAC"/>
    <w:rsid w:val="00942C83"/>
    <w:rsid w:val="00942F3D"/>
    <w:rsid w:val="00942F9C"/>
    <w:rsid w:val="00942FC7"/>
    <w:rsid w:val="0094337D"/>
    <w:rsid w:val="009435C2"/>
    <w:rsid w:val="00943B43"/>
    <w:rsid w:val="00943B53"/>
    <w:rsid w:val="00943B96"/>
    <w:rsid w:val="00943FF7"/>
    <w:rsid w:val="009440FF"/>
    <w:rsid w:val="00944196"/>
    <w:rsid w:val="009441C4"/>
    <w:rsid w:val="009442A7"/>
    <w:rsid w:val="0094437D"/>
    <w:rsid w:val="009445C5"/>
    <w:rsid w:val="00944668"/>
    <w:rsid w:val="00944713"/>
    <w:rsid w:val="00944904"/>
    <w:rsid w:val="009449C0"/>
    <w:rsid w:val="00944A59"/>
    <w:rsid w:val="00944C55"/>
    <w:rsid w:val="00944CCF"/>
    <w:rsid w:val="00944D5D"/>
    <w:rsid w:val="00944E19"/>
    <w:rsid w:val="00945028"/>
    <w:rsid w:val="00945071"/>
    <w:rsid w:val="009453AE"/>
    <w:rsid w:val="009455C5"/>
    <w:rsid w:val="00945785"/>
    <w:rsid w:val="009457DC"/>
    <w:rsid w:val="009457F2"/>
    <w:rsid w:val="00945872"/>
    <w:rsid w:val="0094595C"/>
    <w:rsid w:val="00945A69"/>
    <w:rsid w:val="00945B15"/>
    <w:rsid w:val="00945C4F"/>
    <w:rsid w:val="00945C63"/>
    <w:rsid w:val="00945D4A"/>
    <w:rsid w:val="00945DF0"/>
    <w:rsid w:val="00945E47"/>
    <w:rsid w:val="00945E4B"/>
    <w:rsid w:val="00945F0E"/>
    <w:rsid w:val="00945F66"/>
    <w:rsid w:val="00945F6C"/>
    <w:rsid w:val="009460C8"/>
    <w:rsid w:val="009460D8"/>
    <w:rsid w:val="00946289"/>
    <w:rsid w:val="009462B3"/>
    <w:rsid w:val="009465EC"/>
    <w:rsid w:val="00946674"/>
    <w:rsid w:val="00946681"/>
    <w:rsid w:val="009467BF"/>
    <w:rsid w:val="0094698E"/>
    <w:rsid w:val="00946D28"/>
    <w:rsid w:val="00947056"/>
    <w:rsid w:val="00947282"/>
    <w:rsid w:val="00947288"/>
    <w:rsid w:val="0094739B"/>
    <w:rsid w:val="0094747C"/>
    <w:rsid w:val="00947689"/>
    <w:rsid w:val="00947763"/>
    <w:rsid w:val="00947836"/>
    <w:rsid w:val="009479F7"/>
    <w:rsid w:val="00947A11"/>
    <w:rsid w:val="00947AF8"/>
    <w:rsid w:val="00947B96"/>
    <w:rsid w:val="00947C07"/>
    <w:rsid w:val="00947CBF"/>
    <w:rsid w:val="00947D4C"/>
    <w:rsid w:val="00947E46"/>
    <w:rsid w:val="00947F21"/>
    <w:rsid w:val="00947F94"/>
    <w:rsid w:val="009501D7"/>
    <w:rsid w:val="00950585"/>
    <w:rsid w:val="009505D5"/>
    <w:rsid w:val="00950679"/>
    <w:rsid w:val="00950A6A"/>
    <w:rsid w:val="00950C29"/>
    <w:rsid w:val="00951075"/>
    <w:rsid w:val="009510BF"/>
    <w:rsid w:val="009512D3"/>
    <w:rsid w:val="00951333"/>
    <w:rsid w:val="00951357"/>
    <w:rsid w:val="009515BA"/>
    <w:rsid w:val="009515E7"/>
    <w:rsid w:val="00951673"/>
    <w:rsid w:val="00951889"/>
    <w:rsid w:val="00951BA6"/>
    <w:rsid w:val="00951F47"/>
    <w:rsid w:val="0095204F"/>
    <w:rsid w:val="00952631"/>
    <w:rsid w:val="009526E1"/>
    <w:rsid w:val="009528B3"/>
    <w:rsid w:val="00952905"/>
    <w:rsid w:val="00952944"/>
    <w:rsid w:val="009529AD"/>
    <w:rsid w:val="00952AEE"/>
    <w:rsid w:val="00952BA2"/>
    <w:rsid w:val="00952F3A"/>
    <w:rsid w:val="0095337D"/>
    <w:rsid w:val="009535D7"/>
    <w:rsid w:val="009536A3"/>
    <w:rsid w:val="009537BD"/>
    <w:rsid w:val="009537C5"/>
    <w:rsid w:val="00953A1C"/>
    <w:rsid w:val="00953B0B"/>
    <w:rsid w:val="00953C34"/>
    <w:rsid w:val="00953ED3"/>
    <w:rsid w:val="00954144"/>
    <w:rsid w:val="009541CD"/>
    <w:rsid w:val="00954279"/>
    <w:rsid w:val="00954313"/>
    <w:rsid w:val="00954547"/>
    <w:rsid w:val="00954A95"/>
    <w:rsid w:val="00954BB9"/>
    <w:rsid w:val="00954D03"/>
    <w:rsid w:val="00954D68"/>
    <w:rsid w:val="009551C3"/>
    <w:rsid w:val="0095522F"/>
    <w:rsid w:val="0095525A"/>
    <w:rsid w:val="00955297"/>
    <w:rsid w:val="00955356"/>
    <w:rsid w:val="00955373"/>
    <w:rsid w:val="00955549"/>
    <w:rsid w:val="009556B2"/>
    <w:rsid w:val="009556F1"/>
    <w:rsid w:val="0095573A"/>
    <w:rsid w:val="009559DB"/>
    <w:rsid w:val="00955C57"/>
    <w:rsid w:val="00955E68"/>
    <w:rsid w:val="00955E9F"/>
    <w:rsid w:val="009563D4"/>
    <w:rsid w:val="0095644B"/>
    <w:rsid w:val="00956547"/>
    <w:rsid w:val="00956658"/>
    <w:rsid w:val="0095679F"/>
    <w:rsid w:val="00956804"/>
    <w:rsid w:val="00956CA4"/>
    <w:rsid w:val="00956DF9"/>
    <w:rsid w:val="00956FB3"/>
    <w:rsid w:val="00957169"/>
    <w:rsid w:val="009573B4"/>
    <w:rsid w:val="00957571"/>
    <w:rsid w:val="00957627"/>
    <w:rsid w:val="00957747"/>
    <w:rsid w:val="009577E7"/>
    <w:rsid w:val="009578EA"/>
    <w:rsid w:val="00957A7F"/>
    <w:rsid w:val="00957B14"/>
    <w:rsid w:val="00957BAF"/>
    <w:rsid w:val="00957E16"/>
    <w:rsid w:val="00957E39"/>
    <w:rsid w:val="0096008D"/>
    <w:rsid w:val="00960143"/>
    <w:rsid w:val="009601A1"/>
    <w:rsid w:val="009601DB"/>
    <w:rsid w:val="0096027E"/>
    <w:rsid w:val="0096047C"/>
    <w:rsid w:val="00960954"/>
    <w:rsid w:val="00960F8C"/>
    <w:rsid w:val="009610A1"/>
    <w:rsid w:val="009611EA"/>
    <w:rsid w:val="00961215"/>
    <w:rsid w:val="00961394"/>
    <w:rsid w:val="009613B8"/>
    <w:rsid w:val="009614CC"/>
    <w:rsid w:val="00961626"/>
    <w:rsid w:val="00961733"/>
    <w:rsid w:val="0096189C"/>
    <w:rsid w:val="0096191F"/>
    <w:rsid w:val="00961A91"/>
    <w:rsid w:val="00961B55"/>
    <w:rsid w:val="00961D98"/>
    <w:rsid w:val="00961EF9"/>
    <w:rsid w:val="00962481"/>
    <w:rsid w:val="00962596"/>
    <w:rsid w:val="009625EA"/>
    <w:rsid w:val="00962760"/>
    <w:rsid w:val="00962817"/>
    <w:rsid w:val="009628BF"/>
    <w:rsid w:val="00962999"/>
    <w:rsid w:val="00962BA7"/>
    <w:rsid w:val="00962E4C"/>
    <w:rsid w:val="00963126"/>
    <w:rsid w:val="009632C0"/>
    <w:rsid w:val="00963498"/>
    <w:rsid w:val="009634D3"/>
    <w:rsid w:val="00963549"/>
    <w:rsid w:val="009635D8"/>
    <w:rsid w:val="00963B08"/>
    <w:rsid w:val="00963B1D"/>
    <w:rsid w:val="009640D3"/>
    <w:rsid w:val="0096426D"/>
    <w:rsid w:val="0096456D"/>
    <w:rsid w:val="0096486B"/>
    <w:rsid w:val="009648A8"/>
    <w:rsid w:val="00964B0D"/>
    <w:rsid w:val="00964CE2"/>
    <w:rsid w:val="009650C7"/>
    <w:rsid w:val="0096520A"/>
    <w:rsid w:val="0096584A"/>
    <w:rsid w:val="009659A4"/>
    <w:rsid w:val="009659CE"/>
    <w:rsid w:val="00965A36"/>
    <w:rsid w:val="00965AB3"/>
    <w:rsid w:val="00965D02"/>
    <w:rsid w:val="00965D2D"/>
    <w:rsid w:val="00965DF4"/>
    <w:rsid w:val="00965F36"/>
    <w:rsid w:val="00966140"/>
    <w:rsid w:val="009661ED"/>
    <w:rsid w:val="009669E7"/>
    <w:rsid w:val="00966B5D"/>
    <w:rsid w:val="00966BEE"/>
    <w:rsid w:val="00966BFD"/>
    <w:rsid w:val="00966D4D"/>
    <w:rsid w:val="0096756B"/>
    <w:rsid w:val="0096764F"/>
    <w:rsid w:val="00967750"/>
    <w:rsid w:val="00967848"/>
    <w:rsid w:val="0097014E"/>
    <w:rsid w:val="009704DC"/>
    <w:rsid w:val="009704FD"/>
    <w:rsid w:val="00970503"/>
    <w:rsid w:val="00970506"/>
    <w:rsid w:val="009705AC"/>
    <w:rsid w:val="009707F6"/>
    <w:rsid w:val="00970AEB"/>
    <w:rsid w:val="00970BC4"/>
    <w:rsid w:val="00970CEE"/>
    <w:rsid w:val="00970FBB"/>
    <w:rsid w:val="0097100F"/>
    <w:rsid w:val="00971241"/>
    <w:rsid w:val="009718BC"/>
    <w:rsid w:val="00971A22"/>
    <w:rsid w:val="00971C98"/>
    <w:rsid w:val="00971CB6"/>
    <w:rsid w:val="00971DE3"/>
    <w:rsid w:val="00971E91"/>
    <w:rsid w:val="009721C0"/>
    <w:rsid w:val="0097229C"/>
    <w:rsid w:val="009722DD"/>
    <w:rsid w:val="0097236D"/>
    <w:rsid w:val="0097248C"/>
    <w:rsid w:val="0097263C"/>
    <w:rsid w:val="00972712"/>
    <w:rsid w:val="00972768"/>
    <w:rsid w:val="0097279E"/>
    <w:rsid w:val="00972A14"/>
    <w:rsid w:val="00972D40"/>
    <w:rsid w:val="009731AF"/>
    <w:rsid w:val="009732A9"/>
    <w:rsid w:val="009732BA"/>
    <w:rsid w:val="0097344F"/>
    <w:rsid w:val="009735F5"/>
    <w:rsid w:val="009738B2"/>
    <w:rsid w:val="00973A73"/>
    <w:rsid w:val="00973D51"/>
    <w:rsid w:val="00973E60"/>
    <w:rsid w:val="00974325"/>
    <w:rsid w:val="00974378"/>
    <w:rsid w:val="00974550"/>
    <w:rsid w:val="009745E5"/>
    <w:rsid w:val="00974625"/>
    <w:rsid w:val="00974689"/>
    <w:rsid w:val="00974788"/>
    <w:rsid w:val="00974AF8"/>
    <w:rsid w:val="00974BFF"/>
    <w:rsid w:val="00974D43"/>
    <w:rsid w:val="00975351"/>
    <w:rsid w:val="00975541"/>
    <w:rsid w:val="009755A5"/>
    <w:rsid w:val="0097585E"/>
    <w:rsid w:val="0097596F"/>
    <w:rsid w:val="009759F8"/>
    <w:rsid w:val="00975AB5"/>
    <w:rsid w:val="00975D60"/>
    <w:rsid w:val="00975F14"/>
    <w:rsid w:val="00976191"/>
    <w:rsid w:val="0097620B"/>
    <w:rsid w:val="0097625B"/>
    <w:rsid w:val="009762BD"/>
    <w:rsid w:val="0097647E"/>
    <w:rsid w:val="009766E5"/>
    <w:rsid w:val="00976BA6"/>
    <w:rsid w:val="009770CF"/>
    <w:rsid w:val="009772E9"/>
    <w:rsid w:val="0097732C"/>
    <w:rsid w:val="0097747C"/>
    <w:rsid w:val="00977640"/>
    <w:rsid w:val="009776D1"/>
    <w:rsid w:val="00977778"/>
    <w:rsid w:val="0097783C"/>
    <w:rsid w:val="00977B61"/>
    <w:rsid w:val="00977BE5"/>
    <w:rsid w:val="00977BFE"/>
    <w:rsid w:val="00977D92"/>
    <w:rsid w:val="0098030F"/>
    <w:rsid w:val="00980342"/>
    <w:rsid w:val="009805E7"/>
    <w:rsid w:val="00980892"/>
    <w:rsid w:val="00980908"/>
    <w:rsid w:val="00980AB6"/>
    <w:rsid w:val="00980B50"/>
    <w:rsid w:val="00980C0B"/>
    <w:rsid w:val="00980C1F"/>
    <w:rsid w:val="00980C36"/>
    <w:rsid w:val="00980DE9"/>
    <w:rsid w:val="00980DF9"/>
    <w:rsid w:val="00980E01"/>
    <w:rsid w:val="009810A6"/>
    <w:rsid w:val="009811C6"/>
    <w:rsid w:val="00981687"/>
    <w:rsid w:val="00981ACB"/>
    <w:rsid w:val="00981F28"/>
    <w:rsid w:val="009821AB"/>
    <w:rsid w:val="009823AC"/>
    <w:rsid w:val="009823DA"/>
    <w:rsid w:val="00982740"/>
    <w:rsid w:val="0098274D"/>
    <w:rsid w:val="00982803"/>
    <w:rsid w:val="00982D6D"/>
    <w:rsid w:val="00982E1E"/>
    <w:rsid w:val="0098314D"/>
    <w:rsid w:val="009832A9"/>
    <w:rsid w:val="009838A3"/>
    <w:rsid w:val="00983931"/>
    <w:rsid w:val="0098394C"/>
    <w:rsid w:val="00983963"/>
    <w:rsid w:val="00983BB9"/>
    <w:rsid w:val="00983BF7"/>
    <w:rsid w:val="00983CD8"/>
    <w:rsid w:val="00983D41"/>
    <w:rsid w:val="00983F07"/>
    <w:rsid w:val="00983F21"/>
    <w:rsid w:val="0098419E"/>
    <w:rsid w:val="0098432C"/>
    <w:rsid w:val="009843E0"/>
    <w:rsid w:val="009843F1"/>
    <w:rsid w:val="009844D7"/>
    <w:rsid w:val="0098458D"/>
    <w:rsid w:val="00984615"/>
    <w:rsid w:val="00984690"/>
    <w:rsid w:val="00984721"/>
    <w:rsid w:val="0098483B"/>
    <w:rsid w:val="0098496B"/>
    <w:rsid w:val="009849E8"/>
    <w:rsid w:val="00984A44"/>
    <w:rsid w:val="00984AAF"/>
    <w:rsid w:val="00984AEB"/>
    <w:rsid w:val="00984AF7"/>
    <w:rsid w:val="00984BDE"/>
    <w:rsid w:val="00984E51"/>
    <w:rsid w:val="00984E67"/>
    <w:rsid w:val="0098518B"/>
    <w:rsid w:val="009853AB"/>
    <w:rsid w:val="00985729"/>
    <w:rsid w:val="009858B7"/>
    <w:rsid w:val="009859BD"/>
    <w:rsid w:val="00985AC3"/>
    <w:rsid w:val="00985CB8"/>
    <w:rsid w:val="009861B4"/>
    <w:rsid w:val="00986296"/>
    <w:rsid w:val="009862CB"/>
    <w:rsid w:val="0098644D"/>
    <w:rsid w:val="009864BF"/>
    <w:rsid w:val="009864E2"/>
    <w:rsid w:val="0098660C"/>
    <w:rsid w:val="00986714"/>
    <w:rsid w:val="0098677E"/>
    <w:rsid w:val="009867F7"/>
    <w:rsid w:val="00986805"/>
    <w:rsid w:val="00986883"/>
    <w:rsid w:val="00986946"/>
    <w:rsid w:val="009869C2"/>
    <w:rsid w:val="00986C2B"/>
    <w:rsid w:val="00987005"/>
    <w:rsid w:val="00987241"/>
    <w:rsid w:val="009873FE"/>
    <w:rsid w:val="00987511"/>
    <w:rsid w:val="0098759A"/>
    <w:rsid w:val="00987621"/>
    <w:rsid w:val="009876A4"/>
    <w:rsid w:val="00987794"/>
    <w:rsid w:val="009877B2"/>
    <w:rsid w:val="00987984"/>
    <w:rsid w:val="00987B7C"/>
    <w:rsid w:val="00987BE6"/>
    <w:rsid w:val="00987D09"/>
    <w:rsid w:val="0099005C"/>
    <w:rsid w:val="00990237"/>
    <w:rsid w:val="00990641"/>
    <w:rsid w:val="00990775"/>
    <w:rsid w:val="00990C40"/>
    <w:rsid w:val="00990DFD"/>
    <w:rsid w:val="00990EC3"/>
    <w:rsid w:val="00990EE4"/>
    <w:rsid w:val="0099109D"/>
    <w:rsid w:val="009911DF"/>
    <w:rsid w:val="009913E9"/>
    <w:rsid w:val="00991490"/>
    <w:rsid w:val="009915C9"/>
    <w:rsid w:val="009916C0"/>
    <w:rsid w:val="00991AE5"/>
    <w:rsid w:val="00991B9F"/>
    <w:rsid w:val="00991EC3"/>
    <w:rsid w:val="00991FB2"/>
    <w:rsid w:val="009922C0"/>
    <w:rsid w:val="009923CF"/>
    <w:rsid w:val="0099278A"/>
    <w:rsid w:val="009927C0"/>
    <w:rsid w:val="009928B5"/>
    <w:rsid w:val="00992C88"/>
    <w:rsid w:val="00992D04"/>
    <w:rsid w:val="00993131"/>
    <w:rsid w:val="00993195"/>
    <w:rsid w:val="009932A3"/>
    <w:rsid w:val="009932EA"/>
    <w:rsid w:val="00993669"/>
    <w:rsid w:val="00993881"/>
    <w:rsid w:val="009938B9"/>
    <w:rsid w:val="00993A62"/>
    <w:rsid w:val="00993CB2"/>
    <w:rsid w:val="00993E89"/>
    <w:rsid w:val="0099439B"/>
    <w:rsid w:val="009943BE"/>
    <w:rsid w:val="00994599"/>
    <w:rsid w:val="00994623"/>
    <w:rsid w:val="0099467A"/>
    <w:rsid w:val="00994742"/>
    <w:rsid w:val="0099488F"/>
    <w:rsid w:val="00994A1D"/>
    <w:rsid w:val="00994BEE"/>
    <w:rsid w:val="00994C37"/>
    <w:rsid w:val="00994D03"/>
    <w:rsid w:val="00994D3D"/>
    <w:rsid w:val="00994D7B"/>
    <w:rsid w:val="00994D91"/>
    <w:rsid w:val="00994DB8"/>
    <w:rsid w:val="0099514F"/>
    <w:rsid w:val="0099531D"/>
    <w:rsid w:val="0099586E"/>
    <w:rsid w:val="00995A93"/>
    <w:rsid w:val="00995C13"/>
    <w:rsid w:val="00995E9A"/>
    <w:rsid w:val="00996072"/>
    <w:rsid w:val="00996551"/>
    <w:rsid w:val="009968C5"/>
    <w:rsid w:val="009968EA"/>
    <w:rsid w:val="00996921"/>
    <w:rsid w:val="009969B8"/>
    <w:rsid w:val="00996AC0"/>
    <w:rsid w:val="00996C0F"/>
    <w:rsid w:val="00996C37"/>
    <w:rsid w:val="00996C9B"/>
    <w:rsid w:val="00996D31"/>
    <w:rsid w:val="00996E5D"/>
    <w:rsid w:val="00996FC6"/>
    <w:rsid w:val="00997150"/>
    <w:rsid w:val="0099724B"/>
    <w:rsid w:val="0099757F"/>
    <w:rsid w:val="00997609"/>
    <w:rsid w:val="00997AFA"/>
    <w:rsid w:val="00997D84"/>
    <w:rsid w:val="009A00AF"/>
    <w:rsid w:val="009A0161"/>
    <w:rsid w:val="009A0348"/>
    <w:rsid w:val="009A041A"/>
    <w:rsid w:val="009A07D2"/>
    <w:rsid w:val="009A07DB"/>
    <w:rsid w:val="009A0A1E"/>
    <w:rsid w:val="009A0A98"/>
    <w:rsid w:val="009A0C94"/>
    <w:rsid w:val="009A0D98"/>
    <w:rsid w:val="009A0DFD"/>
    <w:rsid w:val="009A0E54"/>
    <w:rsid w:val="009A10E9"/>
    <w:rsid w:val="009A1153"/>
    <w:rsid w:val="009A1290"/>
    <w:rsid w:val="009A13F8"/>
    <w:rsid w:val="009A14EA"/>
    <w:rsid w:val="009A18F3"/>
    <w:rsid w:val="009A18FE"/>
    <w:rsid w:val="009A19B4"/>
    <w:rsid w:val="009A1A20"/>
    <w:rsid w:val="009A1B51"/>
    <w:rsid w:val="009A1CD5"/>
    <w:rsid w:val="009A1FEA"/>
    <w:rsid w:val="009A2234"/>
    <w:rsid w:val="009A22C8"/>
    <w:rsid w:val="009A24A1"/>
    <w:rsid w:val="009A25C5"/>
    <w:rsid w:val="009A27F2"/>
    <w:rsid w:val="009A2939"/>
    <w:rsid w:val="009A3303"/>
    <w:rsid w:val="009A338A"/>
    <w:rsid w:val="009A33B5"/>
    <w:rsid w:val="009A34C5"/>
    <w:rsid w:val="009A3837"/>
    <w:rsid w:val="009A394B"/>
    <w:rsid w:val="009A3A1F"/>
    <w:rsid w:val="009A3B6F"/>
    <w:rsid w:val="009A3D20"/>
    <w:rsid w:val="009A3DC3"/>
    <w:rsid w:val="009A3E92"/>
    <w:rsid w:val="009A4222"/>
    <w:rsid w:val="009A44DB"/>
    <w:rsid w:val="009A44F3"/>
    <w:rsid w:val="009A45D4"/>
    <w:rsid w:val="009A47C0"/>
    <w:rsid w:val="009A4A9D"/>
    <w:rsid w:val="009A4D34"/>
    <w:rsid w:val="009A4D7F"/>
    <w:rsid w:val="009A4FBD"/>
    <w:rsid w:val="009A520E"/>
    <w:rsid w:val="009A543A"/>
    <w:rsid w:val="009A5779"/>
    <w:rsid w:val="009A5AFD"/>
    <w:rsid w:val="009A5B31"/>
    <w:rsid w:val="009A5D77"/>
    <w:rsid w:val="009A5E56"/>
    <w:rsid w:val="009A6120"/>
    <w:rsid w:val="009A6160"/>
    <w:rsid w:val="009A621D"/>
    <w:rsid w:val="009A6575"/>
    <w:rsid w:val="009A67A2"/>
    <w:rsid w:val="009A68C3"/>
    <w:rsid w:val="009A68E7"/>
    <w:rsid w:val="009A692E"/>
    <w:rsid w:val="009A69E7"/>
    <w:rsid w:val="009A6A88"/>
    <w:rsid w:val="009A6F1C"/>
    <w:rsid w:val="009A7255"/>
    <w:rsid w:val="009A7493"/>
    <w:rsid w:val="009A74C8"/>
    <w:rsid w:val="009A7736"/>
    <w:rsid w:val="009A783F"/>
    <w:rsid w:val="009A78D9"/>
    <w:rsid w:val="009A78E3"/>
    <w:rsid w:val="009A79B9"/>
    <w:rsid w:val="009A79C2"/>
    <w:rsid w:val="009A7AD8"/>
    <w:rsid w:val="009A7CBC"/>
    <w:rsid w:val="009A7D18"/>
    <w:rsid w:val="009A7FCC"/>
    <w:rsid w:val="009B012F"/>
    <w:rsid w:val="009B0309"/>
    <w:rsid w:val="009B06CC"/>
    <w:rsid w:val="009B0791"/>
    <w:rsid w:val="009B0CF8"/>
    <w:rsid w:val="009B0D4E"/>
    <w:rsid w:val="009B0F85"/>
    <w:rsid w:val="009B1178"/>
    <w:rsid w:val="009B11AB"/>
    <w:rsid w:val="009B15B6"/>
    <w:rsid w:val="009B18EB"/>
    <w:rsid w:val="009B1A09"/>
    <w:rsid w:val="009B1A25"/>
    <w:rsid w:val="009B1AD6"/>
    <w:rsid w:val="009B1BAB"/>
    <w:rsid w:val="009B20A1"/>
    <w:rsid w:val="009B21BB"/>
    <w:rsid w:val="009B22BB"/>
    <w:rsid w:val="009B2305"/>
    <w:rsid w:val="009B24B6"/>
    <w:rsid w:val="009B274F"/>
    <w:rsid w:val="009B279D"/>
    <w:rsid w:val="009B2978"/>
    <w:rsid w:val="009B2AA5"/>
    <w:rsid w:val="009B2DD2"/>
    <w:rsid w:val="009B31E0"/>
    <w:rsid w:val="009B325E"/>
    <w:rsid w:val="009B38D7"/>
    <w:rsid w:val="009B3DD4"/>
    <w:rsid w:val="009B4075"/>
    <w:rsid w:val="009B430B"/>
    <w:rsid w:val="009B4401"/>
    <w:rsid w:val="009B44FF"/>
    <w:rsid w:val="009B4774"/>
    <w:rsid w:val="009B477F"/>
    <w:rsid w:val="009B4971"/>
    <w:rsid w:val="009B4A7D"/>
    <w:rsid w:val="009B4AEF"/>
    <w:rsid w:val="009B4BBE"/>
    <w:rsid w:val="009B4C78"/>
    <w:rsid w:val="009B4E2E"/>
    <w:rsid w:val="009B5646"/>
    <w:rsid w:val="009B5A2B"/>
    <w:rsid w:val="009B5B05"/>
    <w:rsid w:val="009B5B1D"/>
    <w:rsid w:val="009B5B56"/>
    <w:rsid w:val="009B5D62"/>
    <w:rsid w:val="009B5D81"/>
    <w:rsid w:val="009B5EA3"/>
    <w:rsid w:val="009B611B"/>
    <w:rsid w:val="009B61B1"/>
    <w:rsid w:val="009B632D"/>
    <w:rsid w:val="009B6395"/>
    <w:rsid w:val="009B6564"/>
    <w:rsid w:val="009B665C"/>
    <w:rsid w:val="009B66C1"/>
    <w:rsid w:val="009B6726"/>
    <w:rsid w:val="009B68C2"/>
    <w:rsid w:val="009B6A1F"/>
    <w:rsid w:val="009B6C10"/>
    <w:rsid w:val="009B6E17"/>
    <w:rsid w:val="009B6ED2"/>
    <w:rsid w:val="009B73B8"/>
    <w:rsid w:val="009B7484"/>
    <w:rsid w:val="009B74A5"/>
    <w:rsid w:val="009B790E"/>
    <w:rsid w:val="009B796C"/>
    <w:rsid w:val="009C019A"/>
    <w:rsid w:val="009C01E1"/>
    <w:rsid w:val="009C025A"/>
    <w:rsid w:val="009C05B9"/>
    <w:rsid w:val="009C065A"/>
    <w:rsid w:val="009C071A"/>
    <w:rsid w:val="009C07E4"/>
    <w:rsid w:val="009C094C"/>
    <w:rsid w:val="009C0A46"/>
    <w:rsid w:val="009C0AAD"/>
    <w:rsid w:val="009C0CBA"/>
    <w:rsid w:val="009C0DED"/>
    <w:rsid w:val="009C0E8A"/>
    <w:rsid w:val="009C0E9B"/>
    <w:rsid w:val="009C1C88"/>
    <w:rsid w:val="009C1EF3"/>
    <w:rsid w:val="009C2334"/>
    <w:rsid w:val="009C24BE"/>
    <w:rsid w:val="009C2674"/>
    <w:rsid w:val="009C286B"/>
    <w:rsid w:val="009C2B8B"/>
    <w:rsid w:val="009C2DDA"/>
    <w:rsid w:val="009C2E04"/>
    <w:rsid w:val="009C302B"/>
    <w:rsid w:val="009C30E2"/>
    <w:rsid w:val="009C35AC"/>
    <w:rsid w:val="009C3767"/>
    <w:rsid w:val="009C3B37"/>
    <w:rsid w:val="009C3B66"/>
    <w:rsid w:val="009C3BDA"/>
    <w:rsid w:val="009C3CAF"/>
    <w:rsid w:val="009C3E74"/>
    <w:rsid w:val="009C413D"/>
    <w:rsid w:val="009C419F"/>
    <w:rsid w:val="009C42B9"/>
    <w:rsid w:val="009C43FA"/>
    <w:rsid w:val="009C4431"/>
    <w:rsid w:val="009C447C"/>
    <w:rsid w:val="009C45FA"/>
    <w:rsid w:val="009C48D6"/>
    <w:rsid w:val="009C48E1"/>
    <w:rsid w:val="009C497D"/>
    <w:rsid w:val="009C499F"/>
    <w:rsid w:val="009C4A03"/>
    <w:rsid w:val="009C4BEE"/>
    <w:rsid w:val="009C4C20"/>
    <w:rsid w:val="009C4DED"/>
    <w:rsid w:val="009C4FB1"/>
    <w:rsid w:val="009C50E1"/>
    <w:rsid w:val="009C516C"/>
    <w:rsid w:val="009C51BD"/>
    <w:rsid w:val="009C5246"/>
    <w:rsid w:val="009C53C5"/>
    <w:rsid w:val="009C5433"/>
    <w:rsid w:val="009C5434"/>
    <w:rsid w:val="009C5761"/>
    <w:rsid w:val="009C57AA"/>
    <w:rsid w:val="009C58FC"/>
    <w:rsid w:val="009C5DB7"/>
    <w:rsid w:val="009C6160"/>
    <w:rsid w:val="009C63B8"/>
    <w:rsid w:val="009C645A"/>
    <w:rsid w:val="009C64BE"/>
    <w:rsid w:val="009C6518"/>
    <w:rsid w:val="009C66AC"/>
    <w:rsid w:val="009C678F"/>
    <w:rsid w:val="009C6C70"/>
    <w:rsid w:val="009C6DC8"/>
    <w:rsid w:val="009C6ED0"/>
    <w:rsid w:val="009C6FD8"/>
    <w:rsid w:val="009C728F"/>
    <w:rsid w:val="009C72EE"/>
    <w:rsid w:val="009C768A"/>
    <w:rsid w:val="009C78E1"/>
    <w:rsid w:val="009C7BBD"/>
    <w:rsid w:val="009C7DAE"/>
    <w:rsid w:val="009C7EA2"/>
    <w:rsid w:val="009C7ECD"/>
    <w:rsid w:val="009C7EEB"/>
    <w:rsid w:val="009C7EF9"/>
    <w:rsid w:val="009D00BF"/>
    <w:rsid w:val="009D0262"/>
    <w:rsid w:val="009D0280"/>
    <w:rsid w:val="009D0455"/>
    <w:rsid w:val="009D07CA"/>
    <w:rsid w:val="009D0D73"/>
    <w:rsid w:val="009D135F"/>
    <w:rsid w:val="009D137E"/>
    <w:rsid w:val="009D139E"/>
    <w:rsid w:val="009D151D"/>
    <w:rsid w:val="009D1660"/>
    <w:rsid w:val="009D1C15"/>
    <w:rsid w:val="009D1DF5"/>
    <w:rsid w:val="009D1F0C"/>
    <w:rsid w:val="009D2044"/>
    <w:rsid w:val="009D213A"/>
    <w:rsid w:val="009D2147"/>
    <w:rsid w:val="009D21DF"/>
    <w:rsid w:val="009D2501"/>
    <w:rsid w:val="009D2525"/>
    <w:rsid w:val="009D25B6"/>
    <w:rsid w:val="009D26E8"/>
    <w:rsid w:val="009D2937"/>
    <w:rsid w:val="009D2A02"/>
    <w:rsid w:val="009D2BC4"/>
    <w:rsid w:val="009D2EA8"/>
    <w:rsid w:val="009D33C5"/>
    <w:rsid w:val="009D3409"/>
    <w:rsid w:val="009D34C0"/>
    <w:rsid w:val="009D35F3"/>
    <w:rsid w:val="009D360A"/>
    <w:rsid w:val="009D3FCC"/>
    <w:rsid w:val="009D4133"/>
    <w:rsid w:val="009D4363"/>
    <w:rsid w:val="009D445E"/>
    <w:rsid w:val="009D4631"/>
    <w:rsid w:val="009D4754"/>
    <w:rsid w:val="009D483A"/>
    <w:rsid w:val="009D49F8"/>
    <w:rsid w:val="009D4A19"/>
    <w:rsid w:val="009D4C5C"/>
    <w:rsid w:val="009D4CF1"/>
    <w:rsid w:val="009D4FFF"/>
    <w:rsid w:val="009D510F"/>
    <w:rsid w:val="009D5232"/>
    <w:rsid w:val="009D57E1"/>
    <w:rsid w:val="009D581D"/>
    <w:rsid w:val="009D5877"/>
    <w:rsid w:val="009D58DF"/>
    <w:rsid w:val="009D591D"/>
    <w:rsid w:val="009D5964"/>
    <w:rsid w:val="009D59DF"/>
    <w:rsid w:val="009D5EEA"/>
    <w:rsid w:val="009D6208"/>
    <w:rsid w:val="009D6AA9"/>
    <w:rsid w:val="009D6B55"/>
    <w:rsid w:val="009D6B96"/>
    <w:rsid w:val="009D6C4D"/>
    <w:rsid w:val="009D6E39"/>
    <w:rsid w:val="009D6E79"/>
    <w:rsid w:val="009D6E82"/>
    <w:rsid w:val="009D701E"/>
    <w:rsid w:val="009D7158"/>
    <w:rsid w:val="009D71E5"/>
    <w:rsid w:val="009D723D"/>
    <w:rsid w:val="009D7441"/>
    <w:rsid w:val="009D7651"/>
    <w:rsid w:val="009D76F3"/>
    <w:rsid w:val="009D794D"/>
    <w:rsid w:val="009D7FBB"/>
    <w:rsid w:val="009E03B6"/>
    <w:rsid w:val="009E04CD"/>
    <w:rsid w:val="009E0649"/>
    <w:rsid w:val="009E064C"/>
    <w:rsid w:val="009E072D"/>
    <w:rsid w:val="009E08B8"/>
    <w:rsid w:val="009E095C"/>
    <w:rsid w:val="009E096B"/>
    <w:rsid w:val="009E0B53"/>
    <w:rsid w:val="009E0D34"/>
    <w:rsid w:val="009E0DCB"/>
    <w:rsid w:val="009E100B"/>
    <w:rsid w:val="009E1168"/>
    <w:rsid w:val="009E1578"/>
    <w:rsid w:val="009E165C"/>
    <w:rsid w:val="009E1B33"/>
    <w:rsid w:val="009E1BAF"/>
    <w:rsid w:val="009E1C1D"/>
    <w:rsid w:val="009E1CCC"/>
    <w:rsid w:val="009E226C"/>
    <w:rsid w:val="009E22E8"/>
    <w:rsid w:val="009E24FC"/>
    <w:rsid w:val="009E2642"/>
    <w:rsid w:val="009E26A1"/>
    <w:rsid w:val="009E2A58"/>
    <w:rsid w:val="009E2AD1"/>
    <w:rsid w:val="009E2CA8"/>
    <w:rsid w:val="009E2CDD"/>
    <w:rsid w:val="009E2D2D"/>
    <w:rsid w:val="009E2F01"/>
    <w:rsid w:val="009E3033"/>
    <w:rsid w:val="009E337C"/>
    <w:rsid w:val="009E3CFF"/>
    <w:rsid w:val="009E3F93"/>
    <w:rsid w:val="009E4129"/>
    <w:rsid w:val="009E41D2"/>
    <w:rsid w:val="009E4564"/>
    <w:rsid w:val="009E46A1"/>
    <w:rsid w:val="009E470F"/>
    <w:rsid w:val="009E4710"/>
    <w:rsid w:val="009E4A1C"/>
    <w:rsid w:val="009E4ADB"/>
    <w:rsid w:val="009E4AE2"/>
    <w:rsid w:val="009E4CA0"/>
    <w:rsid w:val="009E4E21"/>
    <w:rsid w:val="009E4E29"/>
    <w:rsid w:val="009E4F28"/>
    <w:rsid w:val="009E51DD"/>
    <w:rsid w:val="009E51EC"/>
    <w:rsid w:val="009E52F6"/>
    <w:rsid w:val="009E5368"/>
    <w:rsid w:val="009E5421"/>
    <w:rsid w:val="009E5434"/>
    <w:rsid w:val="009E559B"/>
    <w:rsid w:val="009E55CA"/>
    <w:rsid w:val="009E591B"/>
    <w:rsid w:val="009E5E30"/>
    <w:rsid w:val="009E5F81"/>
    <w:rsid w:val="009E6029"/>
    <w:rsid w:val="009E62C6"/>
    <w:rsid w:val="009E6367"/>
    <w:rsid w:val="009E6592"/>
    <w:rsid w:val="009E65C3"/>
    <w:rsid w:val="009E65C8"/>
    <w:rsid w:val="009E66CB"/>
    <w:rsid w:val="009E6758"/>
    <w:rsid w:val="009E6799"/>
    <w:rsid w:val="009E6B3D"/>
    <w:rsid w:val="009E6FA1"/>
    <w:rsid w:val="009E7121"/>
    <w:rsid w:val="009E725F"/>
    <w:rsid w:val="009E734C"/>
    <w:rsid w:val="009E779D"/>
    <w:rsid w:val="009E78A2"/>
    <w:rsid w:val="009E7AEB"/>
    <w:rsid w:val="009E7B43"/>
    <w:rsid w:val="009E7FEA"/>
    <w:rsid w:val="009F03A3"/>
    <w:rsid w:val="009F03BE"/>
    <w:rsid w:val="009F04FA"/>
    <w:rsid w:val="009F072A"/>
    <w:rsid w:val="009F0B52"/>
    <w:rsid w:val="009F0D0C"/>
    <w:rsid w:val="009F0D66"/>
    <w:rsid w:val="009F123D"/>
    <w:rsid w:val="009F1384"/>
    <w:rsid w:val="009F144B"/>
    <w:rsid w:val="009F16F8"/>
    <w:rsid w:val="009F1708"/>
    <w:rsid w:val="009F19E0"/>
    <w:rsid w:val="009F1C1E"/>
    <w:rsid w:val="009F1C7F"/>
    <w:rsid w:val="009F1CA2"/>
    <w:rsid w:val="009F1D16"/>
    <w:rsid w:val="009F1E20"/>
    <w:rsid w:val="009F1FFA"/>
    <w:rsid w:val="009F235E"/>
    <w:rsid w:val="009F237B"/>
    <w:rsid w:val="009F2760"/>
    <w:rsid w:val="009F2904"/>
    <w:rsid w:val="009F2906"/>
    <w:rsid w:val="009F2A8B"/>
    <w:rsid w:val="009F315C"/>
    <w:rsid w:val="009F3367"/>
    <w:rsid w:val="009F351F"/>
    <w:rsid w:val="009F3682"/>
    <w:rsid w:val="009F396D"/>
    <w:rsid w:val="009F3ACF"/>
    <w:rsid w:val="009F3B07"/>
    <w:rsid w:val="009F3C8F"/>
    <w:rsid w:val="009F41EA"/>
    <w:rsid w:val="009F41F9"/>
    <w:rsid w:val="009F429C"/>
    <w:rsid w:val="009F43A5"/>
    <w:rsid w:val="009F43F5"/>
    <w:rsid w:val="009F480F"/>
    <w:rsid w:val="009F4AC0"/>
    <w:rsid w:val="009F4BD4"/>
    <w:rsid w:val="009F4CA2"/>
    <w:rsid w:val="009F4CBA"/>
    <w:rsid w:val="009F507A"/>
    <w:rsid w:val="009F50C0"/>
    <w:rsid w:val="009F51A7"/>
    <w:rsid w:val="009F52AC"/>
    <w:rsid w:val="009F5518"/>
    <w:rsid w:val="009F564F"/>
    <w:rsid w:val="009F5653"/>
    <w:rsid w:val="009F5671"/>
    <w:rsid w:val="009F56B3"/>
    <w:rsid w:val="009F577F"/>
    <w:rsid w:val="009F5790"/>
    <w:rsid w:val="009F5AF0"/>
    <w:rsid w:val="009F5BB7"/>
    <w:rsid w:val="009F5D05"/>
    <w:rsid w:val="009F6026"/>
    <w:rsid w:val="009F6251"/>
    <w:rsid w:val="009F6354"/>
    <w:rsid w:val="009F6723"/>
    <w:rsid w:val="009F696C"/>
    <w:rsid w:val="009F6A75"/>
    <w:rsid w:val="009F6B31"/>
    <w:rsid w:val="009F6B56"/>
    <w:rsid w:val="009F6BEA"/>
    <w:rsid w:val="009F6CF5"/>
    <w:rsid w:val="009F6D63"/>
    <w:rsid w:val="009F6D93"/>
    <w:rsid w:val="009F6DC6"/>
    <w:rsid w:val="009F6E8B"/>
    <w:rsid w:val="009F6EC1"/>
    <w:rsid w:val="009F6F6B"/>
    <w:rsid w:val="009F6FAA"/>
    <w:rsid w:val="009F7012"/>
    <w:rsid w:val="009F72BE"/>
    <w:rsid w:val="009F755D"/>
    <w:rsid w:val="009F77CE"/>
    <w:rsid w:val="009F78B3"/>
    <w:rsid w:val="009F7B17"/>
    <w:rsid w:val="009F7F28"/>
    <w:rsid w:val="009F7F3B"/>
    <w:rsid w:val="009F7F82"/>
    <w:rsid w:val="00A0002A"/>
    <w:rsid w:val="00A000FB"/>
    <w:rsid w:val="00A0010F"/>
    <w:rsid w:val="00A00142"/>
    <w:rsid w:val="00A002D2"/>
    <w:rsid w:val="00A003CF"/>
    <w:rsid w:val="00A00484"/>
    <w:rsid w:val="00A00485"/>
    <w:rsid w:val="00A004B1"/>
    <w:rsid w:val="00A004FE"/>
    <w:rsid w:val="00A005FE"/>
    <w:rsid w:val="00A007F5"/>
    <w:rsid w:val="00A008DD"/>
    <w:rsid w:val="00A00AB0"/>
    <w:rsid w:val="00A00BA5"/>
    <w:rsid w:val="00A00C65"/>
    <w:rsid w:val="00A00D88"/>
    <w:rsid w:val="00A00EC2"/>
    <w:rsid w:val="00A00F3D"/>
    <w:rsid w:val="00A00F76"/>
    <w:rsid w:val="00A01114"/>
    <w:rsid w:val="00A01197"/>
    <w:rsid w:val="00A01372"/>
    <w:rsid w:val="00A0140D"/>
    <w:rsid w:val="00A015C2"/>
    <w:rsid w:val="00A01681"/>
    <w:rsid w:val="00A0197D"/>
    <w:rsid w:val="00A01B91"/>
    <w:rsid w:val="00A01BC0"/>
    <w:rsid w:val="00A020E3"/>
    <w:rsid w:val="00A022E4"/>
    <w:rsid w:val="00A02453"/>
    <w:rsid w:val="00A02503"/>
    <w:rsid w:val="00A0265B"/>
    <w:rsid w:val="00A02BC7"/>
    <w:rsid w:val="00A02BF4"/>
    <w:rsid w:val="00A02D80"/>
    <w:rsid w:val="00A02ED6"/>
    <w:rsid w:val="00A03083"/>
    <w:rsid w:val="00A0332A"/>
    <w:rsid w:val="00A03587"/>
    <w:rsid w:val="00A03775"/>
    <w:rsid w:val="00A03791"/>
    <w:rsid w:val="00A0383D"/>
    <w:rsid w:val="00A0383F"/>
    <w:rsid w:val="00A03ACF"/>
    <w:rsid w:val="00A03CCA"/>
    <w:rsid w:val="00A03E0E"/>
    <w:rsid w:val="00A03F9A"/>
    <w:rsid w:val="00A043D3"/>
    <w:rsid w:val="00A04463"/>
    <w:rsid w:val="00A04476"/>
    <w:rsid w:val="00A04619"/>
    <w:rsid w:val="00A0493C"/>
    <w:rsid w:val="00A049D2"/>
    <w:rsid w:val="00A04AFA"/>
    <w:rsid w:val="00A053C3"/>
    <w:rsid w:val="00A05834"/>
    <w:rsid w:val="00A0583F"/>
    <w:rsid w:val="00A05ABB"/>
    <w:rsid w:val="00A05AC5"/>
    <w:rsid w:val="00A05D05"/>
    <w:rsid w:val="00A05D0B"/>
    <w:rsid w:val="00A05EF4"/>
    <w:rsid w:val="00A062E3"/>
    <w:rsid w:val="00A0673C"/>
    <w:rsid w:val="00A06917"/>
    <w:rsid w:val="00A06966"/>
    <w:rsid w:val="00A06FB5"/>
    <w:rsid w:val="00A07013"/>
    <w:rsid w:val="00A073B3"/>
    <w:rsid w:val="00A0752D"/>
    <w:rsid w:val="00A0792D"/>
    <w:rsid w:val="00A07A57"/>
    <w:rsid w:val="00A07A69"/>
    <w:rsid w:val="00A07AA3"/>
    <w:rsid w:val="00A10501"/>
    <w:rsid w:val="00A1063F"/>
    <w:rsid w:val="00A1066C"/>
    <w:rsid w:val="00A106B3"/>
    <w:rsid w:val="00A107B9"/>
    <w:rsid w:val="00A10846"/>
    <w:rsid w:val="00A1089C"/>
    <w:rsid w:val="00A10924"/>
    <w:rsid w:val="00A109AF"/>
    <w:rsid w:val="00A10F75"/>
    <w:rsid w:val="00A11051"/>
    <w:rsid w:val="00A1123B"/>
    <w:rsid w:val="00A112BE"/>
    <w:rsid w:val="00A1134C"/>
    <w:rsid w:val="00A113C4"/>
    <w:rsid w:val="00A11804"/>
    <w:rsid w:val="00A11882"/>
    <w:rsid w:val="00A119BB"/>
    <w:rsid w:val="00A11A34"/>
    <w:rsid w:val="00A11A6B"/>
    <w:rsid w:val="00A11B35"/>
    <w:rsid w:val="00A11BBB"/>
    <w:rsid w:val="00A11BDB"/>
    <w:rsid w:val="00A11C84"/>
    <w:rsid w:val="00A11CFB"/>
    <w:rsid w:val="00A11FB6"/>
    <w:rsid w:val="00A12082"/>
    <w:rsid w:val="00A1208E"/>
    <w:rsid w:val="00A120E7"/>
    <w:rsid w:val="00A129E8"/>
    <w:rsid w:val="00A12BC5"/>
    <w:rsid w:val="00A12C33"/>
    <w:rsid w:val="00A12E4D"/>
    <w:rsid w:val="00A12EA0"/>
    <w:rsid w:val="00A12EF1"/>
    <w:rsid w:val="00A1302C"/>
    <w:rsid w:val="00A13145"/>
    <w:rsid w:val="00A1317E"/>
    <w:rsid w:val="00A13368"/>
    <w:rsid w:val="00A13700"/>
    <w:rsid w:val="00A13980"/>
    <w:rsid w:val="00A13A07"/>
    <w:rsid w:val="00A13A6F"/>
    <w:rsid w:val="00A13C04"/>
    <w:rsid w:val="00A13D05"/>
    <w:rsid w:val="00A13D69"/>
    <w:rsid w:val="00A13E65"/>
    <w:rsid w:val="00A13FFC"/>
    <w:rsid w:val="00A14075"/>
    <w:rsid w:val="00A140FD"/>
    <w:rsid w:val="00A141E8"/>
    <w:rsid w:val="00A141FE"/>
    <w:rsid w:val="00A14473"/>
    <w:rsid w:val="00A1465F"/>
    <w:rsid w:val="00A146DB"/>
    <w:rsid w:val="00A14A29"/>
    <w:rsid w:val="00A14A9F"/>
    <w:rsid w:val="00A14B06"/>
    <w:rsid w:val="00A14B38"/>
    <w:rsid w:val="00A14E0F"/>
    <w:rsid w:val="00A14E15"/>
    <w:rsid w:val="00A15106"/>
    <w:rsid w:val="00A15553"/>
    <w:rsid w:val="00A15830"/>
    <w:rsid w:val="00A158E7"/>
    <w:rsid w:val="00A159BF"/>
    <w:rsid w:val="00A15C87"/>
    <w:rsid w:val="00A15DBA"/>
    <w:rsid w:val="00A15F6B"/>
    <w:rsid w:val="00A1607F"/>
    <w:rsid w:val="00A16229"/>
    <w:rsid w:val="00A163A4"/>
    <w:rsid w:val="00A16414"/>
    <w:rsid w:val="00A164CC"/>
    <w:rsid w:val="00A16543"/>
    <w:rsid w:val="00A16616"/>
    <w:rsid w:val="00A16725"/>
    <w:rsid w:val="00A16981"/>
    <w:rsid w:val="00A16A0E"/>
    <w:rsid w:val="00A16A8B"/>
    <w:rsid w:val="00A16B59"/>
    <w:rsid w:val="00A16B70"/>
    <w:rsid w:val="00A16C3F"/>
    <w:rsid w:val="00A1718D"/>
    <w:rsid w:val="00A1723D"/>
    <w:rsid w:val="00A174C0"/>
    <w:rsid w:val="00A179E9"/>
    <w:rsid w:val="00A17F90"/>
    <w:rsid w:val="00A20158"/>
    <w:rsid w:val="00A201D0"/>
    <w:rsid w:val="00A202C1"/>
    <w:rsid w:val="00A204A6"/>
    <w:rsid w:val="00A204CD"/>
    <w:rsid w:val="00A205AC"/>
    <w:rsid w:val="00A206C7"/>
    <w:rsid w:val="00A2078D"/>
    <w:rsid w:val="00A20930"/>
    <w:rsid w:val="00A20B33"/>
    <w:rsid w:val="00A20CEE"/>
    <w:rsid w:val="00A20D08"/>
    <w:rsid w:val="00A20E15"/>
    <w:rsid w:val="00A20EA5"/>
    <w:rsid w:val="00A20EBD"/>
    <w:rsid w:val="00A20FBF"/>
    <w:rsid w:val="00A211A0"/>
    <w:rsid w:val="00A211B9"/>
    <w:rsid w:val="00A21336"/>
    <w:rsid w:val="00A2141B"/>
    <w:rsid w:val="00A21661"/>
    <w:rsid w:val="00A216BC"/>
    <w:rsid w:val="00A21BC5"/>
    <w:rsid w:val="00A21DBD"/>
    <w:rsid w:val="00A22385"/>
    <w:rsid w:val="00A22474"/>
    <w:rsid w:val="00A22661"/>
    <w:rsid w:val="00A226FF"/>
    <w:rsid w:val="00A227AD"/>
    <w:rsid w:val="00A22815"/>
    <w:rsid w:val="00A2294E"/>
    <w:rsid w:val="00A22999"/>
    <w:rsid w:val="00A229A6"/>
    <w:rsid w:val="00A22EBA"/>
    <w:rsid w:val="00A22EE5"/>
    <w:rsid w:val="00A22FC2"/>
    <w:rsid w:val="00A23045"/>
    <w:rsid w:val="00A232D7"/>
    <w:rsid w:val="00A23459"/>
    <w:rsid w:val="00A23689"/>
    <w:rsid w:val="00A23754"/>
    <w:rsid w:val="00A2399A"/>
    <w:rsid w:val="00A23A56"/>
    <w:rsid w:val="00A23AC2"/>
    <w:rsid w:val="00A23DCE"/>
    <w:rsid w:val="00A23E8D"/>
    <w:rsid w:val="00A24268"/>
    <w:rsid w:val="00A2431B"/>
    <w:rsid w:val="00A24342"/>
    <w:rsid w:val="00A24430"/>
    <w:rsid w:val="00A249CB"/>
    <w:rsid w:val="00A24CAD"/>
    <w:rsid w:val="00A24D2E"/>
    <w:rsid w:val="00A24E8F"/>
    <w:rsid w:val="00A24EFA"/>
    <w:rsid w:val="00A24FAB"/>
    <w:rsid w:val="00A2520E"/>
    <w:rsid w:val="00A2544B"/>
    <w:rsid w:val="00A2559A"/>
    <w:rsid w:val="00A2561D"/>
    <w:rsid w:val="00A256E6"/>
    <w:rsid w:val="00A25CB1"/>
    <w:rsid w:val="00A25D0A"/>
    <w:rsid w:val="00A25E5C"/>
    <w:rsid w:val="00A25F97"/>
    <w:rsid w:val="00A26337"/>
    <w:rsid w:val="00A2638B"/>
    <w:rsid w:val="00A2640E"/>
    <w:rsid w:val="00A26456"/>
    <w:rsid w:val="00A26573"/>
    <w:rsid w:val="00A2658D"/>
    <w:rsid w:val="00A26B17"/>
    <w:rsid w:val="00A26D27"/>
    <w:rsid w:val="00A26E7B"/>
    <w:rsid w:val="00A26E7C"/>
    <w:rsid w:val="00A26F7E"/>
    <w:rsid w:val="00A26FE4"/>
    <w:rsid w:val="00A27115"/>
    <w:rsid w:val="00A271EC"/>
    <w:rsid w:val="00A273EC"/>
    <w:rsid w:val="00A27400"/>
    <w:rsid w:val="00A274F7"/>
    <w:rsid w:val="00A274FA"/>
    <w:rsid w:val="00A275EF"/>
    <w:rsid w:val="00A27A24"/>
    <w:rsid w:val="00A27B10"/>
    <w:rsid w:val="00A27B5F"/>
    <w:rsid w:val="00A27CC8"/>
    <w:rsid w:val="00A27FA9"/>
    <w:rsid w:val="00A301D6"/>
    <w:rsid w:val="00A30370"/>
    <w:rsid w:val="00A3041A"/>
    <w:rsid w:val="00A30457"/>
    <w:rsid w:val="00A30463"/>
    <w:rsid w:val="00A30707"/>
    <w:rsid w:val="00A3076B"/>
    <w:rsid w:val="00A30840"/>
    <w:rsid w:val="00A30905"/>
    <w:rsid w:val="00A309B9"/>
    <w:rsid w:val="00A309CF"/>
    <w:rsid w:val="00A30A8B"/>
    <w:rsid w:val="00A30B79"/>
    <w:rsid w:val="00A30BA5"/>
    <w:rsid w:val="00A30CA7"/>
    <w:rsid w:val="00A30CD7"/>
    <w:rsid w:val="00A30DE6"/>
    <w:rsid w:val="00A30E19"/>
    <w:rsid w:val="00A31040"/>
    <w:rsid w:val="00A310A3"/>
    <w:rsid w:val="00A310DD"/>
    <w:rsid w:val="00A31936"/>
    <w:rsid w:val="00A31945"/>
    <w:rsid w:val="00A31B52"/>
    <w:rsid w:val="00A31C03"/>
    <w:rsid w:val="00A320CE"/>
    <w:rsid w:val="00A321F7"/>
    <w:rsid w:val="00A3228B"/>
    <w:rsid w:val="00A322BB"/>
    <w:rsid w:val="00A3239C"/>
    <w:rsid w:val="00A32624"/>
    <w:rsid w:val="00A32861"/>
    <w:rsid w:val="00A328E0"/>
    <w:rsid w:val="00A32EC1"/>
    <w:rsid w:val="00A32F7E"/>
    <w:rsid w:val="00A3311B"/>
    <w:rsid w:val="00A332C8"/>
    <w:rsid w:val="00A3338C"/>
    <w:rsid w:val="00A334DC"/>
    <w:rsid w:val="00A33582"/>
    <w:rsid w:val="00A337B4"/>
    <w:rsid w:val="00A33AFA"/>
    <w:rsid w:val="00A33C7A"/>
    <w:rsid w:val="00A33CA0"/>
    <w:rsid w:val="00A33D1A"/>
    <w:rsid w:val="00A33D76"/>
    <w:rsid w:val="00A33E8A"/>
    <w:rsid w:val="00A34303"/>
    <w:rsid w:val="00A344A8"/>
    <w:rsid w:val="00A3453C"/>
    <w:rsid w:val="00A34542"/>
    <w:rsid w:val="00A34944"/>
    <w:rsid w:val="00A34A8A"/>
    <w:rsid w:val="00A34EE4"/>
    <w:rsid w:val="00A3509A"/>
    <w:rsid w:val="00A350DB"/>
    <w:rsid w:val="00A35104"/>
    <w:rsid w:val="00A35338"/>
    <w:rsid w:val="00A354C6"/>
    <w:rsid w:val="00A35883"/>
    <w:rsid w:val="00A35974"/>
    <w:rsid w:val="00A359D4"/>
    <w:rsid w:val="00A35A83"/>
    <w:rsid w:val="00A35B13"/>
    <w:rsid w:val="00A36019"/>
    <w:rsid w:val="00A36143"/>
    <w:rsid w:val="00A36212"/>
    <w:rsid w:val="00A362B3"/>
    <w:rsid w:val="00A36385"/>
    <w:rsid w:val="00A36436"/>
    <w:rsid w:val="00A36449"/>
    <w:rsid w:val="00A36562"/>
    <w:rsid w:val="00A36752"/>
    <w:rsid w:val="00A369DE"/>
    <w:rsid w:val="00A36C8E"/>
    <w:rsid w:val="00A36EBC"/>
    <w:rsid w:val="00A37112"/>
    <w:rsid w:val="00A37143"/>
    <w:rsid w:val="00A3734A"/>
    <w:rsid w:val="00A3739A"/>
    <w:rsid w:val="00A37484"/>
    <w:rsid w:val="00A37502"/>
    <w:rsid w:val="00A37556"/>
    <w:rsid w:val="00A37C2F"/>
    <w:rsid w:val="00A37C6A"/>
    <w:rsid w:val="00A37D83"/>
    <w:rsid w:val="00A37E34"/>
    <w:rsid w:val="00A37E9B"/>
    <w:rsid w:val="00A4020C"/>
    <w:rsid w:val="00A40528"/>
    <w:rsid w:val="00A406C1"/>
    <w:rsid w:val="00A40739"/>
    <w:rsid w:val="00A41046"/>
    <w:rsid w:val="00A41305"/>
    <w:rsid w:val="00A41320"/>
    <w:rsid w:val="00A41537"/>
    <w:rsid w:val="00A41BC0"/>
    <w:rsid w:val="00A41C6D"/>
    <w:rsid w:val="00A41DB5"/>
    <w:rsid w:val="00A41E30"/>
    <w:rsid w:val="00A41E5C"/>
    <w:rsid w:val="00A41EDE"/>
    <w:rsid w:val="00A41F01"/>
    <w:rsid w:val="00A42068"/>
    <w:rsid w:val="00A42115"/>
    <w:rsid w:val="00A4239C"/>
    <w:rsid w:val="00A4285D"/>
    <w:rsid w:val="00A429FA"/>
    <w:rsid w:val="00A42D34"/>
    <w:rsid w:val="00A42E0B"/>
    <w:rsid w:val="00A42F0B"/>
    <w:rsid w:val="00A42F88"/>
    <w:rsid w:val="00A43126"/>
    <w:rsid w:val="00A431E9"/>
    <w:rsid w:val="00A4324F"/>
    <w:rsid w:val="00A4327F"/>
    <w:rsid w:val="00A43409"/>
    <w:rsid w:val="00A43512"/>
    <w:rsid w:val="00A43787"/>
    <w:rsid w:val="00A4387D"/>
    <w:rsid w:val="00A438D6"/>
    <w:rsid w:val="00A438F7"/>
    <w:rsid w:val="00A43B7B"/>
    <w:rsid w:val="00A43BB8"/>
    <w:rsid w:val="00A43D23"/>
    <w:rsid w:val="00A43E7A"/>
    <w:rsid w:val="00A440E8"/>
    <w:rsid w:val="00A44204"/>
    <w:rsid w:val="00A44206"/>
    <w:rsid w:val="00A447D5"/>
    <w:rsid w:val="00A44A04"/>
    <w:rsid w:val="00A44ACD"/>
    <w:rsid w:val="00A44DC9"/>
    <w:rsid w:val="00A44E87"/>
    <w:rsid w:val="00A44F62"/>
    <w:rsid w:val="00A45770"/>
    <w:rsid w:val="00A4592A"/>
    <w:rsid w:val="00A45AC1"/>
    <w:rsid w:val="00A45C48"/>
    <w:rsid w:val="00A45EE4"/>
    <w:rsid w:val="00A45F9A"/>
    <w:rsid w:val="00A4613F"/>
    <w:rsid w:val="00A4616C"/>
    <w:rsid w:val="00A461A7"/>
    <w:rsid w:val="00A4634F"/>
    <w:rsid w:val="00A46573"/>
    <w:rsid w:val="00A465B8"/>
    <w:rsid w:val="00A4661E"/>
    <w:rsid w:val="00A46752"/>
    <w:rsid w:val="00A4691D"/>
    <w:rsid w:val="00A4693D"/>
    <w:rsid w:val="00A46B86"/>
    <w:rsid w:val="00A46F6C"/>
    <w:rsid w:val="00A472AB"/>
    <w:rsid w:val="00A4790F"/>
    <w:rsid w:val="00A47A8B"/>
    <w:rsid w:val="00A47ACD"/>
    <w:rsid w:val="00A47D1A"/>
    <w:rsid w:val="00A47DBD"/>
    <w:rsid w:val="00A47DD4"/>
    <w:rsid w:val="00A47F48"/>
    <w:rsid w:val="00A47FBF"/>
    <w:rsid w:val="00A50079"/>
    <w:rsid w:val="00A500D9"/>
    <w:rsid w:val="00A50177"/>
    <w:rsid w:val="00A50240"/>
    <w:rsid w:val="00A50434"/>
    <w:rsid w:val="00A509AE"/>
    <w:rsid w:val="00A509AF"/>
    <w:rsid w:val="00A50A81"/>
    <w:rsid w:val="00A50E1C"/>
    <w:rsid w:val="00A50E82"/>
    <w:rsid w:val="00A510B7"/>
    <w:rsid w:val="00A5112C"/>
    <w:rsid w:val="00A51446"/>
    <w:rsid w:val="00A51510"/>
    <w:rsid w:val="00A516C9"/>
    <w:rsid w:val="00A5179B"/>
    <w:rsid w:val="00A518D0"/>
    <w:rsid w:val="00A51BF6"/>
    <w:rsid w:val="00A51DFF"/>
    <w:rsid w:val="00A51F40"/>
    <w:rsid w:val="00A5210C"/>
    <w:rsid w:val="00A5239F"/>
    <w:rsid w:val="00A523C4"/>
    <w:rsid w:val="00A523DA"/>
    <w:rsid w:val="00A5246C"/>
    <w:rsid w:val="00A525D7"/>
    <w:rsid w:val="00A52727"/>
    <w:rsid w:val="00A52770"/>
    <w:rsid w:val="00A5291A"/>
    <w:rsid w:val="00A52979"/>
    <w:rsid w:val="00A52A12"/>
    <w:rsid w:val="00A52A77"/>
    <w:rsid w:val="00A52C1F"/>
    <w:rsid w:val="00A52C90"/>
    <w:rsid w:val="00A52EB4"/>
    <w:rsid w:val="00A53042"/>
    <w:rsid w:val="00A534DA"/>
    <w:rsid w:val="00A537C7"/>
    <w:rsid w:val="00A538F5"/>
    <w:rsid w:val="00A53C3C"/>
    <w:rsid w:val="00A53FAF"/>
    <w:rsid w:val="00A5418C"/>
    <w:rsid w:val="00A54232"/>
    <w:rsid w:val="00A542FA"/>
    <w:rsid w:val="00A54334"/>
    <w:rsid w:val="00A54553"/>
    <w:rsid w:val="00A545D8"/>
    <w:rsid w:val="00A546E5"/>
    <w:rsid w:val="00A5475D"/>
    <w:rsid w:val="00A54861"/>
    <w:rsid w:val="00A5498E"/>
    <w:rsid w:val="00A549CB"/>
    <w:rsid w:val="00A54A82"/>
    <w:rsid w:val="00A54C22"/>
    <w:rsid w:val="00A54CB5"/>
    <w:rsid w:val="00A54F99"/>
    <w:rsid w:val="00A55032"/>
    <w:rsid w:val="00A5528B"/>
    <w:rsid w:val="00A55384"/>
    <w:rsid w:val="00A5547A"/>
    <w:rsid w:val="00A55577"/>
    <w:rsid w:val="00A55C97"/>
    <w:rsid w:val="00A55D7A"/>
    <w:rsid w:val="00A562E9"/>
    <w:rsid w:val="00A56348"/>
    <w:rsid w:val="00A563A6"/>
    <w:rsid w:val="00A566C0"/>
    <w:rsid w:val="00A56C0A"/>
    <w:rsid w:val="00A56E8E"/>
    <w:rsid w:val="00A5717F"/>
    <w:rsid w:val="00A571F6"/>
    <w:rsid w:val="00A574CC"/>
    <w:rsid w:val="00A57517"/>
    <w:rsid w:val="00A5757B"/>
    <w:rsid w:val="00A575BC"/>
    <w:rsid w:val="00A57982"/>
    <w:rsid w:val="00A57B39"/>
    <w:rsid w:val="00A57D74"/>
    <w:rsid w:val="00A57E7C"/>
    <w:rsid w:val="00A57F65"/>
    <w:rsid w:val="00A60477"/>
    <w:rsid w:val="00A6065F"/>
    <w:rsid w:val="00A607A8"/>
    <w:rsid w:val="00A60859"/>
    <w:rsid w:val="00A608C7"/>
    <w:rsid w:val="00A60A0E"/>
    <w:rsid w:val="00A60B9C"/>
    <w:rsid w:val="00A60DC2"/>
    <w:rsid w:val="00A60EC8"/>
    <w:rsid w:val="00A61177"/>
    <w:rsid w:val="00A6117E"/>
    <w:rsid w:val="00A611E4"/>
    <w:rsid w:val="00A6124B"/>
    <w:rsid w:val="00A6130D"/>
    <w:rsid w:val="00A61318"/>
    <w:rsid w:val="00A61A53"/>
    <w:rsid w:val="00A61CE6"/>
    <w:rsid w:val="00A61DA9"/>
    <w:rsid w:val="00A61ED3"/>
    <w:rsid w:val="00A620C0"/>
    <w:rsid w:val="00A62106"/>
    <w:rsid w:val="00A625CA"/>
    <w:rsid w:val="00A6268E"/>
    <w:rsid w:val="00A62812"/>
    <w:rsid w:val="00A62C2A"/>
    <w:rsid w:val="00A62C3A"/>
    <w:rsid w:val="00A6302E"/>
    <w:rsid w:val="00A630C6"/>
    <w:rsid w:val="00A63187"/>
    <w:rsid w:val="00A6358B"/>
    <w:rsid w:val="00A63654"/>
    <w:rsid w:val="00A63893"/>
    <w:rsid w:val="00A63B5C"/>
    <w:rsid w:val="00A63BB0"/>
    <w:rsid w:val="00A63D94"/>
    <w:rsid w:val="00A63F5D"/>
    <w:rsid w:val="00A63F7C"/>
    <w:rsid w:val="00A6414D"/>
    <w:rsid w:val="00A64215"/>
    <w:rsid w:val="00A642E8"/>
    <w:rsid w:val="00A64531"/>
    <w:rsid w:val="00A64658"/>
    <w:rsid w:val="00A6471E"/>
    <w:rsid w:val="00A6493F"/>
    <w:rsid w:val="00A64968"/>
    <w:rsid w:val="00A649D1"/>
    <w:rsid w:val="00A64AB4"/>
    <w:rsid w:val="00A64DB9"/>
    <w:rsid w:val="00A64EB8"/>
    <w:rsid w:val="00A6500D"/>
    <w:rsid w:val="00A6560D"/>
    <w:rsid w:val="00A6572D"/>
    <w:rsid w:val="00A65A06"/>
    <w:rsid w:val="00A65F92"/>
    <w:rsid w:val="00A6616E"/>
    <w:rsid w:val="00A665F8"/>
    <w:rsid w:val="00A66688"/>
    <w:rsid w:val="00A666A2"/>
    <w:rsid w:val="00A669FF"/>
    <w:rsid w:val="00A66C0F"/>
    <w:rsid w:val="00A66C42"/>
    <w:rsid w:val="00A66E0F"/>
    <w:rsid w:val="00A66E64"/>
    <w:rsid w:val="00A66F0C"/>
    <w:rsid w:val="00A67034"/>
    <w:rsid w:val="00A6712B"/>
    <w:rsid w:val="00A671A1"/>
    <w:rsid w:val="00A67583"/>
    <w:rsid w:val="00A676FD"/>
    <w:rsid w:val="00A6774E"/>
    <w:rsid w:val="00A678C2"/>
    <w:rsid w:val="00A679C9"/>
    <w:rsid w:val="00A67AC2"/>
    <w:rsid w:val="00A67D8C"/>
    <w:rsid w:val="00A70067"/>
    <w:rsid w:val="00A7018E"/>
    <w:rsid w:val="00A7022C"/>
    <w:rsid w:val="00A70313"/>
    <w:rsid w:val="00A703AD"/>
    <w:rsid w:val="00A703B1"/>
    <w:rsid w:val="00A7058C"/>
    <w:rsid w:val="00A705A4"/>
    <w:rsid w:val="00A70627"/>
    <w:rsid w:val="00A70A3B"/>
    <w:rsid w:val="00A70A45"/>
    <w:rsid w:val="00A70A55"/>
    <w:rsid w:val="00A70AB9"/>
    <w:rsid w:val="00A70BBD"/>
    <w:rsid w:val="00A70C76"/>
    <w:rsid w:val="00A70D0F"/>
    <w:rsid w:val="00A70D3D"/>
    <w:rsid w:val="00A71060"/>
    <w:rsid w:val="00A7117A"/>
    <w:rsid w:val="00A7127F"/>
    <w:rsid w:val="00A7131A"/>
    <w:rsid w:val="00A71433"/>
    <w:rsid w:val="00A71443"/>
    <w:rsid w:val="00A71547"/>
    <w:rsid w:val="00A715CB"/>
    <w:rsid w:val="00A715CD"/>
    <w:rsid w:val="00A7191D"/>
    <w:rsid w:val="00A7197A"/>
    <w:rsid w:val="00A71DE9"/>
    <w:rsid w:val="00A7201E"/>
    <w:rsid w:val="00A72128"/>
    <w:rsid w:val="00A72166"/>
    <w:rsid w:val="00A72381"/>
    <w:rsid w:val="00A729B7"/>
    <w:rsid w:val="00A72A09"/>
    <w:rsid w:val="00A72AA0"/>
    <w:rsid w:val="00A72BDD"/>
    <w:rsid w:val="00A72C31"/>
    <w:rsid w:val="00A72CCA"/>
    <w:rsid w:val="00A72F37"/>
    <w:rsid w:val="00A73046"/>
    <w:rsid w:val="00A73071"/>
    <w:rsid w:val="00A730D8"/>
    <w:rsid w:val="00A73277"/>
    <w:rsid w:val="00A733EF"/>
    <w:rsid w:val="00A734A2"/>
    <w:rsid w:val="00A735EA"/>
    <w:rsid w:val="00A736C6"/>
    <w:rsid w:val="00A738E0"/>
    <w:rsid w:val="00A73C97"/>
    <w:rsid w:val="00A73C9D"/>
    <w:rsid w:val="00A73CD7"/>
    <w:rsid w:val="00A73E1E"/>
    <w:rsid w:val="00A740CD"/>
    <w:rsid w:val="00A749BD"/>
    <w:rsid w:val="00A749F7"/>
    <w:rsid w:val="00A74D6A"/>
    <w:rsid w:val="00A74E40"/>
    <w:rsid w:val="00A750FB"/>
    <w:rsid w:val="00A7533D"/>
    <w:rsid w:val="00A7560E"/>
    <w:rsid w:val="00A75659"/>
    <w:rsid w:val="00A75A79"/>
    <w:rsid w:val="00A761ED"/>
    <w:rsid w:val="00A76277"/>
    <w:rsid w:val="00A7631F"/>
    <w:rsid w:val="00A7634F"/>
    <w:rsid w:val="00A76697"/>
    <w:rsid w:val="00A7674C"/>
    <w:rsid w:val="00A767CD"/>
    <w:rsid w:val="00A767EE"/>
    <w:rsid w:val="00A76822"/>
    <w:rsid w:val="00A76923"/>
    <w:rsid w:val="00A7695B"/>
    <w:rsid w:val="00A76AEB"/>
    <w:rsid w:val="00A76B47"/>
    <w:rsid w:val="00A77081"/>
    <w:rsid w:val="00A770D1"/>
    <w:rsid w:val="00A771EE"/>
    <w:rsid w:val="00A773B3"/>
    <w:rsid w:val="00A775E3"/>
    <w:rsid w:val="00A776B1"/>
    <w:rsid w:val="00A77867"/>
    <w:rsid w:val="00A77D11"/>
    <w:rsid w:val="00A77D2B"/>
    <w:rsid w:val="00A77E07"/>
    <w:rsid w:val="00A77E11"/>
    <w:rsid w:val="00A80176"/>
    <w:rsid w:val="00A803A9"/>
    <w:rsid w:val="00A80489"/>
    <w:rsid w:val="00A804D1"/>
    <w:rsid w:val="00A80641"/>
    <w:rsid w:val="00A806C9"/>
    <w:rsid w:val="00A806F3"/>
    <w:rsid w:val="00A807B4"/>
    <w:rsid w:val="00A8096F"/>
    <w:rsid w:val="00A80CFB"/>
    <w:rsid w:val="00A80DC6"/>
    <w:rsid w:val="00A80EB4"/>
    <w:rsid w:val="00A80EFA"/>
    <w:rsid w:val="00A811DD"/>
    <w:rsid w:val="00A812A2"/>
    <w:rsid w:val="00A81398"/>
    <w:rsid w:val="00A81491"/>
    <w:rsid w:val="00A814F8"/>
    <w:rsid w:val="00A816B4"/>
    <w:rsid w:val="00A81DD2"/>
    <w:rsid w:val="00A81F25"/>
    <w:rsid w:val="00A81F2D"/>
    <w:rsid w:val="00A82317"/>
    <w:rsid w:val="00A8247B"/>
    <w:rsid w:val="00A826DD"/>
    <w:rsid w:val="00A82AA5"/>
    <w:rsid w:val="00A82E16"/>
    <w:rsid w:val="00A82E8C"/>
    <w:rsid w:val="00A83146"/>
    <w:rsid w:val="00A834F8"/>
    <w:rsid w:val="00A835F2"/>
    <w:rsid w:val="00A837C8"/>
    <w:rsid w:val="00A838D6"/>
    <w:rsid w:val="00A83A38"/>
    <w:rsid w:val="00A83A4C"/>
    <w:rsid w:val="00A83B91"/>
    <w:rsid w:val="00A83E7E"/>
    <w:rsid w:val="00A8402E"/>
    <w:rsid w:val="00A8421A"/>
    <w:rsid w:val="00A8428D"/>
    <w:rsid w:val="00A844E2"/>
    <w:rsid w:val="00A84617"/>
    <w:rsid w:val="00A84698"/>
    <w:rsid w:val="00A84713"/>
    <w:rsid w:val="00A8485E"/>
    <w:rsid w:val="00A84A5D"/>
    <w:rsid w:val="00A84B4C"/>
    <w:rsid w:val="00A84F68"/>
    <w:rsid w:val="00A8511B"/>
    <w:rsid w:val="00A852F7"/>
    <w:rsid w:val="00A853D5"/>
    <w:rsid w:val="00A856A9"/>
    <w:rsid w:val="00A85C30"/>
    <w:rsid w:val="00A85CF9"/>
    <w:rsid w:val="00A85DF2"/>
    <w:rsid w:val="00A8661B"/>
    <w:rsid w:val="00A86780"/>
    <w:rsid w:val="00A86787"/>
    <w:rsid w:val="00A8686A"/>
    <w:rsid w:val="00A86A64"/>
    <w:rsid w:val="00A86CC7"/>
    <w:rsid w:val="00A86D79"/>
    <w:rsid w:val="00A86DD7"/>
    <w:rsid w:val="00A86F9E"/>
    <w:rsid w:val="00A870DB"/>
    <w:rsid w:val="00A87220"/>
    <w:rsid w:val="00A872AD"/>
    <w:rsid w:val="00A87336"/>
    <w:rsid w:val="00A8734E"/>
    <w:rsid w:val="00A873A7"/>
    <w:rsid w:val="00A87803"/>
    <w:rsid w:val="00A87CD2"/>
    <w:rsid w:val="00A87DBE"/>
    <w:rsid w:val="00A87ED3"/>
    <w:rsid w:val="00A87FE0"/>
    <w:rsid w:val="00A90196"/>
    <w:rsid w:val="00A905FE"/>
    <w:rsid w:val="00A906A0"/>
    <w:rsid w:val="00A906D2"/>
    <w:rsid w:val="00A90837"/>
    <w:rsid w:val="00A908EA"/>
    <w:rsid w:val="00A90A1B"/>
    <w:rsid w:val="00A90E0E"/>
    <w:rsid w:val="00A90E45"/>
    <w:rsid w:val="00A91982"/>
    <w:rsid w:val="00A919E7"/>
    <w:rsid w:val="00A91B83"/>
    <w:rsid w:val="00A91C3E"/>
    <w:rsid w:val="00A91C67"/>
    <w:rsid w:val="00A91E71"/>
    <w:rsid w:val="00A91FD9"/>
    <w:rsid w:val="00A92497"/>
    <w:rsid w:val="00A924AA"/>
    <w:rsid w:val="00A925EE"/>
    <w:rsid w:val="00A9262A"/>
    <w:rsid w:val="00A927B9"/>
    <w:rsid w:val="00A928AC"/>
    <w:rsid w:val="00A92922"/>
    <w:rsid w:val="00A92A91"/>
    <w:rsid w:val="00A92AA6"/>
    <w:rsid w:val="00A92BBA"/>
    <w:rsid w:val="00A9302C"/>
    <w:rsid w:val="00A93181"/>
    <w:rsid w:val="00A933D5"/>
    <w:rsid w:val="00A93455"/>
    <w:rsid w:val="00A935E8"/>
    <w:rsid w:val="00A9373B"/>
    <w:rsid w:val="00A9386B"/>
    <w:rsid w:val="00A93879"/>
    <w:rsid w:val="00A938A8"/>
    <w:rsid w:val="00A93967"/>
    <w:rsid w:val="00A93B8A"/>
    <w:rsid w:val="00A93BFD"/>
    <w:rsid w:val="00A93C8B"/>
    <w:rsid w:val="00A93E1A"/>
    <w:rsid w:val="00A93E9F"/>
    <w:rsid w:val="00A93EBA"/>
    <w:rsid w:val="00A93F88"/>
    <w:rsid w:val="00A94014"/>
    <w:rsid w:val="00A9412E"/>
    <w:rsid w:val="00A941F7"/>
    <w:rsid w:val="00A943A7"/>
    <w:rsid w:val="00A9475A"/>
    <w:rsid w:val="00A94B14"/>
    <w:rsid w:val="00A94B54"/>
    <w:rsid w:val="00A951D3"/>
    <w:rsid w:val="00A952A1"/>
    <w:rsid w:val="00A952F1"/>
    <w:rsid w:val="00A955FC"/>
    <w:rsid w:val="00A95647"/>
    <w:rsid w:val="00A9581B"/>
    <w:rsid w:val="00A959C3"/>
    <w:rsid w:val="00A95B10"/>
    <w:rsid w:val="00A95B83"/>
    <w:rsid w:val="00A95BA6"/>
    <w:rsid w:val="00A9603A"/>
    <w:rsid w:val="00A9603E"/>
    <w:rsid w:val="00A961C3"/>
    <w:rsid w:val="00A96296"/>
    <w:rsid w:val="00A962B0"/>
    <w:rsid w:val="00A96335"/>
    <w:rsid w:val="00A966B5"/>
    <w:rsid w:val="00A966E1"/>
    <w:rsid w:val="00A96924"/>
    <w:rsid w:val="00A9698A"/>
    <w:rsid w:val="00A96BB3"/>
    <w:rsid w:val="00A96DDF"/>
    <w:rsid w:val="00A96DF7"/>
    <w:rsid w:val="00A96F0E"/>
    <w:rsid w:val="00A97356"/>
    <w:rsid w:val="00A976CB"/>
    <w:rsid w:val="00A97900"/>
    <w:rsid w:val="00A9798D"/>
    <w:rsid w:val="00A97BC6"/>
    <w:rsid w:val="00A97E0B"/>
    <w:rsid w:val="00A97E76"/>
    <w:rsid w:val="00A97EC6"/>
    <w:rsid w:val="00A97F24"/>
    <w:rsid w:val="00A97FBB"/>
    <w:rsid w:val="00AA00D8"/>
    <w:rsid w:val="00AA01D0"/>
    <w:rsid w:val="00AA02B6"/>
    <w:rsid w:val="00AA0431"/>
    <w:rsid w:val="00AA0606"/>
    <w:rsid w:val="00AA0689"/>
    <w:rsid w:val="00AA07C4"/>
    <w:rsid w:val="00AA07CF"/>
    <w:rsid w:val="00AA0C1C"/>
    <w:rsid w:val="00AA0C48"/>
    <w:rsid w:val="00AA0DB5"/>
    <w:rsid w:val="00AA0E2F"/>
    <w:rsid w:val="00AA0E65"/>
    <w:rsid w:val="00AA1075"/>
    <w:rsid w:val="00AA1171"/>
    <w:rsid w:val="00AA1240"/>
    <w:rsid w:val="00AA142A"/>
    <w:rsid w:val="00AA1895"/>
    <w:rsid w:val="00AA1A76"/>
    <w:rsid w:val="00AA1ACB"/>
    <w:rsid w:val="00AA1BE1"/>
    <w:rsid w:val="00AA1C35"/>
    <w:rsid w:val="00AA21BB"/>
    <w:rsid w:val="00AA2271"/>
    <w:rsid w:val="00AA22B8"/>
    <w:rsid w:val="00AA24B2"/>
    <w:rsid w:val="00AA2826"/>
    <w:rsid w:val="00AA2A0C"/>
    <w:rsid w:val="00AA2A7C"/>
    <w:rsid w:val="00AA2AA3"/>
    <w:rsid w:val="00AA2B73"/>
    <w:rsid w:val="00AA2CAB"/>
    <w:rsid w:val="00AA2D30"/>
    <w:rsid w:val="00AA2FDF"/>
    <w:rsid w:val="00AA31CF"/>
    <w:rsid w:val="00AA34A3"/>
    <w:rsid w:val="00AA34B0"/>
    <w:rsid w:val="00AA39BE"/>
    <w:rsid w:val="00AA3A5E"/>
    <w:rsid w:val="00AA3AD4"/>
    <w:rsid w:val="00AA3AF4"/>
    <w:rsid w:val="00AA3BC8"/>
    <w:rsid w:val="00AA3BFB"/>
    <w:rsid w:val="00AA3DB9"/>
    <w:rsid w:val="00AA3F24"/>
    <w:rsid w:val="00AA3FAD"/>
    <w:rsid w:val="00AA40F2"/>
    <w:rsid w:val="00AA42B2"/>
    <w:rsid w:val="00AA43D0"/>
    <w:rsid w:val="00AA47B2"/>
    <w:rsid w:val="00AA4A3B"/>
    <w:rsid w:val="00AA4AB4"/>
    <w:rsid w:val="00AA4D29"/>
    <w:rsid w:val="00AA4E75"/>
    <w:rsid w:val="00AA4E94"/>
    <w:rsid w:val="00AA502B"/>
    <w:rsid w:val="00AA5072"/>
    <w:rsid w:val="00AA52DE"/>
    <w:rsid w:val="00AA53EB"/>
    <w:rsid w:val="00AA559B"/>
    <w:rsid w:val="00AA56A1"/>
    <w:rsid w:val="00AA56A9"/>
    <w:rsid w:val="00AA5786"/>
    <w:rsid w:val="00AA57DD"/>
    <w:rsid w:val="00AA57F2"/>
    <w:rsid w:val="00AA596E"/>
    <w:rsid w:val="00AA5AB9"/>
    <w:rsid w:val="00AA5C66"/>
    <w:rsid w:val="00AA6163"/>
    <w:rsid w:val="00AA619D"/>
    <w:rsid w:val="00AA6221"/>
    <w:rsid w:val="00AA6247"/>
    <w:rsid w:val="00AA6315"/>
    <w:rsid w:val="00AA6322"/>
    <w:rsid w:val="00AA66DA"/>
    <w:rsid w:val="00AA6803"/>
    <w:rsid w:val="00AA698E"/>
    <w:rsid w:val="00AA69F9"/>
    <w:rsid w:val="00AA6C80"/>
    <w:rsid w:val="00AA6DA4"/>
    <w:rsid w:val="00AA6DC7"/>
    <w:rsid w:val="00AA6DD3"/>
    <w:rsid w:val="00AA6EF9"/>
    <w:rsid w:val="00AA6FBD"/>
    <w:rsid w:val="00AA7007"/>
    <w:rsid w:val="00AA7094"/>
    <w:rsid w:val="00AA7286"/>
    <w:rsid w:val="00AA72BA"/>
    <w:rsid w:val="00AA75FD"/>
    <w:rsid w:val="00AA75FF"/>
    <w:rsid w:val="00AA7678"/>
    <w:rsid w:val="00AA778A"/>
    <w:rsid w:val="00AA7872"/>
    <w:rsid w:val="00AA7924"/>
    <w:rsid w:val="00AA79BC"/>
    <w:rsid w:val="00AA79CD"/>
    <w:rsid w:val="00AA79FE"/>
    <w:rsid w:val="00AA7D50"/>
    <w:rsid w:val="00AA7DA4"/>
    <w:rsid w:val="00AA7F41"/>
    <w:rsid w:val="00AA7F6F"/>
    <w:rsid w:val="00AB0114"/>
    <w:rsid w:val="00AB0127"/>
    <w:rsid w:val="00AB04E8"/>
    <w:rsid w:val="00AB0612"/>
    <w:rsid w:val="00AB0B8E"/>
    <w:rsid w:val="00AB0FE6"/>
    <w:rsid w:val="00AB1353"/>
    <w:rsid w:val="00AB136D"/>
    <w:rsid w:val="00AB13E2"/>
    <w:rsid w:val="00AB1865"/>
    <w:rsid w:val="00AB1AE2"/>
    <w:rsid w:val="00AB1C77"/>
    <w:rsid w:val="00AB1CAD"/>
    <w:rsid w:val="00AB20AA"/>
    <w:rsid w:val="00AB210F"/>
    <w:rsid w:val="00AB220F"/>
    <w:rsid w:val="00AB232C"/>
    <w:rsid w:val="00AB2456"/>
    <w:rsid w:val="00AB249A"/>
    <w:rsid w:val="00AB2602"/>
    <w:rsid w:val="00AB2660"/>
    <w:rsid w:val="00AB2665"/>
    <w:rsid w:val="00AB26B1"/>
    <w:rsid w:val="00AB270A"/>
    <w:rsid w:val="00AB2774"/>
    <w:rsid w:val="00AB2B11"/>
    <w:rsid w:val="00AB2C93"/>
    <w:rsid w:val="00AB2CD3"/>
    <w:rsid w:val="00AB3172"/>
    <w:rsid w:val="00AB319B"/>
    <w:rsid w:val="00AB324A"/>
    <w:rsid w:val="00AB330D"/>
    <w:rsid w:val="00AB337F"/>
    <w:rsid w:val="00AB347B"/>
    <w:rsid w:val="00AB3549"/>
    <w:rsid w:val="00AB360F"/>
    <w:rsid w:val="00AB39E5"/>
    <w:rsid w:val="00AB3A3F"/>
    <w:rsid w:val="00AB3A8E"/>
    <w:rsid w:val="00AB3B8B"/>
    <w:rsid w:val="00AB3C01"/>
    <w:rsid w:val="00AB3C26"/>
    <w:rsid w:val="00AB3C39"/>
    <w:rsid w:val="00AB3C64"/>
    <w:rsid w:val="00AB3D2D"/>
    <w:rsid w:val="00AB3D81"/>
    <w:rsid w:val="00AB4111"/>
    <w:rsid w:val="00AB483F"/>
    <w:rsid w:val="00AB48F9"/>
    <w:rsid w:val="00AB490A"/>
    <w:rsid w:val="00AB49E2"/>
    <w:rsid w:val="00AB49F3"/>
    <w:rsid w:val="00AB4B82"/>
    <w:rsid w:val="00AB4CB7"/>
    <w:rsid w:val="00AB4CF3"/>
    <w:rsid w:val="00AB4E72"/>
    <w:rsid w:val="00AB4E91"/>
    <w:rsid w:val="00AB4F27"/>
    <w:rsid w:val="00AB4FBA"/>
    <w:rsid w:val="00AB5075"/>
    <w:rsid w:val="00AB5216"/>
    <w:rsid w:val="00AB53BD"/>
    <w:rsid w:val="00AB5480"/>
    <w:rsid w:val="00AB54E4"/>
    <w:rsid w:val="00AB57FE"/>
    <w:rsid w:val="00AB5C4C"/>
    <w:rsid w:val="00AB5D6D"/>
    <w:rsid w:val="00AB5DF1"/>
    <w:rsid w:val="00AB5E3C"/>
    <w:rsid w:val="00AB5E95"/>
    <w:rsid w:val="00AB6103"/>
    <w:rsid w:val="00AB6151"/>
    <w:rsid w:val="00AB61C5"/>
    <w:rsid w:val="00AB643E"/>
    <w:rsid w:val="00AB6517"/>
    <w:rsid w:val="00AB66D5"/>
    <w:rsid w:val="00AB6752"/>
    <w:rsid w:val="00AB685A"/>
    <w:rsid w:val="00AB68B2"/>
    <w:rsid w:val="00AB6A2D"/>
    <w:rsid w:val="00AB6C86"/>
    <w:rsid w:val="00AB6D09"/>
    <w:rsid w:val="00AB6D78"/>
    <w:rsid w:val="00AB6EAC"/>
    <w:rsid w:val="00AB702F"/>
    <w:rsid w:val="00AB7537"/>
    <w:rsid w:val="00AB76D8"/>
    <w:rsid w:val="00AB78C7"/>
    <w:rsid w:val="00AB7BBF"/>
    <w:rsid w:val="00AB7BED"/>
    <w:rsid w:val="00AB7FD0"/>
    <w:rsid w:val="00AC062C"/>
    <w:rsid w:val="00AC069F"/>
    <w:rsid w:val="00AC06CF"/>
    <w:rsid w:val="00AC0765"/>
    <w:rsid w:val="00AC0A32"/>
    <w:rsid w:val="00AC0A9E"/>
    <w:rsid w:val="00AC0B14"/>
    <w:rsid w:val="00AC0B7C"/>
    <w:rsid w:val="00AC0BE1"/>
    <w:rsid w:val="00AC0BE5"/>
    <w:rsid w:val="00AC1061"/>
    <w:rsid w:val="00AC13BF"/>
    <w:rsid w:val="00AC149C"/>
    <w:rsid w:val="00AC14AB"/>
    <w:rsid w:val="00AC1598"/>
    <w:rsid w:val="00AC168C"/>
    <w:rsid w:val="00AC1793"/>
    <w:rsid w:val="00AC1874"/>
    <w:rsid w:val="00AC187D"/>
    <w:rsid w:val="00AC1969"/>
    <w:rsid w:val="00AC1B39"/>
    <w:rsid w:val="00AC1F81"/>
    <w:rsid w:val="00AC1FC8"/>
    <w:rsid w:val="00AC2074"/>
    <w:rsid w:val="00AC217F"/>
    <w:rsid w:val="00AC228B"/>
    <w:rsid w:val="00AC26FD"/>
    <w:rsid w:val="00AC270A"/>
    <w:rsid w:val="00AC2842"/>
    <w:rsid w:val="00AC28CF"/>
    <w:rsid w:val="00AC2AD4"/>
    <w:rsid w:val="00AC2F14"/>
    <w:rsid w:val="00AC30BD"/>
    <w:rsid w:val="00AC31FD"/>
    <w:rsid w:val="00AC34AF"/>
    <w:rsid w:val="00AC36A6"/>
    <w:rsid w:val="00AC3742"/>
    <w:rsid w:val="00AC3A3A"/>
    <w:rsid w:val="00AC3C49"/>
    <w:rsid w:val="00AC3E61"/>
    <w:rsid w:val="00AC40B2"/>
    <w:rsid w:val="00AC41C7"/>
    <w:rsid w:val="00AC423B"/>
    <w:rsid w:val="00AC42E8"/>
    <w:rsid w:val="00AC4615"/>
    <w:rsid w:val="00AC483F"/>
    <w:rsid w:val="00AC4922"/>
    <w:rsid w:val="00AC4ACD"/>
    <w:rsid w:val="00AC4E3A"/>
    <w:rsid w:val="00AC5810"/>
    <w:rsid w:val="00AC5897"/>
    <w:rsid w:val="00AC5BBC"/>
    <w:rsid w:val="00AC5C3A"/>
    <w:rsid w:val="00AC5D26"/>
    <w:rsid w:val="00AC5DC9"/>
    <w:rsid w:val="00AC5DD1"/>
    <w:rsid w:val="00AC5FD1"/>
    <w:rsid w:val="00AC62A5"/>
    <w:rsid w:val="00AC63BE"/>
    <w:rsid w:val="00AC6447"/>
    <w:rsid w:val="00AC66B3"/>
    <w:rsid w:val="00AC69CA"/>
    <w:rsid w:val="00AC6A9A"/>
    <w:rsid w:val="00AC6CD6"/>
    <w:rsid w:val="00AC6E0A"/>
    <w:rsid w:val="00AC6E6E"/>
    <w:rsid w:val="00AC6E86"/>
    <w:rsid w:val="00AC7021"/>
    <w:rsid w:val="00AC73C1"/>
    <w:rsid w:val="00AC73D8"/>
    <w:rsid w:val="00AC742B"/>
    <w:rsid w:val="00AC7538"/>
    <w:rsid w:val="00AC75A1"/>
    <w:rsid w:val="00AC7694"/>
    <w:rsid w:val="00AC769A"/>
    <w:rsid w:val="00AC788C"/>
    <w:rsid w:val="00AC78AB"/>
    <w:rsid w:val="00AC78FF"/>
    <w:rsid w:val="00AC7FFC"/>
    <w:rsid w:val="00AD0220"/>
    <w:rsid w:val="00AD037C"/>
    <w:rsid w:val="00AD0452"/>
    <w:rsid w:val="00AD0517"/>
    <w:rsid w:val="00AD075B"/>
    <w:rsid w:val="00AD081E"/>
    <w:rsid w:val="00AD0C29"/>
    <w:rsid w:val="00AD0CBC"/>
    <w:rsid w:val="00AD0FB1"/>
    <w:rsid w:val="00AD1670"/>
    <w:rsid w:val="00AD1BD8"/>
    <w:rsid w:val="00AD1BDE"/>
    <w:rsid w:val="00AD1BFA"/>
    <w:rsid w:val="00AD1DF6"/>
    <w:rsid w:val="00AD2159"/>
    <w:rsid w:val="00AD2176"/>
    <w:rsid w:val="00AD22B5"/>
    <w:rsid w:val="00AD2371"/>
    <w:rsid w:val="00AD2629"/>
    <w:rsid w:val="00AD268A"/>
    <w:rsid w:val="00AD26F7"/>
    <w:rsid w:val="00AD2766"/>
    <w:rsid w:val="00AD2A35"/>
    <w:rsid w:val="00AD2BD4"/>
    <w:rsid w:val="00AD2CAA"/>
    <w:rsid w:val="00AD2E3A"/>
    <w:rsid w:val="00AD2FD2"/>
    <w:rsid w:val="00AD319D"/>
    <w:rsid w:val="00AD31EF"/>
    <w:rsid w:val="00AD338E"/>
    <w:rsid w:val="00AD345F"/>
    <w:rsid w:val="00AD346C"/>
    <w:rsid w:val="00AD3551"/>
    <w:rsid w:val="00AD37F1"/>
    <w:rsid w:val="00AD3B42"/>
    <w:rsid w:val="00AD3DAC"/>
    <w:rsid w:val="00AD3EF6"/>
    <w:rsid w:val="00AD4025"/>
    <w:rsid w:val="00AD407C"/>
    <w:rsid w:val="00AD411C"/>
    <w:rsid w:val="00AD4316"/>
    <w:rsid w:val="00AD4476"/>
    <w:rsid w:val="00AD4554"/>
    <w:rsid w:val="00AD457B"/>
    <w:rsid w:val="00AD45CE"/>
    <w:rsid w:val="00AD46F2"/>
    <w:rsid w:val="00AD46FE"/>
    <w:rsid w:val="00AD479F"/>
    <w:rsid w:val="00AD4825"/>
    <w:rsid w:val="00AD494D"/>
    <w:rsid w:val="00AD4A1D"/>
    <w:rsid w:val="00AD4A70"/>
    <w:rsid w:val="00AD4AD1"/>
    <w:rsid w:val="00AD4B8C"/>
    <w:rsid w:val="00AD4BFE"/>
    <w:rsid w:val="00AD4E1E"/>
    <w:rsid w:val="00AD4FF9"/>
    <w:rsid w:val="00AD52A1"/>
    <w:rsid w:val="00AD5662"/>
    <w:rsid w:val="00AD5772"/>
    <w:rsid w:val="00AD5856"/>
    <w:rsid w:val="00AD58DE"/>
    <w:rsid w:val="00AD591F"/>
    <w:rsid w:val="00AD5D60"/>
    <w:rsid w:val="00AD5EAB"/>
    <w:rsid w:val="00AD5EAE"/>
    <w:rsid w:val="00AD6040"/>
    <w:rsid w:val="00AD61D3"/>
    <w:rsid w:val="00AD6638"/>
    <w:rsid w:val="00AD6732"/>
    <w:rsid w:val="00AD68BB"/>
    <w:rsid w:val="00AD68C4"/>
    <w:rsid w:val="00AD6AF4"/>
    <w:rsid w:val="00AD6BB8"/>
    <w:rsid w:val="00AD6BCA"/>
    <w:rsid w:val="00AD6D07"/>
    <w:rsid w:val="00AD6DCB"/>
    <w:rsid w:val="00AD6EF2"/>
    <w:rsid w:val="00AD6F3D"/>
    <w:rsid w:val="00AD6F53"/>
    <w:rsid w:val="00AD717D"/>
    <w:rsid w:val="00AD7277"/>
    <w:rsid w:val="00AD75F7"/>
    <w:rsid w:val="00AD78FF"/>
    <w:rsid w:val="00AD7AD8"/>
    <w:rsid w:val="00AD7AEF"/>
    <w:rsid w:val="00AD7CAD"/>
    <w:rsid w:val="00AE021C"/>
    <w:rsid w:val="00AE0334"/>
    <w:rsid w:val="00AE05B4"/>
    <w:rsid w:val="00AE0615"/>
    <w:rsid w:val="00AE07FB"/>
    <w:rsid w:val="00AE08D1"/>
    <w:rsid w:val="00AE0C14"/>
    <w:rsid w:val="00AE0C82"/>
    <w:rsid w:val="00AE11E9"/>
    <w:rsid w:val="00AE11F6"/>
    <w:rsid w:val="00AE13CB"/>
    <w:rsid w:val="00AE1E71"/>
    <w:rsid w:val="00AE1F38"/>
    <w:rsid w:val="00AE2276"/>
    <w:rsid w:val="00AE22B2"/>
    <w:rsid w:val="00AE22DD"/>
    <w:rsid w:val="00AE2450"/>
    <w:rsid w:val="00AE25D6"/>
    <w:rsid w:val="00AE269F"/>
    <w:rsid w:val="00AE29EE"/>
    <w:rsid w:val="00AE2B23"/>
    <w:rsid w:val="00AE2C18"/>
    <w:rsid w:val="00AE2CD5"/>
    <w:rsid w:val="00AE2F0C"/>
    <w:rsid w:val="00AE30D9"/>
    <w:rsid w:val="00AE310A"/>
    <w:rsid w:val="00AE31A6"/>
    <w:rsid w:val="00AE320B"/>
    <w:rsid w:val="00AE3346"/>
    <w:rsid w:val="00AE369D"/>
    <w:rsid w:val="00AE36D6"/>
    <w:rsid w:val="00AE36F1"/>
    <w:rsid w:val="00AE38D5"/>
    <w:rsid w:val="00AE3A7C"/>
    <w:rsid w:val="00AE3B6C"/>
    <w:rsid w:val="00AE406E"/>
    <w:rsid w:val="00AE43D2"/>
    <w:rsid w:val="00AE44B1"/>
    <w:rsid w:val="00AE45D9"/>
    <w:rsid w:val="00AE4600"/>
    <w:rsid w:val="00AE49C4"/>
    <w:rsid w:val="00AE4AD0"/>
    <w:rsid w:val="00AE4C62"/>
    <w:rsid w:val="00AE4D55"/>
    <w:rsid w:val="00AE4F28"/>
    <w:rsid w:val="00AE4FAE"/>
    <w:rsid w:val="00AE5030"/>
    <w:rsid w:val="00AE50FC"/>
    <w:rsid w:val="00AE53AC"/>
    <w:rsid w:val="00AE54BB"/>
    <w:rsid w:val="00AE556D"/>
    <w:rsid w:val="00AE56C7"/>
    <w:rsid w:val="00AE58D1"/>
    <w:rsid w:val="00AE58F8"/>
    <w:rsid w:val="00AE5946"/>
    <w:rsid w:val="00AE5951"/>
    <w:rsid w:val="00AE5A62"/>
    <w:rsid w:val="00AE5A68"/>
    <w:rsid w:val="00AE5B77"/>
    <w:rsid w:val="00AE5BB8"/>
    <w:rsid w:val="00AE5BB9"/>
    <w:rsid w:val="00AE5CCC"/>
    <w:rsid w:val="00AE5FEB"/>
    <w:rsid w:val="00AE600B"/>
    <w:rsid w:val="00AE60D4"/>
    <w:rsid w:val="00AE6198"/>
    <w:rsid w:val="00AE62EA"/>
    <w:rsid w:val="00AE672B"/>
    <w:rsid w:val="00AE6AB3"/>
    <w:rsid w:val="00AE6D26"/>
    <w:rsid w:val="00AE6F29"/>
    <w:rsid w:val="00AE7678"/>
    <w:rsid w:val="00AE7733"/>
    <w:rsid w:val="00AE7946"/>
    <w:rsid w:val="00AE797F"/>
    <w:rsid w:val="00AE7A44"/>
    <w:rsid w:val="00AE7AD8"/>
    <w:rsid w:val="00AE7DCB"/>
    <w:rsid w:val="00AF0032"/>
    <w:rsid w:val="00AF013C"/>
    <w:rsid w:val="00AF018F"/>
    <w:rsid w:val="00AF0363"/>
    <w:rsid w:val="00AF0402"/>
    <w:rsid w:val="00AF04F7"/>
    <w:rsid w:val="00AF05B5"/>
    <w:rsid w:val="00AF0741"/>
    <w:rsid w:val="00AF0901"/>
    <w:rsid w:val="00AF0979"/>
    <w:rsid w:val="00AF09EF"/>
    <w:rsid w:val="00AF0A23"/>
    <w:rsid w:val="00AF0A24"/>
    <w:rsid w:val="00AF0A29"/>
    <w:rsid w:val="00AF0A5C"/>
    <w:rsid w:val="00AF0D23"/>
    <w:rsid w:val="00AF0F60"/>
    <w:rsid w:val="00AF103C"/>
    <w:rsid w:val="00AF1049"/>
    <w:rsid w:val="00AF105F"/>
    <w:rsid w:val="00AF1307"/>
    <w:rsid w:val="00AF1472"/>
    <w:rsid w:val="00AF14BF"/>
    <w:rsid w:val="00AF1530"/>
    <w:rsid w:val="00AF175D"/>
    <w:rsid w:val="00AF1AB7"/>
    <w:rsid w:val="00AF1C95"/>
    <w:rsid w:val="00AF1EEE"/>
    <w:rsid w:val="00AF2124"/>
    <w:rsid w:val="00AF213A"/>
    <w:rsid w:val="00AF226A"/>
    <w:rsid w:val="00AF22DA"/>
    <w:rsid w:val="00AF246C"/>
    <w:rsid w:val="00AF24D2"/>
    <w:rsid w:val="00AF26C7"/>
    <w:rsid w:val="00AF271B"/>
    <w:rsid w:val="00AF2734"/>
    <w:rsid w:val="00AF2759"/>
    <w:rsid w:val="00AF291A"/>
    <w:rsid w:val="00AF2AF4"/>
    <w:rsid w:val="00AF2CB4"/>
    <w:rsid w:val="00AF2DF8"/>
    <w:rsid w:val="00AF3086"/>
    <w:rsid w:val="00AF3153"/>
    <w:rsid w:val="00AF31DC"/>
    <w:rsid w:val="00AF3251"/>
    <w:rsid w:val="00AF32D0"/>
    <w:rsid w:val="00AF3496"/>
    <w:rsid w:val="00AF3594"/>
    <w:rsid w:val="00AF3675"/>
    <w:rsid w:val="00AF3A15"/>
    <w:rsid w:val="00AF3BA8"/>
    <w:rsid w:val="00AF3D77"/>
    <w:rsid w:val="00AF3E34"/>
    <w:rsid w:val="00AF4182"/>
    <w:rsid w:val="00AF42E8"/>
    <w:rsid w:val="00AF4308"/>
    <w:rsid w:val="00AF4347"/>
    <w:rsid w:val="00AF4348"/>
    <w:rsid w:val="00AF438C"/>
    <w:rsid w:val="00AF4455"/>
    <w:rsid w:val="00AF44B8"/>
    <w:rsid w:val="00AF46D7"/>
    <w:rsid w:val="00AF4BDC"/>
    <w:rsid w:val="00AF4DEA"/>
    <w:rsid w:val="00AF4FEE"/>
    <w:rsid w:val="00AF505C"/>
    <w:rsid w:val="00AF512C"/>
    <w:rsid w:val="00AF5205"/>
    <w:rsid w:val="00AF533E"/>
    <w:rsid w:val="00AF5457"/>
    <w:rsid w:val="00AF57B3"/>
    <w:rsid w:val="00AF57F4"/>
    <w:rsid w:val="00AF5881"/>
    <w:rsid w:val="00AF5AD4"/>
    <w:rsid w:val="00AF5B41"/>
    <w:rsid w:val="00AF5D8E"/>
    <w:rsid w:val="00AF5E0F"/>
    <w:rsid w:val="00AF5E8D"/>
    <w:rsid w:val="00AF6170"/>
    <w:rsid w:val="00AF61CD"/>
    <w:rsid w:val="00AF6239"/>
    <w:rsid w:val="00AF626E"/>
    <w:rsid w:val="00AF640C"/>
    <w:rsid w:val="00AF6471"/>
    <w:rsid w:val="00AF659E"/>
    <w:rsid w:val="00AF65FE"/>
    <w:rsid w:val="00AF6718"/>
    <w:rsid w:val="00AF68AC"/>
    <w:rsid w:val="00AF6ACE"/>
    <w:rsid w:val="00AF6AF5"/>
    <w:rsid w:val="00AF6B23"/>
    <w:rsid w:val="00AF6C79"/>
    <w:rsid w:val="00AF6F38"/>
    <w:rsid w:val="00AF6FC3"/>
    <w:rsid w:val="00AF7017"/>
    <w:rsid w:val="00AF70C6"/>
    <w:rsid w:val="00AF7946"/>
    <w:rsid w:val="00AF7B68"/>
    <w:rsid w:val="00AF7C2F"/>
    <w:rsid w:val="00AF7CCA"/>
    <w:rsid w:val="00AF7DDC"/>
    <w:rsid w:val="00AF7F18"/>
    <w:rsid w:val="00B00059"/>
    <w:rsid w:val="00B00237"/>
    <w:rsid w:val="00B0025E"/>
    <w:rsid w:val="00B00375"/>
    <w:rsid w:val="00B004C2"/>
    <w:rsid w:val="00B00628"/>
    <w:rsid w:val="00B00633"/>
    <w:rsid w:val="00B006A4"/>
    <w:rsid w:val="00B0090E"/>
    <w:rsid w:val="00B00A64"/>
    <w:rsid w:val="00B00AB8"/>
    <w:rsid w:val="00B00B34"/>
    <w:rsid w:val="00B00B5D"/>
    <w:rsid w:val="00B00B7A"/>
    <w:rsid w:val="00B00BE2"/>
    <w:rsid w:val="00B00D1D"/>
    <w:rsid w:val="00B00D66"/>
    <w:rsid w:val="00B00E48"/>
    <w:rsid w:val="00B00F76"/>
    <w:rsid w:val="00B01078"/>
    <w:rsid w:val="00B0146C"/>
    <w:rsid w:val="00B016BD"/>
    <w:rsid w:val="00B01755"/>
    <w:rsid w:val="00B018F2"/>
    <w:rsid w:val="00B01907"/>
    <w:rsid w:val="00B019A3"/>
    <w:rsid w:val="00B01AF5"/>
    <w:rsid w:val="00B01B72"/>
    <w:rsid w:val="00B01DD9"/>
    <w:rsid w:val="00B02658"/>
    <w:rsid w:val="00B026BC"/>
    <w:rsid w:val="00B028DA"/>
    <w:rsid w:val="00B02D68"/>
    <w:rsid w:val="00B02DDD"/>
    <w:rsid w:val="00B03165"/>
    <w:rsid w:val="00B03635"/>
    <w:rsid w:val="00B037AD"/>
    <w:rsid w:val="00B037B7"/>
    <w:rsid w:val="00B0389D"/>
    <w:rsid w:val="00B038C8"/>
    <w:rsid w:val="00B03971"/>
    <w:rsid w:val="00B03AA8"/>
    <w:rsid w:val="00B03C1C"/>
    <w:rsid w:val="00B03CFF"/>
    <w:rsid w:val="00B03D0C"/>
    <w:rsid w:val="00B03E4F"/>
    <w:rsid w:val="00B03FD6"/>
    <w:rsid w:val="00B041A4"/>
    <w:rsid w:val="00B045EE"/>
    <w:rsid w:val="00B04800"/>
    <w:rsid w:val="00B0484A"/>
    <w:rsid w:val="00B04880"/>
    <w:rsid w:val="00B0490E"/>
    <w:rsid w:val="00B04A15"/>
    <w:rsid w:val="00B04BBB"/>
    <w:rsid w:val="00B04C55"/>
    <w:rsid w:val="00B04EAB"/>
    <w:rsid w:val="00B04EED"/>
    <w:rsid w:val="00B0516E"/>
    <w:rsid w:val="00B051DF"/>
    <w:rsid w:val="00B05885"/>
    <w:rsid w:val="00B05A3A"/>
    <w:rsid w:val="00B05D02"/>
    <w:rsid w:val="00B05D88"/>
    <w:rsid w:val="00B05EB3"/>
    <w:rsid w:val="00B05F1D"/>
    <w:rsid w:val="00B05FBA"/>
    <w:rsid w:val="00B060B6"/>
    <w:rsid w:val="00B060ED"/>
    <w:rsid w:val="00B060FE"/>
    <w:rsid w:val="00B0619D"/>
    <w:rsid w:val="00B061D9"/>
    <w:rsid w:val="00B061E4"/>
    <w:rsid w:val="00B063A6"/>
    <w:rsid w:val="00B06534"/>
    <w:rsid w:val="00B0669A"/>
    <w:rsid w:val="00B066F0"/>
    <w:rsid w:val="00B066F2"/>
    <w:rsid w:val="00B06759"/>
    <w:rsid w:val="00B067F2"/>
    <w:rsid w:val="00B06A6A"/>
    <w:rsid w:val="00B06ADE"/>
    <w:rsid w:val="00B07020"/>
    <w:rsid w:val="00B07118"/>
    <w:rsid w:val="00B071B6"/>
    <w:rsid w:val="00B072A3"/>
    <w:rsid w:val="00B076B7"/>
    <w:rsid w:val="00B076BF"/>
    <w:rsid w:val="00B07976"/>
    <w:rsid w:val="00B079A4"/>
    <w:rsid w:val="00B07A1E"/>
    <w:rsid w:val="00B07AF9"/>
    <w:rsid w:val="00B07B8C"/>
    <w:rsid w:val="00B07DBB"/>
    <w:rsid w:val="00B07F80"/>
    <w:rsid w:val="00B10092"/>
    <w:rsid w:val="00B100C5"/>
    <w:rsid w:val="00B1029E"/>
    <w:rsid w:val="00B103F6"/>
    <w:rsid w:val="00B104B6"/>
    <w:rsid w:val="00B106F6"/>
    <w:rsid w:val="00B1074A"/>
    <w:rsid w:val="00B108E1"/>
    <w:rsid w:val="00B10976"/>
    <w:rsid w:val="00B109E7"/>
    <w:rsid w:val="00B10D0B"/>
    <w:rsid w:val="00B10D1B"/>
    <w:rsid w:val="00B10E8D"/>
    <w:rsid w:val="00B10EC9"/>
    <w:rsid w:val="00B11289"/>
    <w:rsid w:val="00B1142E"/>
    <w:rsid w:val="00B114E5"/>
    <w:rsid w:val="00B11631"/>
    <w:rsid w:val="00B119EC"/>
    <w:rsid w:val="00B11E8D"/>
    <w:rsid w:val="00B11EB5"/>
    <w:rsid w:val="00B1203D"/>
    <w:rsid w:val="00B12040"/>
    <w:rsid w:val="00B120D1"/>
    <w:rsid w:val="00B12101"/>
    <w:rsid w:val="00B1214E"/>
    <w:rsid w:val="00B122FD"/>
    <w:rsid w:val="00B1234E"/>
    <w:rsid w:val="00B1267A"/>
    <w:rsid w:val="00B126A4"/>
    <w:rsid w:val="00B12A3E"/>
    <w:rsid w:val="00B12AD7"/>
    <w:rsid w:val="00B12FD3"/>
    <w:rsid w:val="00B1333B"/>
    <w:rsid w:val="00B13348"/>
    <w:rsid w:val="00B133A5"/>
    <w:rsid w:val="00B134EB"/>
    <w:rsid w:val="00B1356E"/>
    <w:rsid w:val="00B135EE"/>
    <w:rsid w:val="00B13816"/>
    <w:rsid w:val="00B138F8"/>
    <w:rsid w:val="00B13959"/>
    <w:rsid w:val="00B13BD6"/>
    <w:rsid w:val="00B13EBB"/>
    <w:rsid w:val="00B13EED"/>
    <w:rsid w:val="00B13F90"/>
    <w:rsid w:val="00B13FF5"/>
    <w:rsid w:val="00B14066"/>
    <w:rsid w:val="00B1409A"/>
    <w:rsid w:val="00B1417A"/>
    <w:rsid w:val="00B141B6"/>
    <w:rsid w:val="00B14452"/>
    <w:rsid w:val="00B1463E"/>
    <w:rsid w:val="00B1483E"/>
    <w:rsid w:val="00B14A5B"/>
    <w:rsid w:val="00B14A60"/>
    <w:rsid w:val="00B14BCD"/>
    <w:rsid w:val="00B14BDF"/>
    <w:rsid w:val="00B15099"/>
    <w:rsid w:val="00B15321"/>
    <w:rsid w:val="00B1536F"/>
    <w:rsid w:val="00B153F5"/>
    <w:rsid w:val="00B15592"/>
    <w:rsid w:val="00B155A8"/>
    <w:rsid w:val="00B1587F"/>
    <w:rsid w:val="00B1590E"/>
    <w:rsid w:val="00B15927"/>
    <w:rsid w:val="00B15A5E"/>
    <w:rsid w:val="00B15B28"/>
    <w:rsid w:val="00B15DF5"/>
    <w:rsid w:val="00B15EA9"/>
    <w:rsid w:val="00B15F55"/>
    <w:rsid w:val="00B15F89"/>
    <w:rsid w:val="00B161AD"/>
    <w:rsid w:val="00B16349"/>
    <w:rsid w:val="00B16430"/>
    <w:rsid w:val="00B16477"/>
    <w:rsid w:val="00B16795"/>
    <w:rsid w:val="00B167F5"/>
    <w:rsid w:val="00B16FA6"/>
    <w:rsid w:val="00B16FBB"/>
    <w:rsid w:val="00B16FD2"/>
    <w:rsid w:val="00B16FF8"/>
    <w:rsid w:val="00B1705B"/>
    <w:rsid w:val="00B1718C"/>
    <w:rsid w:val="00B17458"/>
    <w:rsid w:val="00B175C8"/>
    <w:rsid w:val="00B17644"/>
    <w:rsid w:val="00B17777"/>
    <w:rsid w:val="00B178E3"/>
    <w:rsid w:val="00B1799C"/>
    <w:rsid w:val="00B179F2"/>
    <w:rsid w:val="00B17B6B"/>
    <w:rsid w:val="00B17C22"/>
    <w:rsid w:val="00B17F88"/>
    <w:rsid w:val="00B17F9A"/>
    <w:rsid w:val="00B20044"/>
    <w:rsid w:val="00B200BF"/>
    <w:rsid w:val="00B20137"/>
    <w:rsid w:val="00B204DC"/>
    <w:rsid w:val="00B205CF"/>
    <w:rsid w:val="00B20800"/>
    <w:rsid w:val="00B2088D"/>
    <w:rsid w:val="00B20C49"/>
    <w:rsid w:val="00B20F44"/>
    <w:rsid w:val="00B210F5"/>
    <w:rsid w:val="00B21303"/>
    <w:rsid w:val="00B213FE"/>
    <w:rsid w:val="00B2156B"/>
    <w:rsid w:val="00B216AF"/>
    <w:rsid w:val="00B21831"/>
    <w:rsid w:val="00B21945"/>
    <w:rsid w:val="00B2199D"/>
    <w:rsid w:val="00B21B02"/>
    <w:rsid w:val="00B21D44"/>
    <w:rsid w:val="00B21D83"/>
    <w:rsid w:val="00B21DDE"/>
    <w:rsid w:val="00B21F73"/>
    <w:rsid w:val="00B2215C"/>
    <w:rsid w:val="00B221DA"/>
    <w:rsid w:val="00B222AA"/>
    <w:rsid w:val="00B224B5"/>
    <w:rsid w:val="00B22529"/>
    <w:rsid w:val="00B226CE"/>
    <w:rsid w:val="00B228AB"/>
    <w:rsid w:val="00B22962"/>
    <w:rsid w:val="00B2296E"/>
    <w:rsid w:val="00B22B23"/>
    <w:rsid w:val="00B22BAB"/>
    <w:rsid w:val="00B22DA4"/>
    <w:rsid w:val="00B22E1B"/>
    <w:rsid w:val="00B22E23"/>
    <w:rsid w:val="00B22F57"/>
    <w:rsid w:val="00B23148"/>
    <w:rsid w:val="00B2317A"/>
    <w:rsid w:val="00B2320C"/>
    <w:rsid w:val="00B232BC"/>
    <w:rsid w:val="00B23405"/>
    <w:rsid w:val="00B235CA"/>
    <w:rsid w:val="00B2371B"/>
    <w:rsid w:val="00B23875"/>
    <w:rsid w:val="00B238ED"/>
    <w:rsid w:val="00B23913"/>
    <w:rsid w:val="00B23991"/>
    <w:rsid w:val="00B23A7C"/>
    <w:rsid w:val="00B23A9F"/>
    <w:rsid w:val="00B23D64"/>
    <w:rsid w:val="00B23E86"/>
    <w:rsid w:val="00B24169"/>
    <w:rsid w:val="00B2426A"/>
    <w:rsid w:val="00B2426E"/>
    <w:rsid w:val="00B242C8"/>
    <w:rsid w:val="00B242F1"/>
    <w:rsid w:val="00B24333"/>
    <w:rsid w:val="00B2463D"/>
    <w:rsid w:val="00B2476E"/>
    <w:rsid w:val="00B247A6"/>
    <w:rsid w:val="00B248D2"/>
    <w:rsid w:val="00B251EF"/>
    <w:rsid w:val="00B25314"/>
    <w:rsid w:val="00B25391"/>
    <w:rsid w:val="00B25398"/>
    <w:rsid w:val="00B25868"/>
    <w:rsid w:val="00B25883"/>
    <w:rsid w:val="00B259C7"/>
    <w:rsid w:val="00B25B05"/>
    <w:rsid w:val="00B25B58"/>
    <w:rsid w:val="00B25BF6"/>
    <w:rsid w:val="00B25CEC"/>
    <w:rsid w:val="00B25DD4"/>
    <w:rsid w:val="00B25ECB"/>
    <w:rsid w:val="00B26105"/>
    <w:rsid w:val="00B26186"/>
    <w:rsid w:val="00B26277"/>
    <w:rsid w:val="00B2646D"/>
    <w:rsid w:val="00B264E1"/>
    <w:rsid w:val="00B2671A"/>
    <w:rsid w:val="00B26760"/>
    <w:rsid w:val="00B26911"/>
    <w:rsid w:val="00B26923"/>
    <w:rsid w:val="00B26BA5"/>
    <w:rsid w:val="00B26E05"/>
    <w:rsid w:val="00B26E44"/>
    <w:rsid w:val="00B2720C"/>
    <w:rsid w:val="00B27214"/>
    <w:rsid w:val="00B2721A"/>
    <w:rsid w:val="00B2736F"/>
    <w:rsid w:val="00B2746E"/>
    <w:rsid w:val="00B274FA"/>
    <w:rsid w:val="00B2770D"/>
    <w:rsid w:val="00B279A8"/>
    <w:rsid w:val="00B27ABB"/>
    <w:rsid w:val="00B27AC1"/>
    <w:rsid w:val="00B27C4F"/>
    <w:rsid w:val="00B27D6C"/>
    <w:rsid w:val="00B27DF8"/>
    <w:rsid w:val="00B302EC"/>
    <w:rsid w:val="00B303E2"/>
    <w:rsid w:val="00B304B3"/>
    <w:rsid w:val="00B3068F"/>
    <w:rsid w:val="00B308F3"/>
    <w:rsid w:val="00B30934"/>
    <w:rsid w:val="00B30B45"/>
    <w:rsid w:val="00B30B8F"/>
    <w:rsid w:val="00B30DD1"/>
    <w:rsid w:val="00B30E7A"/>
    <w:rsid w:val="00B310A0"/>
    <w:rsid w:val="00B311D4"/>
    <w:rsid w:val="00B31232"/>
    <w:rsid w:val="00B3135F"/>
    <w:rsid w:val="00B31554"/>
    <w:rsid w:val="00B316DF"/>
    <w:rsid w:val="00B3171F"/>
    <w:rsid w:val="00B31873"/>
    <w:rsid w:val="00B31ED8"/>
    <w:rsid w:val="00B31F0D"/>
    <w:rsid w:val="00B31F1D"/>
    <w:rsid w:val="00B3206A"/>
    <w:rsid w:val="00B3208E"/>
    <w:rsid w:val="00B3218D"/>
    <w:rsid w:val="00B321E2"/>
    <w:rsid w:val="00B32229"/>
    <w:rsid w:val="00B32298"/>
    <w:rsid w:val="00B322EB"/>
    <w:rsid w:val="00B32662"/>
    <w:rsid w:val="00B32718"/>
    <w:rsid w:val="00B3274F"/>
    <w:rsid w:val="00B3290A"/>
    <w:rsid w:val="00B32A29"/>
    <w:rsid w:val="00B32A49"/>
    <w:rsid w:val="00B32E98"/>
    <w:rsid w:val="00B33173"/>
    <w:rsid w:val="00B331C4"/>
    <w:rsid w:val="00B332F1"/>
    <w:rsid w:val="00B33302"/>
    <w:rsid w:val="00B33346"/>
    <w:rsid w:val="00B33395"/>
    <w:rsid w:val="00B33470"/>
    <w:rsid w:val="00B335DA"/>
    <w:rsid w:val="00B3360F"/>
    <w:rsid w:val="00B33BA0"/>
    <w:rsid w:val="00B33F7F"/>
    <w:rsid w:val="00B341BD"/>
    <w:rsid w:val="00B3423B"/>
    <w:rsid w:val="00B343DD"/>
    <w:rsid w:val="00B3443B"/>
    <w:rsid w:val="00B348E3"/>
    <w:rsid w:val="00B34910"/>
    <w:rsid w:val="00B34A76"/>
    <w:rsid w:val="00B34B87"/>
    <w:rsid w:val="00B34D13"/>
    <w:rsid w:val="00B34EC3"/>
    <w:rsid w:val="00B34EF2"/>
    <w:rsid w:val="00B34F52"/>
    <w:rsid w:val="00B34F55"/>
    <w:rsid w:val="00B35212"/>
    <w:rsid w:val="00B35279"/>
    <w:rsid w:val="00B352C9"/>
    <w:rsid w:val="00B35313"/>
    <w:rsid w:val="00B3542A"/>
    <w:rsid w:val="00B354D3"/>
    <w:rsid w:val="00B355CD"/>
    <w:rsid w:val="00B35718"/>
    <w:rsid w:val="00B35AFC"/>
    <w:rsid w:val="00B35D89"/>
    <w:rsid w:val="00B35E07"/>
    <w:rsid w:val="00B35E34"/>
    <w:rsid w:val="00B35E7A"/>
    <w:rsid w:val="00B3604D"/>
    <w:rsid w:val="00B360EC"/>
    <w:rsid w:val="00B36186"/>
    <w:rsid w:val="00B3676A"/>
    <w:rsid w:val="00B36A1D"/>
    <w:rsid w:val="00B36C40"/>
    <w:rsid w:val="00B36D3F"/>
    <w:rsid w:val="00B36FC0"/>
    <w:rsid w:val="00B3704F"/>
    <w:rsid w:val="00B372EE"/>
    <w:rsid w:val="00B37536"/>
    <w:rsid w:val="00B376E4"/>
    <w:rsid w:val="00B37A27"/>
    <w:rsid w:val="00B37A40"/>
    <w:rsid w:val="00B37A46"/>
    <w:rsid w:val="00B37C4B"/>
    <w:rsid w:val="00B37F93"/>
    <w:rsid w:val="00B40026"/>
    <w:rsid w:val="00B40942"/>
    <w:rsid w:val="00B40978"/>
    <w:rsid w:val="00B40A16"/>
    <w:rsid w:val="00B40C72"/>
    <w:rsid w:val="00B40E48"/>
    <w:rsid w:val="00B40FF4"/>
    <w:rsid w:val="00B4121B"/>
    <w:rsid w:val="00B41414"/>
    <w:rsid w:val="00B41C4F"/>
    <w:rsid w:val="00B420D6"/>
    <w:rsid w:val="00B4212A"/>
    <w:rsid w:val="00B42238"/>
    <w:rsid w:val="00B422CB"/>
    <w:rsid w:val="00B4286E"/>
    <w:rsid w:val="00B428C7"/>
    <w:rsid w:val="00B42A15"/>
    <w:rsid w:val="00B42A48"/>
    <w:rsid w:val="00B42B07"/>
    <w:rsid w:val="00B42C3B"/>
    <w:rsid w:val="00B42CE7"/>
    <w:rsid w:val="00B42D13"/>
    <w:rsid w:val="00B42E0D"/>
    <w:rsid w:val="00B42F1E"/>
    <w:rsid w:val="00B4300D"/>
    <w:rsid w:val="00B4303C"/>
    <w:rsid w:val="00B43073"/>
    <w:rsid w:val="00B43251"/>
    <w:rsid w:val="00B4332D"/>
    <w:rsid w:val="00B433B5"/>
    <w:rsid w:val="00B433D7"/>
    <w:rsid w:val="00B43494"/>
    <w:rsid w:val="00B43733"/>
    <w:rsid w:val="00B439A8"/>
    <w:rsid w:val="00B43C12"/>
    <w:rsid w:val="00B43C41"/>
    <w:rsid w:val="00B43DDF"/>
    <w:rsid w:val="00B43FDB"/>
    <w:rsid w:val="00B4407C"/>
    <w:rsid w:val="00B440AD"/>
    <w:rsid w:val="00B4424B"/>
    <w:rsid w:val="00B44352"/>
    <w:rsid w:val="00B44532"/>
    <w:rsid w:val="00B4478C"/>
    <w:rsid w:val="00B448A8"/>
    <w:rsid w:val="00B44DB5"/>
    <w:rsid w:val="00B44F1E"/>
    <w:rsid w:val="00B44F84"/>
    <w:rsid w:val="00B4528A"/>
    <w:rsid w:val="00B45430"/>
    <w:rsid w:val="00B454E2"/>
    <w:rsid w:val="00B4554E"/>
    <w:rsid w:val="00B455B7"/>
    <w:rsid w:val="00B4572A"/>
    <w:rsid w:val="00B458D7"/>
    <w:rsid w:val="00B459B1"/>
    <w:rsid w:val="00B45AA4"/>
    <w:rsid w:val="00B45AE0"/>
    <w:rsid w:val="00B45AFE"/>
    <w:rsid w:val="00B45C78"/>
    <w:rsid w:val="00B460EC"/>
    <w:rsid w:val="00B46153"/>
    <w:rsid w:val="00B46166"/>
    <w:rsid w:val="00B462D7"/>
    <w:rsid w:val="00B46472"/>
    <w:rsid w:val="00B4656D"/>
    <w:rsid w:val="00B46666"/>
    <w:rsid w:val="00B46724"/>
    <w:rsid w:val="00B46756"/>
    <w:rsid w:val="00B46788"/>
    <w:rsid w:val="00B46907"/>
    <w:rsid w:val="00B4690D"/>
    <w:rsid w:val="00B46C3E"/>
    <w:rsid w:val="00B46E32"/>
    <w:rsid w:val="00B46FE8"/>
    <w:rsid w:val="00B47106"/>
    <w:rsid w:val="00B471E7"/>
    <w:rsid w:val="00B476FD"/>
    <w:rsid w:val="00B4773A"/>
    <w:rsid w:val="00B47978"/>
    <w:rsid w:val="00B47C8E"/>
    <w:rsid w:val="00B47D06"/>
    <w:rsid w:val="00B47D3F"/>
    <w:rsid w:val="00B47DD5"/>
    <w:rsid w:val="00B5000C"/>
    <w:rsid w:val="00B501CE"/>
    <w:rsid w:val="00B502EC"/>
    <w:rsid w:val="00B5050B"/>
    <w:rsid w:val="00B50591"/>
    <w:rsid w:val="00B5072A"/>
    <w:rsid w:val="00B50C95"/>
    <w:rsid w:val="00B50D05"/>
    <w:rsid w:val="00B50DA0"/>
    <w:rsid w:val="00B50F8D"/>
    <w:rsid w:val="00B51257"/>
    <w:rsid w:val="00B5164C"/>
    <w:rsid w:val="00B51765"/>
    <w:rsid w:val="00B51792"/>
    <w:rsid w:val="00B51825"/>
    <w:rsid w:val="00B51844"/>
    <w:rsid w:val="00B51C75"/>
    <w:rsid w:val="00B51D58"/>
    <w:rsid w:val="00B51E56"/>
    <w:rsid w:val="00B51E87"/>
    <w:rsid w:val="00B5233F"/>
    <w:rsid w:val="00B523BA"/>
    <w:rsid w:val="00B52425"/>
    <w:rsid w:val="00B524D9"/>
    <w:rsid w:val="00B528EE"/>
    <w:rsid w:val="00B5298C"/>
    <w:rsid w:val="00B529DC"/>
    <w:rsid w:val="00B52A31"/>
    <w:rsid w:val="00B52ADB"/>
    <w:rsid w:val="00B52C36"/>
    <w:rsid w:val="00B52D27"/>
    <w:rsid w:val="00B52E0E"/>
    <w:rsid w:val="00B52ECB"/>
    <w:rsid w:val="00B52F4A"/>
    <w:rsid w:val="00B53189"/>
    <w:rsid w:val="00B5321F"/>
    <w:rsid w:val="00B53336"/>
    <w:rsid w:val="00B53469"/>
    <w:rsid w:val="00B53570"/>
    <w:rsid w:val="00B536E5"/>
    <w:rsid w:val="00B5374A"/>
    <w:rsid w:val="00B5377A"/>
    <w:rsid w:val="00B5393D"/>
    <w:rsid w:val="00B53A42"/>
    <w:rsid w:val="00B53A87"/>
    <w:rsid w:val="00B53BF6"/>
    <w:rsid w:val="00B53C9A"/>
    <w:rsid w:val="00B53D40"/>
    <w:rsid w:val="00B53E6E"/>
    <w:rsid w:val="00B53F81"/>
    <w:rsid w:val="00B54165"/>
    <w:rsid w:val="00B544A0"/>
    <w:rsid w:val="00B54872"/>
    <w:rsid w:val="00B54C34"/>
    <w:rsid w:val="00B54C47"/>
    <w:rsid w:val="00B54CF8"/>
    <w:rsid w:val="00B54EAD"/>
    <w:rsid w:val="00B550BD"/>
    <w:rsid w:val="00B553AE"/>
    <w:rsid w:val="00B555CF"/>
    <w:rsid w:val="00B556A8"/>
    <w:rsid w:val="00B55771"/>
    <w:rsid w:val="00B558C5"/>
    <w:rsid w:val="00B55A18"/>
    <w:rsid w:val="00B55C52"/>
    <w:rsid w:val="00B55CCF"/>
    <w:rsid w:val="00B55D4C"/>
    <w:rsid w:val="00B55E01"/>
    <w:rsid w:val="00B55F6E"/>
    <w:rsid w:val="00B561C7"/>
    <w:rsid w:val="00B567AD"/>
    <w:rsid w:val="00B569D8"/>
    <w:rsid w:val="00B56ADB"/>
    <w:rsid w:val="00B56AE0"/>
    <w:rsid w:val="00B56BA6"/>
    <w:rsid w:val="00B56E91"/>
    <w:rsid w:val="00B56EE7"/>
    <w:rsid w:val="00B57133"/>
    <w:rsid w:val="00B571E9"/>
    <w:rsid w:val="00B572BC"/>
    <w:rsid w:val="00B5742B"/>
    <w:rsid w:val="00B57625"/>
    <w:rsid w:val="00B577DB"/>
    <w:rsid w:val="00B578F1"/>
    <w:rsid w:val="00B57A46"/>
    <w:rsid w:val="00B57F34"/>
    <w:rsid w:val="00B57F59"/>
    <w:rsid w:val="00B57FEB"/>
    <w:rsid w:val="00B60096"/>
    <w:rsid w:val="00B60137"/>
    <w:rsid w:val="00B601B9"/>
    <w:rsid w:val="00B6033C"/>
    <w:rsid w:val="00B604C4"/>
    <w:rsid w:val="00B605DC"/>
    <w:rsid w:val="00B607B4"/>
    <w:rsid w:val="00B6087E"/>
    <w:rsid w:val="00B608BF"/>
    <w:rsid w:val="00B60A79"/>
    <w:rsid w:val="00B60F14"/>
    <w:rsid w:val="00B61037"/>
    <w:rsid w:val="00B61118"/>
    <w:rsid w:val="00B61252"/>
    <w:rsid w:val="00B613CE"/>
    <w:rsid w:val="00B6140E"/>
    <w:rsid w:val="00B6148C"/>
    <w:rsid w:val="00B61602"/>
    <w:rsid w:val="00B6170D"/>
    <w:rsid w:val="00B61B78"/>
    <w:rsid w:val="00B61CD3"/>
    <w:rsid w:val="00B61E6D"/>
    <w:rsid w:val="00B61EF8"/>
    <w:rsid w:val="00B61F34"/>
    <w:rsid w:val="00B61F87"/>
    <w:rsid w:val="00B62347"/>
    <w:rsid w:val="00B6254F"/>
    <w:rsid w:val="00B62773"/>
    <w:rsid w:val="00B62B93"/>
    <w:rsid w:val="00B62C49"/>
    <w:rsid w:val="00B62DAA"/>
    <w:rsid w:val="00B62ED3"/>
    <w:rsid w:val="00B62F72"/>
    <w:rsid w:val="00B63061"/>
    <w:rsid w:val="00B630B6"/>
    <w:rsid w:val="00B632C4"/>
    <w:rsid w:val="00B635A7"/>
    <w:rsid w:val="00B635B4"/>
    <w:rsid w:val="00B635C5"/>
    <w:rsid w:val="00B635D9"/>
    <w:rsid w:val="00B636B3"/>
    <w:rsid w:val="00B636FD"/>
    <w:rsid w:val="00B637D9"/>
    <w:rsid w:val="00B63854"/>
    <w:rsid w:val="00B63920"/>
    <w:rsid w:val="00B63998"/>
    <w:rsid w:val="00B63A3E"/>
    <w:rsid w:val="00B63CA3"/>
    <w:rsid w:val="00B64024"/>
    <w:rsid w:val="00B6408C"/>
    <w:rsid w:val="00B641AA"/>
    <w:rsid w:val="00B64261"/>
    <w:rsid w:val="00B64303"/>
    <w:rsid w:val="00B64325"/>
    <w:rsid w:val="00B643B2"/>
    <w:rsid w:val="00B64854"/>
    <w:rsid w:val="00B64912"/>
    <w:rsid w:val="00B649B4"/>
    <w:rsid w:val="00B64B9A"/>
    <w:rsid w:val="00B64BD8"/>
    <w:rsid w:val="00B64BEE"/>
    <w:rsid w:val="00B6511A"/>
    <w:rsid w:val="00B65212"/>
    <w:rsid w:val="00B65395"/>
    <w:rsid w:val="00B653A8"/>
    <w:rsid w:val="00B654DB"/>
    <w:rsid w:val="00B65860"/>
    <w:rsid w:val="00B658BE"/>
    <w:rsid w:val="00B658C7"/>
    <w:rsid w:val="00B65A4C"/>
    <w:rsid w:val="00B65B28"/>
    <w:rsid w:val="00B65C1C"/>
    <w:rsid w:val="00B6606D"/>
    <w:rsid w:val="00B66230"/>
    <w:rsid w:val="00B6651C"/>
    <w:rsid w:val="00B6674C"/>
    <w:rsid w:val="00B668C4"/>
    <w:rsid w:val="00B6694F"/>
    <w:rsid w:val="00B66B4E"/>
    <w:rsid w:val="00B66C68"/>
    <w:rsid w:val="00B66DE9"/>
    <w:rsid w:val="00B66EBB"/>
    <w:rsid w:val="00B66F2E"/>
    <w:rsid w:val="00B67010"/>
    <w:rsid w:val="00B67204"/>
    <w:rsid w:val="00B67247"/>
    <w:rsid w:val="00B672E0"/>
    <w:rsid w:val="00B673AC"/>
    <w:rsid w:val="00B674D0"/>
    <w:rsid w:val="00B6753E"/>
    <w:rsid w:val="00B6770B"/>
    <w:rsid w:val="00B677C1"/>
    <w:rsid w:val="00B67804"/>
    <w:rsid w:val="00B67B92"/>
    <w:rsid w:val="00B67BE3"/>
    <w:rsid w:val="00B67FCB"/>
    <w:rsid w:val="00B70326"/>
    <w:rsid w:val="00B703CE"/>
    <w:rsid w:val="00B70532"/>
    <w:rsid w:val="00B70575"/>
    <w:rsid w:val="00B705CC"/>
    <w:rsid w:val="00B7071E"/>
    <w:rsid w:val="00B7079C"/>
    <w:rsid w:val="00B70D15"/>
    <w:rsid w:val="00B70D56"/>
    <w:rsid w:val="00B70ECF"/>
    <w:rsid w:val="00B70F80"/>
    <w:rsid w:val="00B7107C"/>
    <w:rsid w:val="00B71248"/>
    <w:rsid w:val="00B715D6"/>
    <w:rsid w:val="00B716B6"/>
    <w:rsid w:val="00B718DB"/>
    <w:rsid w:val="00B71A9C"/>
    <w:rsid w:val="00B71B71"/>
    <w:rsid w:val="00B71DB7"/>
    <w:rsid w:val="00B72045"/>
    <w:rsid w:val="00B720CA"/>
    <w:rsid w:val="00B7215D"/>
    <w:rsid w:val="00B723DA"/>
    <w:rsid w:val="00B725D3"/>
    <w:rsid w:val="00B725DD"/>
    <w:rsid w:val="00B72682"/>
    <w:rsid w:val="00B72CF2"/>
    <w:rsid w:val="00B72F27"/>
    <w:rsid w:val="00B72F90"/>
    <w:rsid w:val="00B72FBC"/>
    <w:rsid w:val="00B73132"/>
    <w:rsid w:val="00B732B5"/>
    <w:rsid w:val="00B73341"/>
    <w:rsid w:val="00B734D8"/>
    <w:rsid w:val="00B7352B"/>
    <w:rsid w:val="00B73707"/>
    <w:rsid w:val="00B7374C"/>
    <w:rsid w:val="00B73792"/>
    <w:rsid w:val="00B738C7"/>
    <w:rsid w:val="00B73B58"/>
    <w:rsid w:val="00B73DA6"/>
    <w:rsid w:val="00B73EA4"/>
    <w:rsid w:val="00B74069"/>
    <w:rsid w:val="00B740E7"/>
    <w:rsid w:val="00B74249"/>
    <w:rsid w:val="00B7455E"/>
    <w:rsid w:val="00B746C8"/>
    <w:rsid w:val="00B74865"/>
    <w:rsid w:val="00B74A7A"/>
    <w:rsid w:val="00B74AC4"/>
    <w:rsid w:val="00B74C67"/>
    <w:rsid w:val="00B74C74"/>
    <w:rsid w:val="00B74D96"/>
    <w:rsid w:val="00B74E1B"/>
    <w:rsid w:val="00B74FC4"/>
    <w:rsid w:val="00B75015"/>
    <w:rsid w:val="00B7536B"/>
    <w:rsid w:val="00B754DC"/>
    <w:rsid w:val="00B7578D"/>
    <w:rsid w:val="00B758EF"/>
    <w:rsid w:val="00B75922"/>
    <w:rsid w:val="00B75AF7"/>
    <w:rsid w:val="00B75B9F"/>
    <w:rsid w:val="00B75DE2"/>
    <w:rsid w:val="00B7627F"/>
    <w:rsid w:val="00B763EC"/>
    <w:rsid w:val="00B76402"/>
    <w:rsid w:val="00B7643E"/>
    <w:rsid w:val="00B76628"/>
    <w:rsid w:val="00B76743"/>
    <w:rsid w:val="00B76859"/>
    <w:rsid w:val="00B769CF"/>
    <w:rsid w:val="00B76EB3"/>
    <w:rsid w:val="00B76ECD"/>
    <w:rsid w:val="00B76EF6"/>
    <w:rsid w:val="00B772CD"/>
    <w:rsid w:val="00B774BE"/>
    <w:rsid w:val="00B775E9"/>
    <w:rsid w:val="00B776CC"/>
    <w:rsid w:val="00B77799"/>
    <w:rsid w:val="00B777AD"/>
    <w:rsid w:val="00B7784B"/>
    <w:rsid w:val="00B77ADB"/>
    <w:rsid w:val="00B77DAF"/>
    <w:rsid w:val="00B8005D"/>
    <w:rsid w:val="00B80283"/>
    <w:rsid w:val="00B802EB"/>
    <w:rsid w:val="00B8072A"/>
    <w:rsid w:val="00B8082B"/>
    <w:rsid w:val="00B80889"/>
    <w:rsid w:val="00B80A9D"/>
    <w:rsid w:val="00B80AA1"/>
    <w:rsid w:val="00B80B1F"/>
    <w:rsid w:val="00B80D20"/>
    <w:rsid w:val="00B80D56"/>
    <w:rsid w:val="00B80F29"/>
    <w:rsid w:val="00B80FF0"/>
    <w:rsid w:val="00B812DA"/>
    <w:rsid w:val="00B8130D"/>
    <w:rsid w:val="00B81389"/>
    <w:rsid w:val="00B814A7"/>
    <w:rsid w:val="00B8167E"/>
    <w:rsid w:val="00B81835"/>
    <w:rsid w:val="00B81B8F"/>
    <w:rsid w:val="00B81C73"/>
    <w:rsid w:val="00B81F7A"/>
    <w:rsid w:val="00B8230C"/>
    <w:rsid w:val="00B825D3"/>
    <w:rsid w:val="00B82855"/>
    <w:rsid w:val="00B82860"/>
    <w:rsid w:val="00B82DA4"/>
    <w:rsid w:val="00B82F61"/>
    <w:rsid w:val="00B83263"/>
    <w:rsid w:val="00B83268"/>
    <w:rsid w:val="00B835C6"/>
    <w:rsid w:val="00B83C45"/>
    <w:rsid w:val="00B83CD4"/>
    <w:rsid w:val="00B83FF2"/>
    <w:rsid w:val="00B841C4"/>
    <w:rsid w:val="00B84364"/>
    <w:rsid w:val="00B8455E"/>
    <w:rsid w:val="00B8462F"/>
    <w:rsid w:val="00B847E1"/>
    <w:rsid w:val="00B847FD"/>
    <w:rsid w:val="00B848D9"/>
    <w:rsid w:val="00B84CBD"/>
    <w:rsid w:val="00B84EBA"/>
    <w:rsid w:val="00B84F55"/>
    <w:rsid w:val="00B8516F"/>
    <w:rsid w:val="00B853C4"/>
    <w:rsid w:val="00B8561C"/>
    <w:rsid w:val="00B85721"/>
    <w:rsid w:val="00B85757"/>
    <w:rsid w:val="00B857AA"/>
    <w:rsid w:val="00B85C95"/>
    <w:rsid w:val="00B85E59"/>
    <w:rsid w:val="00B85E9D"/>
    <w:rsid w:val="00B85FEE"/>
    <w:rsid w:val="00B8605C"/>
    <w:rsid w:val="00B8645E"/>
    <w:rsid w:val="00B86D47"/>
    <w:rsid w:val="00B87009"/>
    <w:rsid w:val="00B8727D"/>
    <w:rsid w:val="00B87618"/>
    <w:rsid w:val="00B876A1"/>
    <w:rsid w:val="00B87B3E"/>
    <w:rsid w:val="00B87BC9"/>
    <w:rsid w:val="00B87C6D"/>
    <w:rsid w:val="00B87DF8"/>
    <w:rsid w:val="00B87E03"/>
    <w:rsid w:val="00B87E0B"/>
    <w:rsid w:val="00B87F4D"/>
    <w:rsid w:val="00B9034A"/>
    <w:rsid w:val="00B9040D"/>
    <w:rsid w:val="00B9054C"/>
    <w:rsid w:val="00B905C1"/>
    <w:rsid w:val="00B9063A"/>
    <w:rsid w:val="00B907DC"/>
    <w:rsid w:val="00B907DE"/>
    <w:rsid w:val="00B90A27"/>
    <w:rsid w:val="00B90A32"/>
    <w:rsid w:val="00B90D32"/>
    <w:rsid w:val="00B90EBF"/>
    <w:rsid w:val="00B90F63"/>
    <w:rsid w:val="00B910EB"/>
    <w:rsid w:val="00B9155C"/>
    <w:rsid w:val="00B9163B"/>
    <w:rsid w:val="00B916AE"/>
    <w:rsid w:val="00B91B0B"/>
    <w:rsid w:val="00B91CDD"/>
    <w:rsid w:val="00B91D6D"/>
    <w:rsid w:val="00B91DBF"/>
    <w:rsid w:val="00B92764"/>
    <w:rsid w:val="00B92862"/>
    <w:rsid w:val="00B92BDB"/>
    <w:rsid w:val="00B92C10"/>
    <w:rsid w:val="00B92EC1"/>
    <w:rsid w:val="00B930F9"/>
    <w:rsid w:val="00B93115"/>
    <w:rsid w:val="00B93319"/>
    <w:rsid w:val="00B9362D"/>
    <w:rsid w:val="00B937BA"/>
    <w:rsid w:val="00B938DD"/>
    <w:rsid w:val="00B93B05"/>
    <w:rsid w:val="00B93E3D"/>
    <w:rsid w:val="00B943B9"/>
    <w:rsid w:val="00B94485"/>
    <w:rsid w:val="00B944C5"/>
    <w:rsid w:val="00B94AE4"/>
    <w:rsid w:val="00B94C68"/>
    <w:rsid w:val="00B94D3A"/>
    <w:rsid w:val="00B951EA"/>
    <w:rsid w:val="00B95530"/>
    <w:rsid w:val="00B956C6"/>
    <w:rsid w:val="00B95727"/>
    <w:rsid w:val="00B957E8"/>
    <w:rsid w:val="00B95855"/>
    <w:rsid w:val="00B95C92"/>
    <w:rsid w:val="00B95DA6"/>
    <w:rsid w:val="00B95DBD"/>
    <w:rsid w:val="00B95F33"/>
    <w:rsid w:val="00B961B5"/>
    <w:rsid w:val="00B966C8"/>
    <w:rsid w:val="00B96EC9"/>
    <w:rsid w:val="00B97085"/>
    <w:rsid w:val="00B97266"/>
    <w:rsid w:val="00B97437"/>
    <w:rsid w:val="00B97641"/>
    <w:rsid w:val="00B9774B"/>
    <w:rsid w:val="00B978D1"/>
    <w:rsid w:val="00B978E1"/>
    <w:rsid w:val="00B9794F"/>
    <w:rsid w:val="00B97B0D"/>
    <w:rsid w:val="00B97B3B"/>
    <w:rsid w:val="00B97C10"/>
    <w:rsid w:val="00B97DDF"/>
    <w:rsid w:val="00BA00BC"/>
    <w:rsid w:val="00BA0794"/>
    <w:rsid w:val="00BA08B9"/>
    <w:rsid w:val="00BA0A4E"/>
    <w:rsid w:val="00BA0DE2"/>
    <w:rsid w:val="00BA1092"/>
    <w:rsid w:val="00BA1153"/>
    <w:rsid w:val="00BA126F"/>
    <w:rsid w:val="00BA136D"/>
    <w:rsid w:val="00BA1474"/>
    <w:rsid w:val="00BA14CA"/>
    <w:rsid w:val="00BA1782"/>
    <w:rsid w:val="00BA1810"/>
    <w:rsid w:val="00BA183D"/>
    <w:rsid w:val="00BA1924"/>
    <w:rsid w:val="00BA1C4C"/>
    <w:rsid w:val="00BA1EBA"/>
    <w:rsid w:val="00BA1FE3"/>
    <w:rsid w:val="00BA20C4"/>
    <w:rsid w:val="00BA2502"/>
    <w:rsid w:val="00BA2B88"/>
    <w:rsid w:val="00BA2BF3"/>
    <w:rsid w:val="00BA2CC3"/>
    <w:rsid w:val="00BA2CDE"/>
    <w:rsid w:val="00BA2D25"/>
    <w:rsid w:val="00BA2E29"/>
    <w:rsid w:val="00BA3018"/>
    <w:rsid w:val="00BA31FC"/>
    <w:rsid w:val="00BA344B"/>
    <w:rsid w:val="00BA34DE"/>
    <w:rsid w:val="00BA3609"/>
    <w:rsid w:val="00BA36BD"/>
    <w:rsid w:val="00BA391B"/>
    <w:rsid w:val="00BA3BE3"/>
    <w:rsid w:val="00BA4446"/>
    <w:rsid w:val="00BA47AC"/>
    <w:rsid w:val="00BA48E8"/>
    <w:rsid w:val="00BA5205"/>
    <w:rsid w:val="00BA532B"/>
    <w:rsid w:val="00BA534C"/>
    <w:rsid w:val="00BA56D0"/>
    <w:rsid w:val="00BA59EC"/>
    <w:rsid w:val="00BA5B4E"/>
    <w:rsid w:val="00BA5CD1"/>
    <w:rsid w:val="00BA5E37"/>
    <w:rsid w:val="00BA5E4D"/>
    <w:rsid w:val="00BA600B"/>
    <w:rsid w:val="00BA6014"/>
    <w:rsid w:val="00BA6217"/>
    <w:rsid w:val="00BA66B9"/>
    <w:rsid w:val="00BA675E"/>
    <w:rsid w:val="00BA680D"/>
    <w:rsid w:val="00BA689A"/>
    <w:rsid w:val="00BA6949"/>
    <w:rsid w:val="00BA699E"/>
    <w:rsid w:val="00BA6C8F"/>
    <w:rsid w:val="00BA6CA3"/>
    <w:rsid w:val="00BA6CF2"/>
    <w:rsid w:val="00BA6D48"/>
    <w:rsid w:val="00BA6EA0"/>
    <w:rsid w:val="00BA7203"/>
    <w:rsid w:val="00BA73D6"/>
    <w:rsid w:val="00BA742F"/>
    <w:rsid w:val="00BA744D"/>
    <w:rsid w:val="00BA74BC"/>
    <w:rsid w:val="00BA7614"/>
    <w:rsid w:val="00BA7630"/>
    <w:rsid w:val="00BA779F"/>
    <w:rsid w:val="00BA7AE1"/>
    <w:rsid w:val="00BA7C4F"/>
    <w:rsid w:val="00BA7FA8"/>
    <w:rsid w:val="00BB0028"/>
    <w:rsid w:val="00BB008C"/>
    <w:rsid w:val="00BB01A5"/>
    <w:rsid w:val="00BB029C"/>
    <w:rsid w:val="00BB039C"/>
    <w:rsid w:val="00BB045B"/>
    <w:rsid w:val="00BB0660"/>
    <w:rsid w:val="00BB0677"/>
    <w:rsid w:val="00BB0C1D"/>
    <w:rsid w:val="00BB0CF4"/>
    <w:rsid w:val="00BB0E40"/>
    <w:rsid w:val="00BB0EB1"/>
    <w:rsid w:val="00BB1021"/>
    <w:rsid w:val="00BB1037"/>
    <w:rsid w:val="00BB1296"/>
    <w:rsid w:val="00BB1303"/>
    <w:rsid w:val="00BB17AB"/>
    <w:rsid w:val="00BB19D8"/>
    <w:rsid w:val="00BB1D3C"/>
    <w:rsid w:val="00BB20E2"/>
    <w:rsid w:val="00BB2165"/>
    <w:rsid w:val="00BB2341"/>
    <w:rsid w:val="00BB2362"/>
    <w:rsid w:val="00BB244C"/>
    <w:rsid w:val="00BB24C4"/>
    <w:rsid w:val="00BB2683"/>
    <w:rsid w:val="00BB26B8"/>
    <w:rsid w:val="00BB26D1"/>
    <w:rsid w:val="00BB29A1"/>
    <w:rsid w:val="00BB2AFB"/>
    <w:rsid w:val="00BB2F25"/>
    <w:rsid w:val="00BB3045"/>
    <w:rsid w:val="00BB30E9"/>
    <w:rsid w:val="00BB3218"/>
    <w:rsid w:val="00BB33AD"/>
    <w:rsid w:val="00BB3706"/>
    <w:rsid w:val="00BB37A3"/>
    <w:rsid w:val="00BB37CF"/>
    <w:rsid w:val="00BB3A08"/>
    <w:rsid w:val="00BB3A1D"/>
    <w:rsid w:val="00BB4012"/>
    <w:rsid w:val="00BB44E7"/>
    <w:rsid w:val="00BB45AB"/>
    <w:rsid w:val="00BB46CD"/>
    <w:rsid w:val="00BB49C7"/>
    <w:rsid w:val="00BB4A84"/>
    <w:rsid w:val="00BB4E1C"/>
    <w:rsid w:val="00BB4FA5"/>
    <w:rsid w:val="00BB56A2"/>
    <w:rsid w:val="00BB585A"/>
    <w:rsid w:val="00BB58A5"/>
    <w:rsid w:val="00BB58E2"/>
    <w:rsid w:val="00BB59B8"/>
    <w:rsid w:val="00BB5BB3"/>
    <w:rsid w:val="00BB5D2E"/>
    <w:rsid w:val="00BB5D65"/>
    <w:rsid w:val="00BB5DF3"/>
    <w:rsid w:val="00BB5E7B"/>
    <w:rsid w:val="00BB5E7D"/>
    <w:rsid w:val="00BB5E9B"/>
    <w:rsid w:val="00BB5F15"/>
    <w:rsid w:val="00BB5F35"/>
    <w:rsid w:val="00BB6248"/>
    <w:rsid w:val="00BB6293"/>
    <w:rsid w:val="00BB62E2"/>
    <w:rsid w:val="00BB6382"/>
    <w:rsid w:val="00BB67A5"/>
    <w:rsid w:val="00BB6816"/>
    <w:rsid w:val="00BB6A43"/>
    <w:rsid w:val="00BB6A88"/>
    <w:rsid w:val="00BB6F99"/>
    <w:rsid w:val="00BB7022"/>
    <w:rsid w:val="00BB710C"/>
    <w:rsid w:val="00BB7183"/>
    <w:rsid w:val="00BB7194"/>
    <w:rsid w:val="00BB735B"/>
    <w:rsid w:val="00BB7646"/>
    <w:rsid w:val="00BB769C"/>
    <w:rsid w:val="00BB7770"/>
    <w:rsid w:val="00BB7935"/>
    <w:rsid w:val="00BB7C76"/>
    <w:rsid w:val="00BB7EB5"/>
    <w:rsid w:val="00BB7EB8"/>
    <w:rsid w:val="00BB7FA9"/>
    <w:rsid w:val="00BC03FC"/>
    <w:rsid w:val="00BC0610"/>
    <w:rsid w:val="00BC0806"/>
    <w:rsid w:val="00BC0810"/>
    <w:rsid w:val="00BC09AC"/>
    <w:rsid w:val="00BC09F3"/>
    <w:rsid w:val="00BC0C45"/>
    <w:rsid w:val="00BC0C5D"/>
    <w:rsid w:val="00BC0CC0"/>
    <w:rsid w:val="00BC0E88"/>
    <w:rsid w:val="00BC107B"/>
    <w:rsid w:val="00BC11A4"/>
    <w:rsid w:val="00BC124C"/>
    <w:rsid w:val="00BC1497"/>
    <w:rsid w:val="00BC1557"/>
    <w:rsid w:val="00BC175A"/>
    <w:rsid w:val="00BC1793"/>
    <w:rsid w:val="00BC17A2"/>
    <w:rsid w:val="00BC17BB"/>
    <w:rsid w:val="00BC18C9"/>
    <w:rsid w:val="00BC1981"/>
    <w:rsid w:val="00BC199D"/>
    <w:rsid w:val="00BC19D1"/>
    <w:rsid w:val="00BC1A24"/>
    <w:rsid w:val="00BC1C3F"/>
    <w:rsid w:val="00BC1CCE"/>
    <w:rsid w:val="00BC1CD1"/>
    <w:rsid w:val="00BC1E6A"/>
    <w:rsid w:val="00BC1E90"/>
    <w:rsid w:val="00BC2043"/>
    <w:rsid w:val="00BC2153"/>
    <w:rsid w:val="00BC224B"/>
    <w:rsid w:val="00BC240F"/>
    <w:rsid w:val="00BC2814"/>
    <w:rsid w:val="00BC2A57"/>
    <w:rsid w:val="00BC2ACE"/>
    <w:rsid w:val="00BC2AE2"/>
    <w:rsid w:val="00BC2DC5"/>
    <w:rsid w:val="00BC2F65"/>
    <w:rsid w:val="00BC2FF0"/>
    <w:rsid w:val="00BC3544"/>
    <w:rsid w:val="00BC35BF"/>
    <w:rsid w:val="00BC3BB7"/>
    <w:rsid w:val="00BC3C40"/>
    <w:rsid w:val="00BC3CBD"/>
    <w:rsid w:val="00BC3D91"/>
    <w:rsid w:val="00BC4077"/>
    <w:rsid w:val="00BC42D3"/>
    <w:rsid w:val="00BC441B"/>
    <w:rsid w:val="00BC468D"/>
    <w:rsid w:val="00BC46E8"/>
    <w:rsid w:val="00BC4B74"/>
    <w:rsid w:val="00BC4E66"/>
    <w:rsid w:val="00BC510C"/>
    <w:rsid w:val="00BC52C4"/>
    <w:rsid w:val="00BC533F"/>
    <w:rsid w:val="00BC5861"/>
    <w:rsid w:val="00BC58BC"/>
    <w:rsid w:val="00BC59B6"/>
    <w:rsid w:val="00BC5AB7"/>
    <w:rsid w:val="00BC6294"/>
    <w:rsid w:val="00BC62E2"/>
    <w:rsid w:val="00BC6359"/>
    <w:rsid w:val="00BC64C1"/>
    <w:rsid w:val="00BC652E"/>
    <w:rsid w:val="00BC6607"/>
    <w:rsid w:val="00BC6A8E"/>
    <w:rsid w:val="00BC6B47"/>
    <w:rsid w:val="00BC6D05"/>
    <w:rsid w:val="00BC6EE4"/>
    <w:rsid w:val="00BC6F6E"/>
    <w:rsid w:val="00BC7007"/>
    <w:rsid w:val="00BC711B"/>
    <w:rsid w:val="00BC71C6"/>
    <w:rsid w:val="00BC7472"/>
    <w:rsid w:val="00BC74C6"/>
    <w:rsid w:val="00BC75C2"/>
    <w:rsid w:val="00BC77DC"/>
    <w:rsid w:val="00BC7871"/>
    <w:rsid w:val="00BC78F3"/>
    <w:rsid w:val="00BC78F4"/>
    <w:rsid w:val="00BC7950"/>
    <w:rsid w:val="00BC79E6"/>
    <w:rsid w:val="00BC7D37"/>
    <w:rsid w:val="00BC7D3B"/>
    <w:rsid w:val="00BD0021"/>
    <w:rsid w:val="00BD05B7"/>
    <w:rsid w:val="00BD05BE"/>
    <w:rsid w:val="00BD073F"/>
    <w:rsid w:val="00BD0AFE"/>
    <w:rsid w:val="00BD0E14"/>
    <w:rsid w:val="00BD0FBF"/>
    <w:rsid w:val="00BD110B"/>
    <w:rsid w:val="00BD124D"/>
    <w:rsid w:val="00BD133D"/>
    <w:rsid w:val="00BD1459"/>
    <w:rsid w:val="00BD149C"/>
    <w:rsid w:val="00BD157D"/>
    <w:rsid w:val="00BD1732"/>
    <w:rsid w:val="00BD1987"/>
    <w:rsid w:val="00BD1989"/>
    <w:rsid w:val="00BD19F8"/>
    <w:rsid w:val="00BD1D99"/>
    <w:rsid w:val="00BD1E97"/>
    <w:rsid w:val="00BD1F00"/>
    <w:rsid w:val="00BD1F01"/>
    <w:rsid w:val="00BD21F5"/>
    <w:rsid w:val="00BD2281"/>
    <w:rsid w:val="00BD2295"/>
    <w:rsid w:val="00BD22E0"/>
    <w:rsid w:val="00BD2334"/>
    <w:rsid w:val="00BD236D"/>
    <w:rsid w:val="00BD246A"/>
    <w:rsid w:val="00BD2532"/>
    <w:rsid w:val="00BD25E1"/>
    <w:rsid w:val="00BD28F8"/>
    <w:rsid w:val="00BD2FCB"/>
    <w:rsid w:val="00BD3012"/>
    <w:rsid w:val="00BD3075"/>
    <w:rsid w:val="00BD3201"/>
    <w:rsid w:val="00BD326F"/>
    <w:rsid w:val="00BD3BD0"/>
    <w:rsid w:val="00BD3C47"/>
    <w:rsid w:val="00BD3C58"/>
    <w:rsid w:val="00BD3FD4"/>
    <w:rsid w:val="00BD43AA"/>
    <w:rsid w:val="00BD45AA"/>
    <w:rsid w:val="00BD46CD"/>
    <w:rsid w:val="00BD4A64"/>
    <w:rsid w:val="00BD4B30"/>
    <w:rsid w:val="00BD4B4D"/>
    <w:rsid w:val="00BD4BB6"/>
    <w:rsid w:val="00BD4BFF"/>
    <w:rsid w:val="00BD4CC9"/>
    <w:rsid w:val="00BD4DD0"/>
    <w:rsid w:val="00BD4E56"/>
    <w:rsid w:val="00BD4EAA"/>
    <w:rsid w:val="00BD4F6D"/>
    <w:rsid w:val="00BD545B"/>
    <w:rsid w:val="00BD55F2"/>
    <w:rsid w:val="00BD56DE"/>
    <w:rsid w:val="00BD58C3"/>
    <w:rsid w:val="00BD5969"/>
    <w:rsid w:val="00BD5AB8"/>
    <w:rsid w:val="00BD5AC6"/>
    <w:rsid w:val="00BD5FD8"/>
    <w:rsid w:val="00BD6047"/>
    <w:rsid w:val="00BD6092"/>
    <w:rsid w:val="00BD61F6"/>
    <w:rsid w:val="00BD67BF"/>
    <w:rsid w:val="00BD684F"/>
    <w:rsid w:val="00BD68B7"/>
    <w:rsid w:val="00BD6936"/>
    <w:rsid w:val="00BD6B6A"/>
    <w:rsid w:val="00BD6C33"/>
    <w:rsid w:val="00BD6C8C"/>
    <w:rsid w:val="00BD6D0E"/>
    <w:rsid w:val="00BD6DA9"/>
    <w:rsid w:val="00BD6EDA"/>
    <w:rsid w:val="00BD70FB"/>
    <w:rsid w:val="00BD7178"/>
    <w:rsid w:val="00BD7690"/>
    <w:rsid w:val="00BD778C"/>
    <w:rsid w:val="00BD77BC"/>
    <w:rsid w:val="00BD77F2"/>
    <w:rsid w:val="00BD79F3"/>
    <w:rsid w:val="00BD7A8A"/>
    <w:rsid w:val="00BD7AA2"/>
    <w:rsid w:val="00BD7D74"/>
    <w:rsid w:val="00BD7EA1"/>
    <w:rsid w:val="00BD7EE4"/>
    <w:rsid w:val="00BD7F83"/>
    <w:rsid w:val="00BE01F9"/>
    <w:rsid w:val="00BE0315"/>
    <w:rsid w:val="00BE082B"/>
    <w:rsid w:val="00BE085C"/>
    <w:rsid w:val="00BE08CB"/>
    <w:rsid w:val="00BE0BC9"/>
    <w:rsid w:val="00BE0D68"/>
    <w:rsid w:val="00BE0F93"/>
    <w:rsid w:val="00BE0FF2"/>
    <w:rsid w:val="00BE106D"/>
    <w:rsid w:val="00BE1168"/>
    <w:rsid w:val="00BE11A5"/>
    <w:rsid w:val="00BE12BF"/>
    <w:rsid w:val="00BE1363"/>
    <w:rsid w:val="00BE14C5"/>
    <w:rsid w:val="00BE1805"/>
    <w:rsid w:val="00BE181F"/>
    <w:rsid w:val="00BE1A07"/>
    <w:rsid w:val="00BE1C3F"/>
    <w:rsid w:val="00BE1C79"/>
    <w:rsid w:val="00BE1CA1"/>
    <w:rsid w:val="00BE1FB2"/>
    <w:rsid w:val="00BE1FBA"/>
    <w:rsid w:val="00BE20E5"/>
    <w:rsid w:val="00BE2110"/>
    <w:rsid w:val="00BE21E5"/>
    <w:rsid w:val="00BE21FD"/>
    <w:rsid w:val="00BE233F"/>
    <w:rsid w:val="00BE2723"/>
    <w:rsid w:val="00BE2724"/>
    <w:rsid w:val="00BE281E"/>
    <w:rsid w:val="00BE2941"/>
    <w:rsid w:val="00BE2CF9"/>
    <w:rsid w:val="00BE2EF6"/>
    <w:rsid w:val="00BE2F6B"/>
    <w:rsid w:val="00BE3534"/>
    <w:rsid w:val="00BE35AE"/>
    <w:rsid w:val="00BE35DC"/>
    <w:rsid w:val="00BE35E5"/>
    <w:rsid w:val="00BE3AB4"/>
    <w:rsid w:val="00BE3B3A"/>
    <w:rsid w:val="00BE3B3E"/>
    <w:rsid w:val="00BE3D83"/>
    <w:rsid w:val="00BE4149"/>
    <w:rsid w:val="00BE4241"/>
    <w:rsid w:val="00BE4558"/>
    <w:rsid w:val="00BE4618"/>
    <w:rsid w:val="00BE47A9"/>
    <w:rsid w:val="00BE482E"/>
    <w:rsid w:val="00BE4855"/>
    <w:rsid w:val="00BE4F22"/>
    <w:rsid w:val="00BE4F3D"/>
    <w:rsid w:val="00BE5265"/>
    <w:rsid w:val="00BE54EA"/>
    <w:rsid w:val="00BE551F"/>
    <w:rsid w:val="00BE565F"/>
    <w:rsid w:val="00BE5724"/>
    <w:rsid w:val="00BE572E"/>
    <w:rsid w:val="00BE584C"/>
    <w:rsid w:val="00BE5A14"/>
    <w:rsid w:val="00BE5BC0"/>
    <w:rsid w:val="00BE5C90"/>
    <w:rsid w:val="00BE5CF9"/>
    <w:rsid w:val="00BE606F"/>
    <w:rsid w:val="00BE6166"/>
    <w:rsid w:val="00BE61FE"/>
    <w:rsid w:val="00BE654B"/>
    <w:rsid w:val="00BE67C8"/>
    <w:rsid w:val="00BE6A7C"/>
    <w:rsid w:val="00BE6AEC"/>
    <w:rsid w:val="00BE6CF9"/>
    <w:rsid w:val="00BE6D91"/>
    <w:rsid w:val="00BE6DF1"/>
    <w:rsid w:val="00BE7034"/>
    <w:rsid w:val="00BE7125"/>
    <w:rsid w:val="00BE7265"/>
    <w:rsid w:val="00BE7377"/>
    <w:rsid w:val="00BE737F"/>
    <w:rsid w:val="00BE739B"/>
    <w:rsid w:val="00BE73E4"/>
    <w:rsid w:val="00BE7403"/>
    <w:rsid w:val="00BE7421"/>
    <w:rsid w:val="00BE7439"/>
    <w:rsid w:val="00BE7828"/>
    <w:rsid w:val="00BE7904"/>
    <w:rsid w:val="00BE7937"/>
    <w:rsid w:val="00BE79FE"/>
    <w:rsid w:val="00BE7BF4"/>
    <w:rsid w:val="00BE7DB1"/>
    <w:rsid w:val="00BF01AC"/>
    <w:rsid w:val="00BF01F5"/>
    <w:rsid w:val="00BF02FA"/>
    <w:rsid w:val="00BF072E"/>
    <w:rsid w:val="00BF0B49"/>
    <w:rsid w:val="00BF0C51"/>
    <w:rsid w:val="00BF0EF5"/>
    <w:rsid w:val="00BF101A"/>
    <w:rsid w:val="00BF1184"/>
    <w:rsid w:val="00BF180A"/>
    <w:rsid w:val="00BF1983"/>
    <w:rsid w:val="00BF1A1E"/>
    <w:rsid w:val="00BF1C65"/>
    <w:rsid w:val="00BF1C82"/>
    <w:rsid w:val="00BF1FD3"/>
    <w:rsid w:val="00BF203D"/>
    <w:rsid w:val="00BF2197"/>
    <w:rsid w:val="00BF2551"/>
    <w:rsid w:val="00BF2707"/>
    <w:rsid w:val="00BF273D"/>
    <w:rsid w:val="00BF2874"/>
    <w:rsid w:val="00BF288A"/>
    <w:rsid w:val="00BF2905"/>
    <w:rsid w:val="00BF2B70"/>
    <w:rsid w:val="00BF2C9F"/>
    <w:rsid w:val="00BF2D98"/>
    <w:rsid w:val="00BF2DAF"/>
    <w:rsid w:val="00BF32FB"/>
    <w:rsid w:val="00BF349B"/>
    <w:rsid w:val="00BF3648"/>
    <w:rsid w:val="00BF3D30"/>
    <w:rsid w:val="00BF3D42"/>
    <w:rsid w:val="00BF3DA0"/>
    <w:rsid w:val="00BF3DBA"/>
    <w:rsid w:val="00BF3FE0"/>
    <w:rsid w:val="00BF40B8"/>
    <w:rsid w:val="00BF4417"/>
    <w:rsid w:val="00BF445A"/>
    <w:rsid w:val="00BF462A"/>
    <w:rsid w:val="00BF475C"/>
    <w:rsid w:val="00BF48E4"/>
    <w:rsid w:val="00BF4938"/>
    <w:rsid w:val="00BF4AC9"/>
    <w:rsid w:val="00BF4AD9"/>
    <w:rsid w:val="00BF4B03"/>
    <w:rsid w:val="00BF4BBE"/>
    <w:rsid w:val="00BF4C43"/>
    <w:rsid w:val="00BF4C96"/>
    <w:rsid w:val="00BF4DCD"/>
    <w:rsid w:val="00BF4E79"/>
    <w:rsid w:val="00BF5270"/>
    <w:rsid w:val="00BF5292"/>
    <w:rsid w:val="00BF53ED"/>
    <w:rsid w:val="00BF56BB"/>
    <w:rsid w:val="00BF571B"/>
    <w:rsid w:val="00BF5795"/>
    <w:rsid w:val="00BF596E"/>
    <w:rsid w:val="00BF5FA5"/>
    <w:rsid w:val="00BF633C"/>
    <w:rsid w:val="00BF661F"/>
    <w:rsid w:val="00BF6A21"/>
    <w:rsid w:val="00BF6B33"/>
    <w:rsid w:val="00BF6B34"/>
    <w:rsid w:val="00BF6D94"/>
    <w:rsid w:val="00BF6E06"/>
    <w:rsid w:val="00BF6F05"/>
    <w:rsid w:val="00BF71B1"/>
    <w:rsid w:val="00BF7209"/>
    <w:rsid w:val="00BF7332"/>
    <w:rsid w:val="00BF7607"/>
    <w:rsid w:val="00BF766A"/>
    <w:rsid w:val="00BF7695"/>
    <w:rsid w:val="00BF7828"/>
    <w:rsid w:val="00BF78AA"/>
    <w:rsid w:val="00BF79C0"/>
    <w:rsid w:val="00BF7A49"/>
    <w:rsid w:val="00BF7DAA"/>
    <w:rsid w:val="00BF7F4B"/>
    <w:rsid w:val="00C00327"/>
    <w:rsid w:val="00C0063F"/>
    <w:rsid w:val="00C00933"/>
    <w:rsid w:val="00C00B55"/>
    <w:rsid w:val="00C00BFD"/>
    <w:rsid w:val="00C01096"/>
    <w:rsid w:val="00C013EC"/>
    <w:rsid w:val="00C019AF"/>
    <w:rsid w:val="00C01C67"/>
    <w:rsid w:val="00C01EEA"/>
    <w:rsid w:val="00C02252"/>
    <w:rsid w:val="00C025C8"/>
    <w:rsid w:val="00C0282A"/>
    <w:rsid w:val="00C029A8"/>
    <w:rsid w:val="00C029E2"/>
    <w:rsid w:val="00C02D9C"/>
    <w:rsid w:val="00C02DA0"/>
    <w:rsid w:val="00C02E15"/>
    <w:rsid w:val="00C0311D"/>
    <w:rsid w:val="00C03482"/>
    <w:rsid w:val="00C03518"/>
    <w:rsid w:val="00C03536"/>
    <w:rsid w:val="00C03749"/>
    <w:rsid w:val="00C038BC"/>
    <w:rsid w:val="00C03C1A"/>
    <w:rsid w:val="00C03CAD"/>
    <w:rsid w:val="00C03CF8"/>
    <w:rsid w:val="00C03F66"/>
    <w:rsid w:val="00C041E4"/>
    <w:rsid w:val="00C043BA"/>
    <w:rsid w:val="00C04470"/>
    <w:rsid w:val="00C0467D"/>
    <w:rsid w:val="00C04A84"/>
    <w:rsid w:val="00C04B83"/>
    <w:rsid w:val="00C04C1B"/>
    <w:rsid w:val="00C04CFB"/>
    <w:rsid w:val="00C04D86"/>
    <w:rsid w:val="00C04D9D"/>
    <w:rsid w:val="00C04E22"/>
    <w:rsid w:val="00C04E66"/>
    <w:rsid w:val="00C04EA5"/>
    <w:rsid w:val="00C0523A"/>
    <w:rsid w:val="00C052CE"/>
    <w:rsid w:val="00C05659"/>
    <w:rsid w:val="00C056E9"/>
    <w:rsid w:val="00C05713"/>
    <w:rsid w:val="00C057D8"/>
    <w:rsid w:val="00C05833"/>
    <w:rsid w:val="00C0588F"/>
    <w:rsid w:val="00C059AB"/>
    <w:rsid w:val="00C05AA9"/>
    <w:rsid w:val="00C05AD2"/>
    <w:rsid w:val="00C05C98"/>
    <w:rsid w:val="00C05F78"/>
    <w:rsid w:val="00C05F7C"/>
    <w:rsid w:val="00C062AC"/>
    <w:rsid w:val="00C06437"/>
    <w:rsid w:val="00C06552"/>
    <w:rsid w:val="00C0662E"/>
    <w:rsid w:val="00C06938"/>
    <w:rsid w:val="00C069C0"/>
    <w:rsid w:val="00C06E04"/>
    <w:rsid w:val="00C071B2"/>
    <w:rsid w:val="00C072FB"/>
    <w:rsid w:val="00C07386"/>
    <w:rsid w:val="00C075BB"/>
    <w:rsid w:val="00C075F6"/>
    <w:rsid w:val="00C07638"/>
    <w:rsid w:val="00C079E1"/>
    <w:rsid w:val="00C07C1B"/>
    <w:rsid w:val="00C07D68"/>
    <w:rsid w:val="00C07D72"/>
    <w:rsid w:val="00C10135"/>
    <w:rsid w:val="00C101BC"/>
    <w:rsid w:val="00C10275"/>
    <w:rsid w:val="00C104E0"/>
    <w:rsid w:val="00C1061A"/>
    <w:rsid w:val="00C10837"/>
    <w:rsid w:val="00C10BEA"/>
    <w:rsid w:val="00C10D07"/>
    <w:rsid w:val="00C1101C"/>
    <w:rsid w:val="00C110B9"/>
    <w:rsid w:val="00C113E8"/>
    <w:rsid w:val="00C11513"/>
    <w:rsid w:val="00C11577"/>
    <w:rsid w:val="00C11A11"/>
    <w:rsid w:val="00C11DC3"/>
    <w:rsid w:val="00C11EA0"/>
    <w:rsid w:val="00C11FA8"/>
    <w:rsid w:val="00C11FE5"/>
    <w:rsid w:val="00C121F4"/>
    <w:rsid w:val="00C12222"/>
    <w:rsid w:val="00C1241F"/>
    <w:rsid w:val="00C12483"/>
    <w:rsid w:val="00C1282B"/>
    <w:rsid w:val="00C129AB"/>
    <w:rsid w:val="00C12AF5"/>
    <w:rsid w:val="00C12B0B"/>
    <w:rsid w:val="00C12EC4"/>
    <w:rsid w:val="00C12EEA"/>
    <w:rsid w:val="00C1302A"/>
    <w:rsid w:val="00C13356"/>
    <w:rsid w:val="00C134D1"/>
    <w:rsid w:val="00C137C6"/>
    <w:rsid w:val="00C13932"/>
    <w:rsid w:val="00C139CE"/>
    <w:rsid w:val="00C13C81"/>
    <w:rsid w:val="00C13FFC"/>
    <w:rsid w:val="00C1409C"/>
    <w:rsid w:val="00C14189"/>
    <w:rsid w:val="00C141E4"/>
    <w:rsid w:val="00C142C6"/>
    <w:rsid w:val="00C14796"/>
    <w:rsid w:val="00C14A2F"/>
    <w:rsid w:val="00C14B96"/>
    <w:rsid w:val="00C14C24"/>
    <w:rsid w:val="00C14C92"/>
    <w:rsid w:val="00C14FBE"/>
    <w:rsid w:val="00C152D7"/>
    <w:rsid w:val="00C153F0"/>
    <w:rsid w:val="00C15406"/>
    <w:rsid w:val="00C154CB"/>
    <w:rsid w:val="00C1551E"/>
    <w:rsid w:val="00C15913"/>
    <w:rsid w:val="00C1593C"/>
    <w:rsid w:val="00C15B63"/>
    <w:rsid w:val="00C15DA9"/>
    <w:rsid w:val="00C15F57"/>
    <w:rsid w:val="00C15F81"/>
    <w:rsid w:val="00C15F92"/>
    <w:rsid w:val="00C16091"/>
    <w:rsid w:val="00C16297"/>
    <w:rsid w:val="00C1649E"/>
    <w:rsid w:val="00C164EE"/>
    <w:rsid w:val="00C165EF"/>
    <w:rsid w:val="00C165F5"/>
    <w:rsid w:val="00C16B23"/>
    <w:rsid w:val="00C16C83"/>
    <w:rsid w:val="00C170BE"/>
    <w:rsid w:val="00C17118"/>
    <w:rsid w:val="00C178AC"/>
    <w:rsid w:val="00C17B1F"/>
    <w:rsid w:val="00C17BF9"/>
    <w:rsid w:val="00C17C79"/>
    <w:rsid w:val="00C17FA5"/>
    <w:rsid w:val="00C17FB1"/>
    <w:rsid w:val="00C200AF"/>
    <w:rsid w:val="00C20240"/>
    <w:rsid w:val="00C20556"/>
    <w:rsid w:val="00C2059E"/>
    <w:rsid w:val="00C20618"/>
    <w:rsid w:val="00C207E7"/>
    <w:rsid w:val="00C20C8F"/>
    <w:rsid w:val="00C20CAE"/>
    <w:rsid w:val="00C20F46"/>
    <w:rsid w:val="00C20FAF"/>
    <w:rsid w:val="00C2105A"/>
    <w:rsid w:val="00C214F4"/>
    <w:rsid w:val="00C2158C"/>
    <w:rsid w:val="00C21A0B"/>
    <w:rsid w:val="00C21D4A"/>
    <w:rsid w:val="00C22301"/>
    <w:rsid w:val="00C2236D"/>
    <w:rsid w:val="00C22398"/>
    <w:rsid w:val="00C223DF"/>
    <w:rsid w:val="00C22415"/>
    <w:rsid w:val="00C224AA"/>
    <w:rsid w:val="00C226F8"/>
    <w:rsid w:val="00C228C9"/>
    <w:rsid w:val="00C22BC9"/>
    <w:rsid w:val="00C22FB8"/>
    <w:rsid w:val="00C22FC6"/>
    <w:rsid w:val="00C23280"/>
    <w:rsid w:val="00C2332A"/>
    <w:rsid w:val="00C23354"/>
    <w:rsid w:val="00C233F4"/>
    <w:rsid w:val="00C23418"/>
    <w:rsid w:val="00C2342E"/>
    <w:rsid w:val="00C2355D"/>
    <w:rsid w:val="00C2362F"/>
    <w:rsid w:val="00C238D4"/>
    <w:rsid w:val="00C23B33"/>
    <w:rsid w:val="00C23BBE"/>
    <w:rsid w:val="00C23CE4"/>
    <w:rsid w:val="00C23FDE"/>
    <w:rsid w:val="00C23FF8"/>
    <w:rsid w:val="00C2415D"/>
    <w:rsid w:val="00C241E5"/>
    <w:rsid w:val="00C2420B"/>
    <w:rsid w:val="00C243A6"/>
    <w:rsid w:val="00C245C8"/>
    <w:rsid w:val="00C24663"/>
    <w:rsid w:val="00C24681"/>
    <w:rsid w:val="00C2479C"/>
    <w:rsid w:val="00C24A8F"/>
    <w:rsid w:val="00C24ADD"/>
    <w:rsid w:val="00C24AEC"/>
    <w:rsid w:val="00C24BB6"/>
    <w:rsid w:val="00C24BE4"/>
    <w:rsid w:val="00C24CB2"/>
    <w:rsid w:val="00C24CCF"/>
    <w:rsid w:val="00C24DBD"/>
    <w:rsid w:val="00C250B6"/>
    <w:rsid w:val="00C2522E"/>
    <w:rsid w:val="00C252E0"/>
    <w:rsid w:val="00C25368"/>
    <w:rsid w:val="00C256BE"/>
    <w:rsid w:val="00C2577D"/>
    <w:rsid w:val="00C25918"/>
    <w:rsid w:val="00C25994"/>
    <w:rsid w:val="00C25C1E"/>
    <w:rsid w:val="00C25C78"/>
    <w:rsid w:val="00C25D72"/>
    <w:rsid w:val="00C26066"/>
    <w:rsid w:val="00C26203"/>
    <w:rsid w:val="00C262AE"/>
    <w:rsid w:val="00C262AF"/>
    <w:rsid w:val="00C26425"/>
    <w:rsid w:val="00C26700"/>
    <w:rsid w:val="00C26740"/>
    <w:rsid w:val="00C26881"/>
    <w:rsid w:val="00C268F5"/>
    <w:rsid w:val="00C269E9"/>
    <w:rsid w:val="00C26A15"/>
    <w:rsid w:val="00C26B7D"/>
    <w:rsid w:val="00C26D5E"/>
    <w:rsid w:val="00C272AF"/>
    <w:rsid w:val="00C274A0"/>
    <w:rsid w:val="00C275C4"/>
    <w:rsid w:val="00C27728"/>
    <w:rsid w:val="00C27B8B"/>
    <w:rsid w:val="00C27CCD"/>
    <w:rsid w:val="00C27D69"/>
    <w:rsid w:val="00C27E88"/>
    <w:rsid w:val="00C27EF3"/>
    <w:rsid w:val="00C27F0A"/>
    <w:rsid w:val="00C3001E"/>
    <w:rsid w:val="00C30063"/>
    <w:rsid w:val="00C30097"/>
    <w:rsid w:val="00C3009C"/>
    <w:rsid w:val="00C302D9"/>
    <w:rsid w:val="00C30554"/>
    <w:rsid w:val="00C306F4"/>
    <w:rsid w:val="00C30AA8"/>
    <w:rsid w:val="00C30E67"/>
    <w:rsid w:val="00C30FD8"/>
    <w:rsid w:val="00C314D8"/>
    <w:rsid w:val="00C318EA"/>
    <w:rsid w:val="00C31D7A"/>
    <w:rsid w:val="00C32067"/>
    <w:rsid w:val="00C320E3"/>
    <w:rsid w:val="00C32256"/>
    <w:rsid w:val="00C3242B"/>
    <w:rsid w:val="00C32685"/>
    <w:rsid w:val="00C3276C"/>
    <w:rsid w:val="00C32C54"/>
    <w:rsid w:val="00C32C99"/>
    <w:rsid w:val="00C32D96"/>
    <w:rsid w:val="00C32F2C"/>
    <w:rsid w:val="00C32FE9"/>
    <w:rsid w:val="00C33174"/>
    <w:rsid w:val="00C33190"/>
    <w:rsid w:val="00C33343"/>
    <w:rsid w:val="00C33C2F"/>
    <w:rsid w:val="00C33D99"/>
    <w:rsid w:val="00C33DAD"/>
    <w:rsid w:val="00C33E3A"/>
    <w:rsid w:val="00C33FAD"/>
    <w:rsid w:val="00C34211"/>
    <w:rsid w:val="00C34363"/>
    <w:rsid w:val="00C34AE0"/>
    <w:rsid w:val="00C34C1E"/>
    <w:rsid w:val="00C34D04"/>
    <w:rsid w:val="00C34ECA"/>
    <w:rsid w:val="00C34F60"/>
    <w:rsid w:val="00C34F8F"/>
    <w:rsid w:val="00C3518C"/>
    <w:rsid w:val="00C3560A"/>
    <w:rsid w:val="00C356C2"/>
    <w:rsid w:val="00C3585D"/>
    <w:rsid w:val="00C35962"/>
    <w:rsid w:val="00C35B10"/>
    <w:rsid w:val="00C35D11"/>
    <w:rsid w:val="00C35D8E"/>
    <w:rsid w:val="00C35EC2"/>
    <w:rsid w:val="00C36079"/>
    <w:rsid w:val="00C360A8"/>
    <w:rsid w:val="00C3638F"/>
    <w:rsid w:val="00C36446"/>
    <w:rsid w:val="00C3653B"/>
    <w:rsid w:val="00C36679"/>
    <w:rsid w:val="00C367AD"/>
    <w:rsid w:val="00C36A16"/>
    <w:rsid w:val="00C36B01"/>
    <w:rsid w:val="00C36C33"/>
    <w:rsid w:val="00C36E73"/>
    <w:rsid w:val="00C36EB3"/>
    <w:rsid w:val="00C36F7F"/>
    <w:rsid w:val="00C370B5"/>
    <w:rsid w:val="00C374F0"/>
    <w:rsid w:val="00C37A08"/>
    <w:rsid w:val="00C37A25"/>
    <w:rsid w:val="00C37D64"/>
    <w:rsid w:val="00C40063"/>
    <w:rsid w:val="00C4012C"/>
    <w:rsid w:val="00C40341"/>
    <w:rsid w:val="00C40923"/>
    <w:rsid w:val="00C40B20"/>
    <w:rsid w:val="00C40C85"/>
    <w:rsid w:val="00C40CDC"/>
    <w:rsid w:val="00C40FF3"/>
    <w:rsid w:val="00C41139"/>
    <w:rsid w:val="00C41395"/>
    <w:rsid w:val="00C413BC"/>
    <w:rsid w:val="00C413C2"/>
    <w:rsid w:val="00C41550"/>
    <w:rsid w:val="00C41922"/>
    <w:rsid w:val="00C419EB"/>
    <w:rsid w:val="00C41B3B"/>
    <w:rsid w:val="00C41C54"/>
    <w:rsid w:val="00C4203B"/>
    <w:rsid w:val="00C421FB"/>
    <w:rsid w:val="00C4229F"/>
    <w:rsid w:val="00C422D8"/>
    <w:rsid w:val="00C4233B"/>
    <w:rsid w:val="00C423DF"/>
    <w:rsid w:val="00C4241E"/>
    <w:rsid w:val="00C4248E"/>
    <w:rsid w:val="00C425C5"/>
    <w:rsid w:val="00C425CB"/>
    <w:rsid w:val="00C4262D"/>
    <w:rsid w:val="00C42644"/>
    <w:rsid w:val="00C426BB"/>
    <w:rsid w:val="00C42753"/>
    <w:rsid w:val="00C42AF8"/>
    <w:rsid w:val="00C42C8B"/>
    <w:rsid w:val="00C42CCF"/>
    <w:rsid w:val="00C42E1B"/>
    <w:rsid w:val="00C42FAD"/>
    <w:rsid w:val="00C43022"/>
    <w:rsid w:val="00C433A7"/>
    <w:rsid w:val="00C433CD"/>
    <w:rsid w:val="00C4340C"/>
    <w:rsid w:val="00C436CB"/>
    <w:rsid w:val="00C436E7"/>
    <w:rsid w:val="00C43794"/>
    <w:rsid w:val="00C43816"/>
    <w:rsid w:val="00C43A1B"/>
    <w:rsid w:val="00C4401A"/>
    <w:rsid w:val="00C4432C"/>
    <w:rsid w:val="00C44350"/>
    <w:rsid w:val="00C444A7"/>
    <w:rsid w:val="00C445F4"/>
    <w:rsid w:val="00C447CB"/>
    <w:rsid w:val="00C44C4B"/>
    <w:rsid w:val="00C44D40"/>
    <w:rsid w:val="00C4508E"/>
    <w:rsid w:val="00C450E0"/>
    <w:rsid w:val="00C450F8"/>
    <w:rsid w:val="00C451D6"/>
    <w:rsid w:val="00C45230"/>
    <w:rsid w:val="00C4531E"/>
    <w:rsid w:val="00C4541C"/>
    <w:rsid w:val="00C457E5"/>
    <w:rsid w:val="00C4588D"/>
    <w:rsid w:val="00C45A5D"/>
    <w:rsid w:val="00C45B40"/>
    <w:rsid w:val="00C45B82"/>
    <w:rsid w:val="00C45C63"/>
    <w:rsid w:val="00C45DCB"/>
    <w:rsid w:val="00C45DF2"/>
    <w:rsid w:val="00C45E88"/>
    <w:rsid w:val="00C4605D"/>
    <w:rsid w:val="00C46066"/>
    <w:rsid w:val="00C4629D"/>
    <w:rsid w:val="00C46580"/>
    <w:rsid w:val="00C4683F"/>
    <w:rsid w:val="00C46A98"/>
    <w:rsid w:val="00C46D90"/>
    <w:rsid w:val="00C46E10"/>
    <w:rsid w:val="00C46EC3"/>
    <w:rsid w:val="00C4707F"/>
    <w:rsid w:val="00C47147"/>
    <w:rsid w:val="00C47184"/>
    <w:rsid w:val="00C471DB"/>
    <w:rsid w:val="00C47213"/>
    <w:rsid w:val="00C47240"/>
    <w:rsid w:val="00C4731D"/>
    <w:rsid w:val="00C47324"/>
    <w:rsid w:val="00C47432"/>
    <w:rsid w:val="00C4745F"/>
    <w:rsid w:val="00C47653"/>
    <w:rsid w:val="00C47955"/>
    <w:rsid w:val="00C47AEB"/>
    <w:rsid w:val="00C47E29"/>
    <w:rsid w:val="00C500D3"/>
    <w:rsid w:val="00C5029B"/>
    <w:rsid w:val="00C50466"/>
    <w:rsid w:val="00C509AF"/>
    <w:rsid w:val="00C50B6A"/>
    <w:rsid w:val="00C50D7C"/>
    <w:rsid w:val="00C50E2E"/>
    <w:rsid w:val="00C51289"/>
    <w:rsid w:val="00C5145C"/>
    <w:rsid w:val="00C5152B"/>
    <w:rsid w:val="00C5163A"/>
    <w:rsid w:val="00C516FE"/>
    <w:rsid w:val="00C5188A"/>
    <w:rsid w:val="00C5196B"/>
    <w:rsid w:val="00C519E9"/>
    <w:rsid w:val="00C51A59"/>
    <w:rsid w:val="00C51AD1"/>
    <w:rsid w:val="00C51B61"/>
    <w:rsid w:val="00C51C39"/>
    <w:rsid w:val="00C51E15"/>
    <w:rsid w:val="00C51E41"/>
    <w:rsid w:val="00C51E67"/>
    <w:rsid w:val="00C5212B"/>
    <w:rsid w:val="00C5218C"/>
    <w:rsid w:val="00C52967"/>
    <w:rsid w:val="00C531D8"/>
    <w:rsid w:val="00C5328B"/>
    <w:rsid w:val="00C534D6"/>
    <w:rsid w:val="00C5354D"/>
    <w:rsid w:val="00C53621"/>
    <w:rsid w:val="00C53676"/>
    <w:rsid w:val="00C53754"/>
    <w:rsid w:val="00C537A0"/>
    <w:rsid w:val="00C537DD"/>
    <w:rsid w:val="00C538C9"/>
    <w:rsid w:val="00C5396B"/>
    <w:rsid w:val="00C53A41"/>
    <w:rsid w:val="00C53A51"/>
    <w:rsid w:val="00C53B28"/>
    <w:rsid w:val="00C53B96"/>
    <w:rsid w:val="00C53C40"/>
    <w:rsid w:val="00C541BA"/>
    <w:rsid w:val="00C544FE"/>
    <w:rsid w:val="00C547DD"/>
    <w:rsid w:val="00C54A42"/>
    <w:rsid w:val="00C54D58"/>
    <w:rsid w:val="00C54D7D"/>
    <w:rsid w:val="00C5500B"/>
    <w:rsid w:val="00C550AB"/>
    <w:rsid w:val="00C5519D"/>
    <w:rsid w:val="00C5538D"/>
    <w:rsid w:val="00C5585A"/>
    <w:rsid w:val="00C55898"/>
    <w:rsid w:val="00C55B1D"/>
    <w:rsid w:val="00C55C13"/>
    <w:rsid w:val="00C55C9B"/>
    <w:rsid w:val="00C560BB"/>
    <w:rsid w:val="00C56132"/>
    <w:rsid w:val="00C562EB"/>
    <w:rsid w:val="00C56512"/>
    <w:rsid w:val="00C5670B"/>
    <w:rsid w:val="00C56CA3"/>
    <w:rsid w:val="00C56D72"/>
    <w:rsid w:val="00C56F38"/>
    <w:rsid w:val="00C56FC6"/>
    <w:rsid w:val="00C5712E"/>
    <w:rsid w:val="00C57228"/>
    <w:rsid w:val="00C573B5"/>
    <w:rsid w:val="00C57647"/>
    <w:rsid w:val="00C57773"/>
    <w:rsid w:val="00C577BD"/>
    <w:rsid w:val="00C577CD"/>
    <w:rsid w:val="00C57850"/>
    <w:rsid w:val="00C57C38"/>
    <w:rsid w:val="00C57DE9"/>
    <w:rsid w:val="00C57FFD"/>
    <w:rsid w:val="00C60032"/>
    <w:rsid w:val="00C60098"/>
    <w:rsid w:val="00C603CC"/>
    <w:rsid w:val="00C60569"/>
    <w:rsid w:val="00C60814"/>
    <w:rsid w:val="00C60935"/>
    <w:rsid w:val="00C60AA7"/>
    <w:rsid w:val="00C60ACE"/>
    <w:rsid w:val="00C60D76"/>
    <w:rsid w:val="00C60EE7"/>
    <w:rsid w:val="00C612A9"/>
    <w:rsid w:val="00C6144E"/>
    <w:rsid w:val="00C61522"/>
    <w:rsid w:val="00C61622"/>
    <w:rsid w:val="00C6182D"/>
    <w:rsid w:val="00C61918"/>
    <w:rsid w:val="00C619A0"/>
    <w:rsid w:val="00C61DCB"/>
    <w:rsid w:val="00C6246D"/>
    <w:rsid w:val="00C62656"/>
    <w:rsid w:val="00C6266E"/>
    <w:rsid w:val="00C626E9"/>
    <w:rsid w:val="00C629B7"/>
    <w:rsid w:val="00C62C0F"/>
    <w:rsid w:val="00C62C45"/>
    <w:rsid w:val="00C62F55"/>
    <w:rsid w:val="00C62F91"/>
    <w:rsid w:val="00C63312"/>
    <w:rsid w:val="00C63348"/>
    <w:rsid w:val="00C63552"/>
    <w:rsid w:val="00C6369B"/>
    <w:rsid w:val="00C63A18"/>
    <w:rsid w:val="00C63C44"/>
    <w:rsid w:val="00C63E75"/>
    <w:rsid w:val="00C644F2"/>
    <w:rsid w:val="00C645D3"/>
    <w:rsid w:val="00C6477F"/>
    <w:rsid w:val="00C647DB"/>
    <w:rsid w:val="00C64947"/>
    <w:rsid w:val="00C64985"/>
    <w:rsid w:val="00C64986"/>
    <w:rsid w:val="00C64BEE"/>
    <w:rsid w:val="00C64C1D"/>
    <w:rsid w:val="00C64D99"/>
    <w:rsid w:val="00C650CB"/>
    <w:rsid w:val="00C654E3"/>
    <w:rsid w:val="00C6551F"/>
    <w:rsid w:val="00C655E3"/>
    <w:rsid w:val="00C65911"/>
    <w:rsid w:val="00C65A40"/>
    <w:rsid w:val="00C65A44"/>
    <w:rsid w:val="00C65D10"/>
    <w:rsid w:val="00C6601C"/>
    <w:rsid w:val="00C660F9"/>
    <w:rsid w:val="00C66170"/>
    <w:rsid w:val="00C661F8"/>
    <w:rsid w:val="00C66256"/>
    <w:rsid w:val="00C662EF"/>
    <w:rsid w:val="00C6636D"/>
    <w:rsid w:val="00C668BC"/>
    <w:rsid w:val="00C66906"/>
    <w:rsid w:val="00C66BB2"/>
    <w:rsid w:val="00C66C5E"/>
    <w:rsid w:val="00C66DE6"/>
    <w:rsid w:val="00C670B1"/>
    <w:rsid w:val="00C672E2"/>
    <w:rsid w:val="00C6735F"/>
    <w:rsid w:val="00C67458"/>
    <w:rsid w:val="00C67748"/>
    <w:rsid w:val="00C67997"/>
    <w:rsid w:val="00C67CEB"/>
    <w:rsid w:val="00C67FCF"/>
    <w:rsid w:val="00C70108"/>
    <w:rsid w:val="00C7029D"/>
    <w:rsid w:val="00C7042E"/>
    <w:rsid w:val="00C70526"/>
    <w:rsid w:val="00C70546"/>
    <w:rsid w:val="00C7090F"/>
    <w:rsid w:val="00C70C28"/>
    <w:rsid w:val="00C70D02"/>
    <w:rsid w:val="00C70E3F"/>
    <w:rsid w:val="00C71130"/>
    <w:rsid w:val="00C71373"/>
    <w:rsid w:val="00C71456"/>
    <w:rsid w:val="00C714EB"/>
    <w:rsid w:val="00C71605"/>
    <w:rsid w:val="00C71855"/>
    <w:rsid w:val="00C718B4"/>
    <w:rsid w:val="00C71902"/>
    <w:rsid w:val="00C71968"/>
    <w:rsid w:val="00C719AA"/>
    <w:rsid w:val="00C71A97"/>
    <w:rsid w:val="00C71B03"/>
    <w:rsid w:val="00C71CD4"/>
    <w:rsid w:val="00C71E54"/>
    <w:rsid w:val="00C72178"/>
    <w:rsid w:val="00C721A5"/>
    <w:rsid w:val="00C721C0"/>
    <w:rsid w:val="00C721C1"/>
    <w:rsid w:val="00C728B6"/>
    <w:rsid w:val="00C72AEA"/>
    <w:rsid w:val="00C72B6A"/>
    <w:rsid w:val="00C72C35"/>
    <w:rsid w:val="00C72C4A"/>
    <w:rsid w:val="00C72F16"/>
    <w:rsid w:val="00C732B7"/>
    <w:rsid w:val="00C734F8"/>
    <w:rsid w:val="00C73502"/>
    <w:rsid w:val="00C73703"/>
    <w:rsid w:val="00C737F7"/>
    <w:rsid w:val="00C73888"/>
    <w:rsid w:val="00C73A65"/>
    <w:rsid w:val="00C73A92"/>
    <w:rsid w:val="00C73DD4"/>
    <w:rsid w:val="00C73E25"/>
    <w:rsid w:val="00C73E61"/>
    <w:rsid w:val="00C73FDE"/>
    <w:rsid w:val="00C74100"/>
    <w:rsid w:val="00C741F3"/>
    <w:rsid w:val="00C74566"/>
    <w:rsid w:val="00C7478D"/>
    <w:rsid w:val="00C747CF"/>
    <w:rsid w:val="00C74EA4"/>
    <w:rsid w:val="00C74F9E"/>
    <w:rsid w:val="00C7502D"/>
    <w:rsid w:val="00C75248"/>
    <w:rsid w:val="00C75835"/>
    <w:rsid w:val="00C75A86"/>
    <w:rsid w:val="00C75D49"/>
    <w:rsid w:val="00C75D86"/>
    <w:rsid w:val="00C761F7"/>
    <w:rsid w:val="00C763C5"/>
    <w:rsid w:val="00C7641E"/>
    <w:rsid w:val="00C764CA"/>
    <w:rsid w:val="00C76750"/>
    <w:rsid w:val="00C768CA"/>
    <w:rsid w:val="00C76AA0"/>
    <w:rsid w:val="00C76B3C"/>
    <w:rsid w:val="00C76C5F"/>
    <w:rsid w:val="00C76CAF"/>
    <w:rsid w:val="00C76CC4"/>
    <w:rsid w:val="00C76F21"/>
    <w:rsid w:val="00C77037"/>
    <w:rsid w:val="00C77373"/>
    <w:rsid w:val="00C774FD"/>
    <w:rsid w:val="00C775F3"/>
    <w:rsid w:val="00C77A0B"/>
    <w:rsid w:val="00C77B0A"/>
    <w:rsid w:val="00C77B25"/>
    <w:rsid w:val="00C77C0D"/>
    <w:rsid w:val="00C77C2D"/>
    <w:rsid w:val="00C77C5F"/>
    <w:rsid w:val="00C77DDA"/>
    <w:rsid w:val="00C77F9F"/>
    <w:rsid w:val="00C8003F"/>
    <w:rsid w:val="00C8006B"/>
    <w:rsid w:val="00C80159"/>
    <w:rsid w:val="00C80386"/>
    <w:rsid w:val="00C803C9"/>
    <w:rsid w:val="00C803CC"/>
    <w:rsid w:val="00C80729"/>
    <w:rsid w:val="00C8073A"/>
    <w:rsid w:val="00C8087F"/>
    <w:rsid w:val="00C80904"/>
    <w:rsid w:val="00C80AAE"/>
    <w:rsid w:val="00C8117E"/>
    <w:rsid w:val="00C81181"/>
    <w:rsid w:val="00C81514"/>
    <w:rsid w:val="00C815DF"/>
    <w:rsid w:val="00C81602"/>
    <w:rsid w:val="00C81647"/>
    <w:rsid w:val="00C81823"/>
    <w:rsid w:val="00C819F6"/>
    <w:rsid w:val="00C81B5C"/>
    <w:rsid w:val="00C81DE6"/>
    <w:rsid w:val="00C82084"/>
    <w:rsid w:val="00C82164"/>
    <w:rsid w:val="00C8239A"/>
    <w:rsid w:val="00C826B7"/>
    <w:rsid w:val="00C826FD"/>
    <w:rsid w:val="00C82749"/>
    <w:rsid w:val="00C8287A"/>
    <w:rsid w:val="00C8296A"/>
    <w:rsid w:val="00C82B81"/>
    <w:rsid w:val="00C82B91"/>
    <w:rsid w:val="00C82C29"/>
    <w:rsid w:val="00C82D77"/>
    <w:rsid w:val="00C82E82"/>
    <w:rsid w:val="00C82EC7"/>
    <w:rsid w:val="00C82F1E"/>
    <w:rsid w:val="00C82F66"/>
    <w:rsid w:val="00C830FB"/>
    <w:rsid w:val="00C8311D"/>
    <w:rsid w:val="00C8320A"/>
    <w:rsid w:val="00C8321C"/>
    <w:rsid w:val="00C83378"/>
    <w:rsid w:val="00C833EE"/>
    <w:rsid w:val="00C834FA"/>
    <w:rsid w:val="00C83640"/>
    <w:rsid w:val="00C836D1"/>
    <w:rsid w:val="00C83A4A"/>
    <w:rsid w:val="00C83B03"/>
    <w:rsid w:val="00C83E4A"/>
    <w:rsid w:val="00C83F07"/>
    <w:rsid w:val="00C842D3"/>
    <w:rsid w:val="00C84331"/>
    <w:rsid w:val="00C8445D"/>
    <w:rsid w:val="00C84560"/>
    <w:rsid w:val="00C84E5F"/>
    <w:rsid w:val="00C851CE"/>
    <w:rsid w:val="00C851D6"/>
    <w:rsid w:val="00C85392"/>
    <w:rsid w:val="00C85582"/>
    <w:rsid w:val="00C855C1"/>
    <w:rsid w:val="00C858BE"/>
    <w:rsid w:val="00C859C3"/>
    <w:rsid w:val="00C859CD"/>
    <w:rsid w:val="00C85A0E"/>
    <w:rsid w:val="00C85A22"/>
    <w:rsid w:val="00C85A4C"/>
    <w:rsid w:val="00C85AD7"/>
    <w:rsid w:val="00C85F14"/>
    <w:rsid w:val="00C85FFD"/>
    <w:rsid w:val="00C86121"/>
    <w:rsid w:val="00C8667F"/>
    <w:rsid w:val="00C869E2"/>
    <w:rsid w:val="00C86DC0"/>
    <w:rsid w:val="00C86F4B"/>
    <w:rsid w:val="00C87059"/>
    <w:rsid w:val="00C87329"/>
    <w:rsid w:val="00C8759E"/>
    <w:rsid w:val="00C87842"/>
    <w:rsid w:val="00C87D17"/>
    <w:rsid w:val="00C87E04"/>
    <w:rsid w:val="00C87F20"/>
    <w:rsid w:val="00C900A3"/>
    <w:rsid w:val="00C901D3"/>
    <w:rsid w:val="00C901DE"/>
    <w:rsid w:val="00C9022D"/>
    <w:rsid w:val="00C905CA"/>
    <w:rsid w:val="00C90612"/>
    <w:rsid w:val="00C906C2"/>
    <w:rsid w:val="00C907C7"/>
    <w:rsid w:val="00C90938"/>
    <w:rsid w:val="00C90A57"/>
    <w:rsid w:val="00C90AA7"/>
    <w:rsid w:val="00C90BC0"/>
    <w:rsid w:val="00C90C75"/>
    <w:rsid w:val="00C90CC0"/>
    <w:rsid w:val="00C90D98"/>
    <w:rsid w:val="00C90DB5"/>
    <w:rsid w:val="00C90E3E"/>
    <w:rsid w:val="00C90ECA"/>
    <w:rsid w:val="00C9105D"/>
    <w:rsid w:val="00C9123E"/>
    <w:rsid w:val="00C91494"/>
    <w:rsid w:val="00C917CD"/>
    <w:rsid w:val="00C91837"/>
    <w:rsid w:val="00C91894"/>
    <w:rsid w:val="00C9193E"/>
    <w:rsid w:val="00C91978"/>
    <w:rsid w:val="00C919E3"/>
    <w:rsid w:val="00C91A92"/>
    <w:rsid w:val="00C91CC7"/>
    <w:rsid w:val="00C91D41"/>
    <w:rsid w:val="00C924DA"/>
    <w:rsid w:val="00C9255F"/>
    <w:rsid w:val="00C92585"/>
    <w:rsid w:val="00C92612"/>
    <w:rsid w:val="00C92781"/>
    <w:rsid w:val="00C9287D"/>
    <w:rsid w:val="00C92934"/>
    <w:rsid w:val="00C92BED"/>
    <w:rsid w:val="00C92C86"/>
    <w:rsid w:val="00C93271"/>
    <w:rsid w:val="00C93380"/>
    <w:rsid w:val="00C93403"/>
    <w:rsid w:val="00C9342A"/>
    <w:rsid w:val="00C934FB"/>
    <w:rsid w:val="00C935BC"/>
    <w:rsid w:val="00C93689"/>
    <w:rsid w:val="00C93980"/>
    <w:rsid w:val="00C93AAA"/>
    <w:rsid w:val="00C93D4D"/>
    <w:rsid w:val="00C93D65"/>
    <w:rsid w:val="00C941D2"/>
    <w:rsid w:val="00C9428E"/>
    <w:rsid w:val="00C94410"/>
    <w:rsid w:val="00C944A0"/>
    <w:rsid w:val="00C944B0"/>
    <w:rsid w:val="00C94503"/>
    <w:rsid w:val="00C9460B"/>
    <w:rsid w:val="00C9484D"/>
    <w:rsid w:val="00C94A82"/>
    <w:rsid w:val="00C94CF1"/>
    <w:rsid w:val="00C95182"/>
    <w:rsid w:val="00C9548F"/>
    <w:rsid w:val="00C954AB"/>
    <w:rsid w:val="00C95639"/>
    <w:rsid w:val="00C95A41"/>
    <w:rsid w:val="00C95C15"/>
    <w:rsid w:val="00C95E9F"/>
    <w:rsid w:val="00C96093"/>
    <w:rsid w:val="00C96236"/>
    <w:rsid w:val="00C96244"/>
    <w:rsid w:val="00C9643F"/>
    <w:rsid w:val="00C9660C"/>
    <w:rsid w:val="00C9672A"/>
    <w:rsid w:val="00C968A6"/>
    <w:rsid w:val="00C96B59"/>
    <w:rsid w:val="00C96BD0"/>
    <w:rsid w:val="00C96E20"/>
    <w:rsid w:val="00C96E30"/>
    <w:rsid w:val="00C96F1A"/>
    <w:rsid w:val="00C96F8D"/>
    <w:rsid w:val="00C96FAE"/>
    <w:rsid w:val="00C9700E"/>
    <w:rsid w:val="00C97041"/>
    <w:rsid w:val="00C971DC"/>
    <w:rsid w:val="00C97273"/>
    <w:rsid w:val="00C97345"/>
    <w:rsid w:val="00C973F5"/>
    <w:rsid w:val="00C97885"/>
    <w:rsid w:val="00C97912"/>
    <w:rsid w:val="00C97B62"/>
    <w:rsid w:val="00C97B6A"/>
    <w:rsid w:val="00CA01BA"/>
    <w:rsid w:val="00CA0203"/>
    <w:rsid w:val="00CA0277"/>
    <w:rsid w:val="00CA036D"/>
    <w:rsid w:val="00CA0415"/>
    <w:rsid w:val="00CA08B3"/>
    <w:rsid w:val="00CA09E9"/>
    <w:rsid w:val="00CA0B6C"/>
    <w:rsid w:val="00CA1021"/>
    <w:rsid w:val="00CA117C"/>
    <w:rsid w:val="00CA11D2"/>
    <w:rsid w:val="00CA12CE"/>
    <w:rsid w:val="00CA14BF"/>
    <w:rsid w:val="00CA1A39"/>
    <w:rsid w:val="00CA1D19"/>
    <w:rsid w:val="00CA1E80"/>
    <w:rsid w:val="00CA1FE3"/>
    <w:rsid w:val="00CA2343"/>
    <w:rsid w:val="00CA245B"/>
    <w:rsid w:val="00CA2627"/>
    <w:rsid w:val="00CA2697"/>
    <w:rsid w:val="00CA2B2B"/>
    <w:rsid w:val="00CA2B4E"/>
    <w:rsid w:val="00CA2C39"/>
    <w:rsid w:val="00CA2FD3"/>
    <w:rsid w:val="00CA3184"/>
    <w:rsid w:val="00CA326E"/>
    <w:rsid w:val="00CA333E"/>
    <w:rsid w:val="00CA33E1"/>
    <w:rsid w:val="00CA3415"/>
    <w:rsid w:val="00CA3430"/>
    <w:rsid w:val="00CA3723"/>
    <w:rsid w:val="00CA3B1E"/>
    <w:rsid w:val="00CA3C69"/>
    <w:rsid w:val="00CA3D6A"/>
    <w:rsid w:val="00CA3DC5"/>
    <w:rsid w:val="00CA3DD5"/>
    <w:rsid w:val="00CA3E05"/>
    <w:rsid w:val="00CA41F1"/>
    <w:rsid w:val="00CA42F8"/>
    <w:rsid w:val="00CA48F7"/>
    <w:rsid w:val="00CA4A20"/>
    <w:rsid w:val="00CA4A47"/>
    <w:rsid w:val="00CA4C34"/>
    <w:rsid w:val="00CA4EBB"/>
    <w:rsid w:val="00CA4F18"/>
    <w:rsid w:val="00CA4FF5"/>
    <w:rsid w:val="00CA51C6"/>
    <w:rsid w:val="00CA5227"/>
    <w:rsid w:val="00CA52C3"/>
    <w:rsid w:val="00CA54AF"/>
    <w:rsid w:val="00CA54C4"/>
    <w:rsid w:val="00CA5541"/>
    <w:rsid w:val="00CA55E9"/>
    <w:rsid w:val="00CA560F"/>
    <w:rsid w:val="00CA59CF"/>
    <w:rsid w:val="00CA5A01"/>
    <w:rsid w:val="00CA5EB2"/>
    <w:rsid w:val="00CA634C"/>
    <w:rsid w:val="00CA6428"/>
    <w:rsid w:val="00CA6460"/>
    <w:rsid w:val="00CA6728"/>
    <w:rsid w:val="00CA67FE"/>
    <w:rsid w:val="00CA68E5"/>
    <w:rsid w:val="00CA697A"/>
    <w:rsid w:val="00CA6AA2"/>
    <w:rsid w:val="00CA6AD0"/>
    <w:rsid w:val="00CA6C33"/>
    <w:rsid w:val="00CA7341"/>
    <w:rsid w:val="00CA73B5"/>
    <w:rsid w:val="00CA74C8"/>
    <w:rsid w:val="00CA754E"/>
    <w:rsid w:val="00CA76E1"/>
    <w:rsid w:val="00CA7892"/>
    <w:rsid w:val="00CA7A59"/>
    <w:rsid w:val="00CA7D0D"/>
    <w:rsid w:val="00CA7F62"/>
    <w:rsid w:val="00CA7F64"/>
    <w:rsid w:val="00CB0236"/>
    <w:rsid w:val="00CB0287"/>
    <w:rsid w:val="00CB040A"/>
    <w:rsid w:val="00CB0528"/>
    <w:rsid w:val="00CB0580"/>
    <w:rsid w:val="00CB09DB"/>
    <w:rsid w:val="00CB0A2F"/>
    <w:rsid w:val="00CB0B52"/>
    <w:rsid w:val="00CB0C2B"/>
    <w:rsid w:val="00CB0C7A"/>
    <w:rsid w:val="00CB0D85"/>
    <w:rsid w:val="00CB0DF9"/>
    <w:rsid w:val="00CB0FE1"/>
    <w:rsid w:val="00CB107C"/>
    <w:rsid w:val="00CB1142"/>
    <w:rsid w:val="00CB13D4"/>
    <w:rsid w:val="00CB1653"/>
    <w:rsid w:val="00CB17F6"/>
    <w:rsid w:val="00CB1B3C"/>
    <w:rsid w:val="00CB1D90"/>
    <w:rsid w:val="00CB1D91"/>
    <w:rsid w:val="00CB1ECC"/>
    <w:rsid w:val="00CB1EEB"/>
    <w:rsid w:val="00CB1FB9"/>
    <w:rsid w:val="00CB201A"/>
    <w:rsid w:val="00CB20E2"/>
    <w:rsid w:val="00CB223D"/>
    <w:rsid w:val="00CB22E4"/>
    <w:rsid w:val="00CB23B3"/>
    <w:rsid w:val="00CB2551"/>
    <w:rsid w:val="00CB25E8"/>
    <w:rsid w:val="00CB263B"/>
    <w:rsid w:val="00CB2695"/>
    <w:rsid w:val="00CB2881"/>
    <w:rsid w:val="00CB29C5"/>
    <w:rsid w:val="00CB2BD1"/>
    <w:rsid w:val="00CB3643"/>
    <w:rsid w:val="00CB3A19"/>
    <w:rsid w:val="00CB3AB4"/>
    <w:rsid w:val="00CB3C27"/>
    <w:rsid w:val="00CB3D1B"/>
    <w:rsid w:val="00CB3E2B"/>
    <w:rsid w:val="00CB41DB"/>
    <w:rsid w:val="00CB4446"/>
    <w:rsid w:val="00CB456B"/>
    <w:rsid w:val="00CB46EB"/>
    <w:rsid w:val="00CB474D"/>
    <w:rsid w:val="00CB47C9"/>
    <w:rsid w:val="00CB48D1"/>
    <w:rsid w:val="00CB493F"/>
    <w:rsid w:val="00CB4B48"/>
    <w:rsid w:val="00CB4B70"/>
    <w:rsid w:val="00CB4C6D"/>
    <w:rsid w:val="00CB4CFE"/>
    <w:rsid w:val="00CB4E1F"/>
    <w:rsid w:val="00CB4F41"/>
    <w:rsid w:val="00CB4FA5"/>
    <w:rsid w:val="00CB52C1"/>
    <w:rsid w:val="00CB5702"/>
    <w:rsid w:val="00CB572F"/>
    <w:rsid w:val="00CB5751"/>
    <w:rsid w:val="00CB5A3C"/>
    <w:rsid w:val="00CB5A7F"/>
    <w:rsid w:val="00CB5CA2"/>
    <w:rsid w:val="00CB5CFC"/>
    <w:rsid w:val="00CB5D72"/>
    <w:rsid w:val="00CB5EB4"/>
    <w:rsid w:val="00CB5F14"/>
    <w:rsid w:val="00CB60B5"/>
    <w:rsid w:val="00CB60E5"/>
    <w:rsid w:val="00CB6155"/>
    <w:rsid w:val="00CB63A2"/>
    <w:rsid w:val="00CB6556"/>
    <w:rsid w:val="00CB65CA"/>
    <w:rsid w:val="00CB6613"/>
    <w:rsid w:val="00CB663E"/>
    <w:rsid w:val="00CB6BE4"/>
    <w:rsid w:val="00CB6E04"/>
    <w:rsid w:val="00CB6E20"/>
    <w:rsid w:val="00CB6E91"/>
    <w:rsid w:val="00CB6F61"/>
    <w:rsid w:val="00CB6FF9"/>
    <w:rsid w:val="00CB70AD"/>
    <w:rsid w:val="00CB735C"/>
    <w:rsid w:val="00CB739C"/>
    <w:rsid w:val="00CB74D1"/>
    <w:rsid w:val="00CB7508"/>
    <w:rsid w:val="00CB7511"/>
    <w:rsid w:val="00CB787C"/>
    <w:rsid w:val="00CB78BD"/>
    <w:rsid w:val="00CB7E18"/>
    <w:rsid w:val="00CC01B8"/>
    <w:rsid w:val="00CC028A"/>
    <w:rsid w:val="00CC0469"/>
    <w:rsid w:val="00CC085A"/>
    <w:rsid w:val="00CC0A8B"/>
    <w:rsid w:val="00CC0DF5"/>
    <w:rsid w:val="00CC1013"/>
    <w:rsid w:val="00CC10F6"/>
    <w:rsid w:val="00CC1326"/>
    <w:rsid w:val="00CC1349"/>
    <w:rsid w:val="00CC1595"/>
    <w:rsid w:val="00CC17B6"/>
    <w:rsid w:val="00CC1A90"/>
    <w:rsid w:val="00CC1AB1"/>
    <w:rsid w:val="00CC1E62"/>
    <w:rsid w:val="00CC1F20"/>
    <w:rsid w:val="00CC22A0"/>
    <w:rsid w:val="00CC242C"/>
    <w:rsid w:val="00CC263A"/>
    <w:rsid w:val="00CC2640"/>
    <w:rsid w:val="00CC2696"/>
    <w:rsid w:val="00CC26A9"/>
    <w:rsid w:val="00CC27D1"/>
    <w:rsid w:val="00CC2AD2"/>
    <w:rsid w:val="00CC2BF9"/>
    <w:rsid w:val="00CC2D66"/>
    <w:rsid w:val="00CC2E5D"/>
    <w:rsid w:val="00CC2EC8"/>
    <w:rsid w:val="00CC306B"/>
    <w:rsid w:val="00CC3238"/>
    <w:rsid w:val="00CC340B"/>
    <w:rsid w:val="00CC3420"/>
    <w:rsid w:val="00CC35B5"/>
    <w:rsid w:val="00CC36B9"/>
    <w:rsid w:val="00CC3826"/>
    <w:rsid w:val="00CC3AAE"/>
    <w:rsid w:val="00CC3B73"/>
    <w:rsid w:val="00CC3C07"/>
    <w:rsid w:val="00CC3D67"/>
    <w:rsid w:val="00CC3E1C"/>
    <w:rsid w:val="00CC3EED"/>
    <w:rsid w:val="00CC3F29"/>
    <w:rsid w:val="00CC4114"/>
    <w:rsid w:val="00CC4137"/>
    <w:rsid w:val="00CC431C"/>
    <w:rsid w:val="00CC44B5"/>
    <w:rsid w:val="00CC4652"/>
    <w:rsid w:val="00CC4714"/>
    <w:rsid w:val="00CC4820"/>
    <w:rsid w:val="00CC4879"/>
    <w:rsid w:val="00CC496A"/>
    <w:rsid w:val="00CC4CC7"/>
    <w:rsid w:val="00CC4DAC"/>
    <w:rsid w:val="00CC4DD3"/>
    <w:rsid w:val="00CC5017"/>
    <w:rsid w:val="00CC5129"/>
    <w:rsid w:val="00CC51E2"/>
    <w:rsid w:val="00CC528C"/>
    <w:rsid w:val="00CC5341"/>
    <w:rsid w:val="00CC5347"/>
    <w:rsid w:val="00CC538F"/>
    <w:rsid w:val="00CC53EA"/>
    <w:rsid w:val="00CC551A"/>
    <w:rsid w:val="00CC5523"/>
    <w:rsid w:val="00CC5666"/>
    <w:rsid w:val="00CC58FD"/>
    <w:rsid w:val="00CC5A3F"/>
    <w:rsid w:val="00CC5B44"/>
    <w:rsid w:val="00CC5F45"/>
    <w:rsid w:val="00CC5F61"/>
    <w:rsid w:val="00CC61A4"/>
    <w:rsid w:val="00CC62B5"/>
    <w:rsid w:val="00CC67F1"/>
    <w:rsid w:val="00CC68CC"/>
    <w:rsid w:val="00CC69DC"/>
    <w:rsid w:val="00CC6A8D"/>
    <w:rsid w:val="00CC6C07"/>
    <w:rsid w:val="00CC6CA4"/>
    <w:rsid w:val="00CC6F54"/>
    <w:rsid w:val="00CC7066"/>
    <w:rsid w:val="00CC73A0"/>
    <w:rsid w:val="00CC759A"/>
    <w:rsid w:val="00CC7613"/>
    <w:rsid w:val="00CC7709"/>
    <w:rsid w:val="00CC782D"/>
    <w:rsid w:val="00CC79F9"/>
    <w:rsid w:val="00CC7B02"/>
    <w:rsid w:val="00CC7B15"/>
    <w:rsid w:val="00CC7B3C"/>
    <w:rsid w:val="00CC7C88"/>
    <w:rsid w:val="00CC7E5F"/>
    <w:rsid w:val="00CD0085"/>
    <w:rsid w:val="00CD0201"/>
    <w:rsid w:val="00CD036A"/>
    <w:rsid w:val="00CD0501"/>
    <w:rsid w:val="00CD0667"/>
    <w:rsid w:val="00CD0689"/>
    <w:rsid w:val="00CD06CB"/>
    <w:rsid w:val="00CD074D"/>
    <w:rsid w:val="00CD0778"/>
    <w:rsid w:val="00CD085D"/>
    <w:rsid w:val="00CD0908"/>
    <w:rsid w:val="00CD0AFF"/>
    <w:rsid w:val="00CD0B4F"/>
    <w:rsid w:val="00CD0B83"/>
    <w:rsid w:val="00CD0C2C"/>
    <w:rsid w:val="00CD0CC6"/>
    <w:rsid w:val="00CD0DCC"/>
    <w:rsid w:val="00CD0F3C"/>
    <w:rsid w:val="00CD109A"/>
    <w:rsid w:val="00CD10A8"/>
    <w:rsid w:val="00CD11C7"/>
    <w:rsid w:val="00CD131F"/>
    <w:rsid w:val="00CD1377"/>
    <w:rsid w:val="00CD145D"/>
    <w:rsid w:val="00CD1471"/>
    <w:rsid w:val="00CD159E"/>
    <w:rsid w:val="00CD15D4"/>
    <w:rsid w:val="00CD165A"/>
    <w:rsid w:val="00CD16DE"/>
    <w:rsid w:val="00CD173B"/>
    <w:rsid w:val="00CD178C"/>
    <w:rsid w:val="00CD1CD7"/>
    <w:rsid w:val="00CD1CED"/>
    <w:rsid w:val="00CD1D03"/>
    <w:rsid w:val="00CD1EAF"/>
    <w:rsid w:val="00CD1EB7"/>
    <w:rsid w:val="00CD207A"/>
    <w:rsid w:val="00CD2264"/>
    <w:rsid w:val="00CD22C7"/>
    <w:rsid w:val="00CD23C8"/>
    <w:rsid w:val="00CD289A"/>
    <w:rsid w:val="00CD290E"/>
    <w:rsid w:val="00CD2956"/>
    <w:rsid w:val="00CD2A4B"/>
    <w:rsid w:val="00CD2E00"/>
    <w:rsid w:val="00CD2FBE"/>
    <w:rsid w:val="00CD31B7"/>
    <w:rsid w:val="00CD3360"/>
    <w:rsid w:val="00CD37E4"/>
    <w:rsid w:val="00CD37F8"/>
    <w:rsid w:val="00CD38C4"/>
    <w:rsid w:val="00CD396C"/>
    <w:rsid w:val="00CD3ACF"/>
    <w:rsid w:val="00CD3CFB"/>
    <w:rsid w:val="00CD3E4D"/>
    <w:rsid w:val="00CD42CE"/>
    <w:rsid w:val="00CD44E1"/>
    <w:rsid w:val="00CD4B0C"/>
    <w:rsid w:val="00CD4B48"/>
    <w:rsid w:val="00CD4E0E"/>
    <w:rsid w:val="00CD4E1F"/>
    <w:rsid w:val="00CD4FBB"/>
    <w:rsid w:val="00CD5025"/>
    <w:rsid w:val="00CD548D"/>
    <w:rsid w:val="00CD5593"/>
    <w:rsid w:val="00CD58C9"/>
    <w:rsid w:val="00CD59F5"/>
    <w:rsid w:val="00CD5A66"/>
    <w:rsid w:val="00CD5AE2"/>
    <w:rsid w:val="00CD5AEA"/>
    <w:rsid w:val="00CD5BE7"/>
    <w:rsid w:val="00CD5CF0"/>
    <w:rsid w:val="00CD5F3C"/>
    <w:rsid w:val="00CD5F57"/>
    <w:rsid w:val="00CD622E"/>
    <w:rsid w:val="00CD6387"/>
    <w:rsid w:val="00CD63BF"/>
    <w:rsid w:val="00CD6E2B"/>
    <w:rsid w:val="00CD724B"/>
    <w:rsid w:val="00CD72F4"/>
    <w:rsid w:val="00CD7326"/>
    <w:rsid w:val="00CD7581"/>
    <w:rsid w:val="00CD75FC"/>
    <w:rsid w:val="00CD7785"/>
    <w:rsid w:val="00CD7AA7"/>
    <w:rsid w:val="00CD7B9C"/>
    <w:rsid w:val="00CD7C52"/>
    <w:rsid w:val="00CD7D43"/>
    <w:rsid w:val="00CD7DB6"/>
    <w:rsid w:val="00CD7F7F"/>
    <w:rsid w:val="00CE0266"/>
    <w:rsid w:val="00CE02EB"/>
    <w:rsid w:val="00CE0383"/>
    <w:rsid w:val="00CE06D3"/>
    <w:rsid w:val="00CE09FE"/>
    <w:rsid w:val="00CE0C56"/>
    <w:rsid w:val="00CE0F28"/>
    <w:rsid w:val="00CE1076"/>
    <w:rsid w:val="00CE11B2"/>
    <w:rsid w:val="00CE16D1"/>
    <w:rsid w:val="00CE174E"/>
    <w:rsid w:val="00CE1BD2"/>
    <w:rsid w:val="00CE1C2D"/>
    <w:rsid w:val="00CE1F6C"/>
    <w:rsid w:val="00CE2586"/>
    <w:rsid w:val="00CE25EA"/>
    <w:rsid w:val="00CE2772"/>
    <w:rsid w:val="00CE27E3"/>
    <w:rsid w:val="00CE296C"/>
    <w:rsid w:val="00CE29AB"/>
    <w:rsid w:val="00CE2B97"/>
    <w:rsid w:val="00CE2BB8"/>
    <w:rsid w:val="00CE2BE2"/>
    <w:rsid w:val="00CE2C41"/>
    <w:rsid w:val="00CE2CBC"/>
    <w:rsid w:val="00CE2EEE"/>
    <w:rsid w:val="00CE301A"/>
    <w:rsid w:val="00CE3044"/>
    <w:rsid w:val="00CE31D0"/>
    <w:rsid w:val="00CE3269"/>
    <w:rsid w:val="00CE32F0"/>
    <w:rsid w:val="00CE343B"/>
    <w:rsid w:val="00CE38B8"/>
    <w:rsid w:val="00CE38C8"/>
    <w:rsid w:val="00CE3B4E"/>
    <w:rsid w:val="00CE3BC0"/>
    <w:rsid w:val="00CE3C52"/>
    <w:rsid w:val="00CE3D25"/>
    <w:rsid w:val="00CE3F3C"/>
    <w:rsid w:val="00CE40E6"/>
    <w:rsid w:val="00CE414B"/>
    <w:rsid w:val="00CE42BD"/>
    <w:rsid w:val="00CE4424"/>
    <w:rsid w:val="00CE442E"/>
    <w:rsid w:val="00CE4744"/>
    <w:rsid w:val="00CE493B"/>
    <w:rsid w:val="00CE49D9"/>
    <w:rsid w:val="00CE4A66"/>
    <w:rsid w:val="00CE4B53"/>
    <w:rsid w:val="00CE4B5B"/>
    <w:rsid w:val="00CE4BAC"/>
    <w:rsid w:val="00CE4BED"/>
    <w:rsid w:val="00CE4CB5"/>
    <w:rsid w:val="00CE4D25"/>
    <w:rsid w:val="00CE4E6D"/>
    <w:rsid w:val="00CE5178"/>
    <w:rsid w:val="00CE541D"/>
    <w:rsid w:val="00CE5444"/>
    <w:rsid w:val="00CE571F"/>
    <w:rsid w:val="00CE59B3"/>
    <w:rsid w:val="00CE59DE"/>
    <w:rsid w:val="00CE5C30"/>
    <w:rsid w:val="00CE5EC4"/>
    <w:rsid w:val="00CE613A"/>
    <w:rsid w:val="00CE61EA"/>
    <w:rsid w:val="00CE63F4"/>
    <w:rsid w:val="00CE64AD"/>
    <w:rsid w:val="00CE6567"/>
    <w:rsid w:val="00CE656A"/>
    <w:rsid w:val="00CE656F"/>
    <w:rsid w:val="00CE669B"/>
    <w:rsid w:val="00CE66BC"/>
    <w:rsid w:val="00CE6828"/>
    <w:rsid w:val="00CE689F"/>
    <w:rsid w:val="00CE6AF0"/>
    <w:rsid w:val="00CE6CA5"/>
    <w:rsid w:val="00CE6E39"/>
    <w:rsid w:val="00CE6F85"/>
    <w:rsid w:val="00CE70C8"/>
    <w:rsid w:val="00CE72CC"/>
    <w:rsid w:val="00CE7448"/>
    <w:rsid w:val="00CE76E0"/>
    <w:rsid w:val="00CE7729"/>
    <w:rsid w:val="00CE78FB"/>
    <w:rsid w:val="00CE7A23"/>
    <w:rsid w:val="00CE7AF6"/>
    <w:rsid w:val="00CE7CC0"/>
    <w:rsid w:val="00CF017B"/>
    <w:rsid w:val="00CF02B2"/>
    <w:rsid w:val="00CF02FF"/>
    <w:rsid w:val="00CF03CD"/>
    <w:rsid w:val="00CF041E"/>
    <w:rsid w:val="00CF055D"/>
    <w:rsid w:val="00CF07E1"/>
    <w:rsid w:val="00CF07FF"/>
    <w:rsid w:val="00CF0881"/>
    <w:rsid w:val="00CF08AB"/>
    <w:rsid w:val="00CF093A"/>
    <w:rsid w:val="00CF09DF"/>
    <w:rsid w:val="00CF0DC7"/>
    <w:rsid w:val="00CF0EFB"/>
    <w:rsid w:val="00CF1183"/>
    <w:rsid w:val="00CF1258"/>
    <w:rsid w:val="00CF1314"/>
    <w:rsid w:val="00CF1426"/>
    <w:rsid w:val="00CF1472"/>
    <w:rsid w:val="00CF147A"/>
    <w:rsid w:val="00CF14C0"/>
    <w:rsid w:val="00CF171A"/>
    <w:rsid w:val="00CF1754"/>
    <w:rsid w:val="00CF198B"/>
    <w:rsid w:val="00CF1C34"/>
    <w:rsid w:val="00CF1F1D"/>
    <w:rsid w:val="00CF1FF3"/>
    <w:rsid w:val="00CF2193"/>
    <w:rsid w:val="00CF243A"/>
    <w:rsid w:val="00CF28AD"/>
    <w:rsid w:val="00CF2A60"/>
    <w:rsid w:val="00CF2C3E"/>
    <w:rsid w:val="00CF2F50"/>
    <w:rsid w:val="00CF2F9A"/>
    <w:rsid w:val="00CF31E3"/>
    <w:rsid w:val="00CF360C"/>
    <w:rsid w:val="00CF3714"/>
    <w:rsid w:val="00CF3CE3"/>
    <w:rsid w:val="00CF3E68"/>
    <w:rsid w:val="00CF3F22"/>
    <w:rsid w:val="00CF413D"/>
    <w:rsid w:val="00CF4372"/>
    <w:rsid w:val="00CF43FD"/>
    <w:rsid w:val="00CF44CD"/>
    <w:rsid w:val="00CF45A1"/>
    <w:rsid w:val="00CF46DF"/>
    <w:rsid w:val="00CF4982"/>
    <w:rsid w:val="00CF4983"/>
    <w:rsid w:val="00CF4B3C"/>
    <w:rsid w:val="00CF4BBB"/>
    <w:rsid w:val="00CF4CE7"/>
    <w:rsid w:val="00CF4D0D"/>
    <w:rsid w:val="00CF4D62"/>
    <w:rsid w:val="00CF5013"/>
    <w:rsid w:val="00CF523F"/>
    <w:rsid w:val="00CF52B1"/>
    <w:rsid w:val="00CF52B6"/>
    <w:rsid w:val="00CF5603"/>
    <w:rsid w:val="00CF5A53"/>
    <w:rsid w:val="00CF5B44"/>
    <w:rsid w:val="00CF5D6E"/>
    <w:rsid w:val="00CF5EF0"/>
    <w:rsid w:val="00CF5F0A"/>
    <w:rsid w:val="00CF623C"/>
    <w:rsid w:val="00CF64F8"/>
    <w:rsid w:val="00CF6532"/>
    <w:rsid w:val="00CF6558"/>
    <w:rsid w:val="00CF6789"/>
    <w:rsid w:val="00CF67FF"/>
    <w:rsid w:val="00CF6ACA"/>
    <w:rsid w:val="00CF6BB6"/>
    <w:rsid w:val="00CF6CB5"/>
    <w:rsid w:val="00CF6EDD"/>
    <w:rsid w:val="00CF7394"/>
    <w:rsid w:val="00CF76BD"/>
    <w:rsid w:val="00CF7813"/>
    <w:rsid w:val="00CF78E4"/>
    <w:rsid w:val="00CF7950"/>
    <w:rsid w:val="00CF7A92"/>
    <w:rsid w:val="00CF7BD0"/>
    <w:rsid w:val="00CF7C8D"/>
    <w:rsid w:val="00CF7C8E"/>
    <w:rsid w:val="00CF7CF0"/>
    <w:rsid w:val="00CF7D3F"/>
    <w:rsid w:val="00CF7F0C"/>
    <w:rsid w:val="00CF7F8C"/>
    <w:rsid w:val="00D00081"/>
    <w:rsid w:val="00D00296"/>
    <w:rsid w:val="00D003F4"/>
    <w:rsid w:val="00D004CF"/>
    <w:rsid w:val="00D00521"/>
    <w:rsid w:val="00D0054F"/>
    <w:rsid w:val="00D00694"/>
    <w:rsid w:val="00D00A97"/>
    <w:rsid w:val="00D00B69"/>
    <w:rsid w:val="00D00CDE"/>
    <w:rsid w:val="00D00DD5"/>
    <w:rsid w:val="00D00DD9"/>
    <w:rsid w:val="00D0168E"/>
    <w:rsid w:val="00D016C0"/>
    <w:rsid w:val="00D01860"/>
    <w:rsid w:val="00D01978"/>
    <w:rsid w:val="00D019FB"/>
    <w:rsid w:val="00D01A5D"/>
    <w:rsid w:val="00D01B76"/>
    <w:rsid w:val="00D01C36"/>
    <w:rsid w:val="00D01C47"/>
    <w:rsid w:val="00D01EDF"/>
    <w:rsid w:val="00D0201D"/>
    <w:rsid w:val="00D0212D"/>
    <w:rsid w:val="00D0231F"/>
    <w:rsid w:val="00D0246B"/>
    <w:rsid w:val="00D0247E"/>
    <w:rsid w:val="00D0270E"/>
    <w:rsid w:val="00D02BC5"/>
    <w:rsid w:val="00D02D38"/>
    <w:rsid w:val="00D02E72"/>
    <w:rsid w:val="00D02F8F"/>
    <w:rsid w:val="00D0309F"/>
    <w:rsid w:val="00D032EE"/>
    <w:rsid w:val="00D03558"/>
    <w:rsid w:val="00D035ED"/>
    <w:rsid w:val="00D03643"/>
    <w:rsid w:val="00D03706"/>
    <w:rsid w:val="00D03A1D"/>
    <w:rsid w:val="00D03DCC"/>
    <w:rsid w:val="00D03DFE"/>
    <w:rsid w:val="00D0446A"/>
    <w:rsid w:val="00D044FB"/>
    <w:rsid w:val="00D045F5"/>
    <w:rsid w:val="00D045F6"/>
    <w:rsid w:val="00D048D3"/>
    <w:rsid w:val="00D048EA"/>
    <w:rsid w:val="00D04A5D"/>
    <w:rsid w:val="00D04F84"/>
    <w:rsid w:val="00D04FAD"/>
    <w:rsid w:val="00D05394"/>
    <w:rsid w:val="00D0544E"/>
    <w:rsid w:val="00D05481"/>
    <w:rsid w:val="00D0567A"/>
    <w:rsid w:val="00D056EF"/>
    <w:rsid w:val="00D05753"/>
    <w:rsid w:val="00D0599C"/>
    <w:rsid w:val="00D05CE0"/>
    <w:rsid w:val="00D05E0C"/>
    <w:rsid w:val="00D05FCD"/>
    <w:rsid w:val="00D0611A"/>
    <w:rsid w:val="00D0617E"/>
    <w:rsid w:val="00D06244"/>
    <w:rsid w:val="00D0636F"/>
    <w:rsid w:val="00D064D1"/>
    <w:rsid w:val="00D06519"/>
    <w:rsid w:val="00D065D2"/>
    <w:rsid w:val="00D068AF"/>
    <w:rsid w:val="00D06932"/>
    <w:rsid w:val="00D06A1F"/>
    <w:rsid w:val="00D06C8A"/>
    <w:rsid w:val="00D06CDE"/>
    <w:rsid w:val="00D06D4A"/>
    <w:rsid w:val="00D06DE5"/>
    <w:rsid w:val="00D074C2"/>
    <w:rsid w:val="00D07A69"/>
    <w:rsid w:val="00D101EC"/>
    <w:rsid w:val="00D1022E"/>
    <w:rsid w:val="00D1031F"/>
    <w:rsid w:val="00D103DD"/>
    <w:rsid w:val="00D1060E"/>
    <w:rsid w:val="00D107F4"/>
    <w:rsid w:val="00D10F62"/>
    <w:rsid w:val="00D112E3"/>
    <w:rsid w:val="00D113E6"/>
    <w:rsid w:val="00D11409"/>
    <w:rsid w:val="00D11489"/>
    <w:rsid w:val="00D117C3"/>
    <w:rsid w:val="00D11808"/>
    <w:rsid w:val="00D1196D"/>
    <w:rsid w:val="00D11BFC"/>
    <w:rsid w:val="00D11E1C"/>
    <w:rsid w:val="00D12329"/>
    <w:rsid w:val="00D12330"/>
    <w:rsid w:val="00D12348"/>
    <w:rsid w:val="00D12458"/>
    <w:rsid w:val="00D124F7"/>
    <w:rsid w:val="00D12742"/>
    <w:rsid w:val="00D127ED"/>
    <w:rsid w:val="00D1299A"/>
    <w:rsid w:val="00D129F5"/>
    <w:rsid w:val="00D12AFA"/>
    <w:rsid w:val="00D12D38"/>
    <w:rsid w:val="00D12E54"/>
    <w:rsid w:val="00D1307C"/>
    <w:rsid w:val="00D13146"/>
    <w:rsid w:val="00D131CE"/>
    <w:rsid w:val="00D13315"/>
    <w:rsid w:val="00D13388"/>
    <w:rsid w:val="00D1343D"/>
    <w:rsid w:val="00D1345F"/>
    <w:rsid w:val="00D1378A"/>
    <w:rsid w:val="00D138E8"/>
    <w:rsid w:val="00D13E83"/>
    <w:rsid w:val="00D13FC5"/>
    <w:rsid w:val="00D140AA"/>
    <w:rsid w:val="00D141B7"/>
    <w:rsid w:val="00D14321"/>
    <w:rsid w:val="00D1437C"/>
    <w:rsid w:val="00D14415"/>
    <w:rsid w:val="00D144E5"/>
    <w:rsid w:val="00D148DD"/>
    <w:rsid w:val="00D14B62"/>
    <w:rsid w:val="00D14D75"/>
    <w:rsid w:val="00D15465"/>
    <w:rsid w:val="00D15578"/>
    <w:rsid w:val="00D1565A"/>
    <w:rsid w:val="00D156FE"/>
    <w:rsid w:val="00D15765"/>
    <w:rsid w:val="00D158B5"/>
    <w:rsid w:val="00D15E21"/>
    <w:rsid w:val="00D15FFC"/>
    <w:rsid w:val="00D162B7"/>
    <w:rsid w:val="00D162E8"/>
    <w:rsid w:val="00D16430"/>
    <w:rsid w:val="00D165CD"/>
    <w:rsid w:val="00D16669"/>
    <w:rsid w:val="00D166CF"/>
    <w:rsid w:val="00D16729"/>
    <w:rsid w:val="00D16768"/>
    <w:rsid w:val="00D167D9"/>
    <w:rsid w:val="00D1693F"/>
    <w:rsid w:val="00D16B39"/>
    <w:rsid w:val="00D16BDB"/>
    <w:rsid w:val="00D16C56"/>
    <w:rsid w:val="00D16D27"/>
    <w:rsid w:val="00D16DA0"/>
    <w:rsid w:val="00D16FD8"/>
    <w:rsid w:val="00D17332"/>
    <w:rsid w:val="00D17514"/>
    <w:rsid w:val="00D1777C"/>
    <w:rsid w:val="00D17A0D"/>
    <w:rsid w:val="00D17E71"/>
    <w:rsid w:val="00D17EBF"/>
    <w:rsid w:val="00D17F4F"/>
    <w:rsid w:val="00D20207"/>
    <w:rsid w:val="00D203A4"/>
    <w:rsid w:val="00D204D8"/>
    <w:rsid w:val="00D20624"/>
    <w:rsid w:val="00D20866"/>
    <w:rsid w:val="00D2086B"/>
    <w:rsid w:val="00D20AFD"/>
    <w:rsid w:val="00D20B48"/>
    <w:rsid w:val="00D20B4F"/>
    <w:rsid w:val="00D20BE2"/>
    <w:rsid w:val="00D20C9D"/>
    <w:rsid w:val="00D20DED"/>
    <w:rsid w:val="00D20FA0"/>
    <w:rsid w:val="00D211D7"/>
    <w:rsid w:val="00D21227"/>
    <w:rsid w:val="00D2153C"/>
    <w:rsid w:val="00D216A4"/>
    <w:rsid w:val="00D2175A"/>
    <w:rsid w:val="00D21B2B"/>
    <w:rsid w:val="00D21FB1"/>
    <w:rsid w:val="00D22098"/>
    <w:rsid w:val="00D2232F"/>
    <w:rsid w:val="00D22368"/>
    <w:rsid w:val="00D224AB"/>
    <w:rsid w:val="00D22636"/>
    <w:rsid w:val="00D22765"/>
    <w:rsid w:val="00D228D8"/>
    <w:rsid w:val="00D229A0"/>
    <w:rsid w:val="00D22B6B"/>
    <w:rsid w:val="00D22D4A"/>
    <w:rsid w:val="00D22D76"/>
    <w:rsid w:val="00D22D89"/>
    <w:rsid w:val="00D22F34"/>
    <w:rsid w:val="00D231C3"/>
    <w:rsid w:val="00D23347"/>
    <w:rsid w:val="00D2334E"/>
    <w:rsid w:val="00D23351"/>
    <w:rsid w:val="00D23504"/>
    <w:rsid w:val="00D237F7"/>
    <w:rsid w:val="00D23887"/>
    <w:rsid w:val="00D238FE"/>
    <w:rsid w:val="00D2396E"/>
    <w:rsid w:val="00D239E9"/>
    <w:rsid w:val="00D23AC7"/>
    <w:rsid w:val="00D23B4D"/>
    <w:rsid w:val="00D23E00"/>
    <w:rsid w:val="00D23F0A"/>
    <w:rsid w:val="00D241BF"/>
    <w:rsid w:val="00D24308"/>
    <w:rsid w:val="00D2448D"/>
    <w:rsid w:val="00D244D5"/>
    <w:rsid w:val="00D2455E"/>
    <w:rsid w:val="00D2458F"/>
    <w:rsid w:val="00D24756"/>
    <w:rsid w:val="00D24B1F"/>
    <w:rsid w:val="00D24DF9"/>
    <w:rsid w:val="00D24E43"/>
    <w:rsid w:val="00D24F8F"/>
    <w:rsid w:val="00D24F9E"/>
    <w:rsid w:val="00D252C3"/>
    <w:rsid w:val="00D25323"/>
    <w:rsid w:val="00D253AA"/>
    <w:rsid w:val="00D25412"/>
    <w:rsid w:val="00D259BC"/>
    <w:rsid w:val="00D25BDA"/>
    <w:rsid w:val="00D25EE4"/>
    <w:rsid w:val="00D2622B"/>
    <w:rsid w:val="00D2659A"/>
    <w:rsid w:val="00D268EF"/>
    <w:rsid w:val="00D26934"/>
    <w:rsid w:val="00D26968"/>
    <w:rsid w:val="00D26A25"/>
    <w:rsid w:val="00D26AE6"/>
    <w:rsid w:val="00D26D12"/>
    <w:rsid w:val="00D26D16"/>
    <w:rsid w:val="00D26D95"/>
    <w:rsid w:val="00D26D9F"/>
    <w:rsid w:val="00D26F75"/>
    <w:rsid w:val="00D27024"/>
    <w:rsid w:val="00D2706D"/>
    <w:rsid w:val="00D27165"/>
    <w:rsid w:val="00D27302"/>
    <w:rsid w:val="00D27323"/>
    <w:rsid w:val="00D27457"/>
    <w:rsid w:val="00D274A4"/>
    <w:rsid w:val="00D276D5"/>
    <w:rsid w:val="00D2784E"/>
    <w:rsid w:val="00D2785F"/>
    <w:rsid w:val="00D27F9F"/>
    <w:rsid w:val="00D30138"/>
    <w:rsid w:val="00D304F9"/>
    <w:rsid w:val="00D30574"/>
    <w:rsid w:val="00D30713"/>
    <w:rsid w:val="00D30888"/>
    <w:rsid w:val="00D30B88"/>
    <w:rsid w:val="00D30BF7"/>
    <w:rsid w:val="00D30C33"/>
    <w:rsid w:val="00D30C81"/>
    <w:rsid w:val="00D31011"/>
    <w:rsid w:val="00D310DC"/>
    <w:rsid w:val="00D31153"/>
    <w:rsid w:val="00D3117B"/>
    <w:rsid w:val="00D31343"/>
    <w:rsid w:val="00D3182A"/>
    <w:rsid w:val="00D31833"/>
    <w:rsid w:val="00D3185B"/>
    <w:rsid w:val="00D31ADF"/>
    <w:rsid w:val="00D31DF8"/>
    <w:rsid w:val="00D321AB"/>
    <w:rsid w:val="00D321B4"/>
    <w:rsid w:val="00D321EE"/>
    <w:rsid w:val="00D3244C"/>
    <w:rsid w:val="00D325E2"/>
    <w:rsid w:val="00D32665"/>
    <w:rsid w:val="00D326C1"/>
    <w:rsid w:val="00D32970"/>
    <w:rsid w:val="00D32C5F"/>
    <w:rsid w:val="00D32DDB"/>
    <w:rsid w:val="00D32ED8"/>
    <w:rsid w:val="00D3319F"/>
    <w:rsid w:val="00D331F9"/>
    <w:rsid w:val="00D3324C"/>
    <w:rsid w:val="00D332B2"/>
    <w:rsid w:val="00D33375"/>
    <w:rsid w:val="00D334A5"/>
    <w:rsid w:val="00D3354C"/>
    <w:rsid w:val="00D336E6"/>
    <w:rsid w:val="00D33911"/>
    <w:rsid w:val="00D3399F"/>
    <w:rsid w:val="00D33AFD"/>
    <w:rsid w:val="00D33B2F"/>
    <w:rsid w:val="00D33B54"/>
    <w:rsid w:val="00D33EDC"/>
    <w:rsid w:val="00D33FA5"/>
    <w:rsid w:val="00D3425B"/>
    <w:rsid w:val="00D34535"/>
    <w:rsid w:val="00D345A8"/>
    <w:rsid w:val="00D3467C"/>
    <w:rsid w:val="00D3494B"/>
    <w:rsid w:val="00D3496D"/>
    <w:rsid w:val="00D34A1B"/>
    <w:rsid w:val="00D34C1B"/>
    <w:rsid w:val="00D34D67"/>
    <w:rsid w:val="00D34FD4"/>
    <w:rsid w:val="00D351EF"/>
    <w:rsid w:val="00D353D5"/>
    <w:rsid w:val="00D3544E"/>
    <w:rsid w:val="00D355A8"/>
    <w:rsid w:val="00D3565E"/>
    <w:rsid w:val="00D356F1"/>
    <w:rsid w:val="00D35841"/>
    <w:rsid w:val="00D358EA"/>
    <w:rsid w:val="00D35C71"/>
    <w:rsid w:val="00D35C75"/>
    <w:rsid w:val="00D35DA6"/>
    <w:rsid w:val="00D35E88"/>
    <w:rsid w:val="00D360E8"/>
    <w:rsid w:val="00D365D1"/>
    <w:rsid w:val="00D36B8C"/>
    <w:rsid w:val="00D36C08"/>
    <w:rsid w:val="00D36F8F"/>
    <w:rsid w:val="00D36F90"/>
    <w:rsid w:val="00D36FCD"/>
    <w:rsid w:val="00D37D00"/>
    <w:rsid w:val="00D4016D"/>
    <w:rsid w:val="00D401E5"/>
    <w:rsid w:val="00D403C0"/>
    <w:rsid w:val="00D403F3"/>
    <w:rsid w:val="00D40539"/>
    <w:rsid w:val="00D408B5"/>
    <w:rsid w:val="00D40912"/>
    <w:rsid w:val="00D40A0F"/>
    <w:rsid w:val="00D40AFE"/>
    <w:rsid w:val="00D40C90"/>
    <w:rsid w:val="00D40D09"/>
    <w:rsid w:val="00D40FA2"/>
    <w:rsid w:val="00D4114A"/>
    <w:rsid w:val="00D41156"/>
    <w:rsid w:val="00D412D6"/>
    <w:rsid w:val="00D4156E"/>
    <w:rsid w:val="00D415A9"/>
    <w:rsid w:val="00D415E3"/>
    <w:rsid w:val="00D41663"/>
    <w:rsid w:val="00D41694"/>
    <w:rsid w:val="00D41859"/>
    <w:rsid w:val="00D4193A"/>
    <w:rsid w:val="00D419AB"/>
    <w:rsid w:val="00D419BB"/>
    <w:rsid w:val="00D41AA0"/>
    <w:rsid w:val="00D41D8C"/>
    <w:rsid w:val="00D41DCD"/>
    <w:rsid w:val="00D41F9B"/>
    <w:rsid w:val="00D42059"/>
    <w:rsid w:val="00D421A9"/>
    <w:rsid w:val="00D421E0"/>
    <w:rsid w:val="00D422AA"/>
    <w:rsid w:val="00D422C1"/>
    <w:rsid w:val="00D4230A"/>
    <w:rsid w:val="00D427FA"/>
    <w:rsid w:val="00D42831"/>
    <w:rsid w:val="00D42979"/>
    <w:rsid w:val="00D42AC2"/>
    <w:rsid w:val="00D42B7F"/>
    <w:rsid w:val="00D42CE5"/>
    <w:rsid w:val="00D42D3D"/>
    <w:rsid w:val="00D42E76"/>
    <w:rsid w:val="00D4314D"/>
    <w:rsid w:val="00D43172"/>
    <w:rsid w:val="00D4328D"/>
    <w:rsid w:val="00D433DD"/>
    <w:rsid w:val="00D433FD"/>
    <w:rsid w:val="00D434C6"/>
    <w:rsid w:val="00D43B59"/>
    <w:rsid w:val="00D44092"/>
    <w:rsid w:val="00D44185"/>
    <w:rsid w:val="00D442AB"/>
    <w:rsid w:val="00D443F7"/>
    <w:rsid w:val="00D44446"/>
    <w:rsid w:val="00D44602"/>
    <w:rsid w:val="00D44866"/>
    <w:rsid w:val="00D44A47"/>
    <w:rsid w:val="00D44BB3"/>
    <w:rsid w:val="00D44EC3"/>
    <w:rsid w:val="00D44ED0"/>
    <w:rsid w:val="00D44EF5"/>
    <w:rsid w:val="00D44F83"/>
    <w:rsid w:val="00D45121"/>
    <w:rsid w:val="00D451F8"/>
    <w:rsid w:val="00D45505"/>
    <w:rsid w:val="00D4559D"/>
    <w:rsid w:val="00D4565D"/>
    <w:rsid w:val="00D456D1"/>
    <w:rsid w:val="00D4583A"/>
    <w:rsid w:val="00D45891"/>
    <w:rsid w:val="00D45AC9"/>
    <w:rsid w:val="00D45C10"/>
    <w:rsid w:val="00D45C58"/>
    <w:rsid w:val="00D460A4"/>
    <w:rsid w:val="00D46213"/>
    <w:rsid w:val="00D4642B"/>
    <w:rsid w:val="00D464A9"/>
    <w:rsid w:val="00D4669E"/>
    <w:rsid w:val="00D46711"/>
    <w:rsid w:val="00D467B2"/>
    <w:rsid w:val="00D46A9E"/>
    <w:rsid w:val="00D46CE2"/>
    <w:rsid w:val="00D46D8F"/>
    <w:rsid w:val="00D46DC1"/>
    <w:rsid w:val="00D470CC"/>
    <w:rsid w:val="00D47570"/>
    <w:rsid w:val="00D47582"/>
    <w:rsid w:val="00D4791D"/>
    <w:rsid w:val="00D47CB3"/>
    <w:rsid w:val="00D47D0B"/>
    <w:rsid w:val="00D47E27"/>
    <w:rsid w:val="00D47E65"/>
    <w:rsid w:val="00D5022B"/>
    <w:rsid w:val="00D5022C"/>
    <w:rsid w:val="00D50234"/>
    <w:rsid w:val="00D5027E"/>
    <w:rsid w:val="00D503B8"/>
    <w:rsid w:val="00D505CF"/>
    <w:rsid w:val="00D505F2"/>
    <w:rsid w:val="00D5075A"/>
    <w:rsid w:val="00D50871"/>
    <w:rsid w:val="00D50A74"/>
    <w:rsid w:val="00D50BC1"/>
    <w:rsid w:val="00D50EFE"/>
    <w:rsid w:val="00D51307"/>
    <w:rsid w:val="00D51333"/>
    <w:rsid w:val="00D51372"/>
    <w:rsid w:val="00D5138E"/>
    <w:rsid w:val="00D51438"/>
    <w:rsid w:val="00D51751"/>
    <w:rsid w:val="00D51D3C"/>
    <w:rsid w:val="00D51F61"/>
    <w:rsid w:val="00D52142"/>
    <w:rsid w:val="00D521F4"/>
    <w:rsid w:val="00D528F3"/>
    <w:rsid w:val="00D52AC2"/>
    <w:rsid w:val="00D52DEC"/>
    <w:rsid w:val="00D52E16"/>
    <w:rsid w:val="00D52ED2"/>
    <w:rsid w:val="00D532C8"/>
    <w:rsid w:val="00D532E7"/>
    <w:rsid w:val="00D535A4"/>
    <w:rsid w:val="00D5369F"/>
    <w:rsid w:val="00D536DD"/>
    <w:rsid w:val="00D5395E"/>
    <w:rsid w:val="00D53D34"/>
    <w:rsid w:val="00D53FCB"/>
    <w:rsid w:val="00D5426E"/>
    <w:rsid w:val="00D542E6"/>
    <w:rsid w:val="00D54319"/>
    <w:rsid w:val="00D544C7"/>
    <w:rsid w:val="00D54519"/>
    <w:rsid w:val="00D54730"/>
    <w:rsid w:val="00D54783"/>
    <w:rsid w:val="00D5488D"/>
    <w:rsid w:val="00D54A6A"/>
    <w:rsid w:val="00D54C8D"/>
    <w:rsid w:val="00D54E07"/>
    <w:rsid w:val="00D54FF9"/>
    <w:rsid w:val="00D55033"/>
    <w:rsid w:val="00D551A8"/>
    <w:rsid w:val="00D555BC"/>
    <w:rsid w:val="00D555CD"/>
    <w:rsid w:val="00D556BD"/>
    <w:rsid w:val="00D55897"/>
    <w:rsid w:val="00D558EC"/>
    <w:rsid w:val="00D55BBB"/>
    <w:rsid w:val="00D5601D"/>
    <w:rsid w:val="00D560DC"/>
    <w:rsid w:val="00D5616D"/>
    <w:rsid w:val="00D5618D"/>
    <w:rsid w:val="00D561CC"/>
    <w:rsid w:val="00D561F0"/>
    <w:rsid w:val="00D563D6"/>
    <w:rsid w:val="00D56713"/>
    <w:rsid w:val="00D569A1"/>
    <w:rsid w:val="00D56BFA"/>
    <w:rsid w:val="00D56DF4"/>
    <w:rsid w:val="00D56E85"/>
    <w:rsid w:val="00D56F0B"/>
    <w:rsid w:val="00D56FFC"/>
    <w:rsid w:val="00D5710F"/>
    <w:rsid w:val="00D57170"/>
    <w:rsid w:val="00D5721F"/>
    <w:rsid w:val="00D57302"/>
    <w:rsid w:val="00D574DB"/>
    <w:rsid w:val="00D579E0"/>
    <w:rsid w:val="00D57AF9"/>
    <w:rsid w:val="00D57B79"/>
    <w:rsid w:val="00D60024"/>
    <w:rsid w:val="00D60164"/>
    <w:rsid w:val="00D601EB"/>
    <w:rsid w:val="00D60263"/>
    <w:rsid w:val="00D602D4"/>
    <w:rsid w:val="00D606E5"/>
    <w:rsid w:val="00D6078D"/>
    <w:rsid w:val="00D609CD"/>
    <w:rsid w:val="00D60BEA"/>
    <w:rsid w:val="00D60CE6"/>
    <w:rsid w:val="00D60DC7"/>
    <w:rsid w:val="00D60E3D"/>
    <w:rsid w:val="00D60FEB"/>
    <w:rsid w:val="00D614DF"/>
    <w:rsid w:val="00D6153D"/>
    <w:rsid w:val="00D617C1"/>
    <w:rsid w:val="00D61919"/>
    <w:rsid w:val="00D619BB"/>
    <w:rsid w:val="00D61A56"/>
    <w:rsid w:val="00D61CA5"/>
    <w:rsid w:val="00D61F2D"/>
    <w:rsid w:val="00D62001"/>
    <w:rsid w:val="00D6205A"/>
    <w:rsid w:val="00D6208A"/>
    <w:rsid w:val="00D624B6"/>
    <w:rsid w:val="00D629A4"/>
    <w:rsid w:val="00D62A44"/>
    <w:rsid w:val="00D62BFF"/>
    <w:rsid w:val="00D62C19"/>
    <w:rsid w:val="00D62C61"/>
    <w:rsid w:val="00D62E82"/>
    <w:rsid w:val="00D62EEC"/>
    <w:rsid w:val="00D62F48"/>
    <w:rsid w:val="00D6365D"/>
    <w:rsid w:val="00D63904"/>
    <w:rsid w:val="00D63E6E"/>
    <w:rsid w:val="00D64061"/>
    <w:rsid w:val="00D640BB"/>
    <w:rsid w:val="00D64333"/>
    <w:rsid w:val="00D6438E"/>
    <w:rsid w:val="00D643EA"/>
    <w:rsid w:val="00D64640"/>
    <w:rsid w:val="00D646B2"/>
    <w:rsid w:val="00D6470E"/>
    <w:rsid w:val="00D64BFD"/>
    <w:rsid w:val="00D64EEC"/>
    <w:rsid w:val="00D65047"/>
    <w:rsid w:val="00D652DB"/>
    <w:rsid w:val="00D653A2"/>
    <w:rsid w:val="00D65441"/>
    <w:rsid w:val="00D65AFE"/>
    <w:rsid w:val="00D65C1F"/>
    <w:rsid w:val="00D65C7C"/>
    <w:rsid w:val="00D65CFA"/>
    <w:rsid w:val="00D65EF9"/>
    <w:rsid w:val="00D65FD4"/>
    <w:rsid w:val="00D66262"/>
    <w:rsid w:val="00D662B9"/>
    <w:rsid w:val="00D66328"/>
    <w:rsid w:val="00D663DE"/>
    <w:rsid w:val="00D665E1"/>
    <w:rsid w:val="00D665EC"/>
    <w:rsid w:val="00D6678E"/>
    <w:rsid w:val="00D66867"/>
    <w:rsid w:val="00D668FE"/>
    <w:rsid w:val="00D66B37"/>
    <w:rsid w:val="00D66B3D"/>
    <w:rsid w:val="00D66C5A"/>
    <w:rsid w:val="00D66C63"/>
    <w:rsid w:val="00D66E25"/>
    <w:rsid w:val="00D67205"/>
    <w:rsid w:val="00D67643"/>
    <w:rsid w:val="00D6782C"/>
    <w:rsid w:val="00D679E0"/>
    <w:rsid w:val="00D67C21"/>
    <w:rsid w:val="00D67CDE"/>
    <w:rsid w:val="00D67EFD"/>
    <w:rsid w:val="00D70678"/>
    <w:rsid w:val="00D70752"/>
    <w:rsid w:val="00D709F0"/>
    <w:rsid w:val="00D70A2B"/>
    <w:rsid w:val="00D70EF8"/>
    <w:rsid w:val="00D70FA2"/>
    <w:rsid w:val="00D70FAC"/>
    <w:rsid w:val="00D70FDB"/>
    <w:rsid w:val="00D7106C"/>
    <w:rsid w:val="00D71255"/>
    <w:rsid w:val="00D71344"/>
    <w:rsid w:val="00D71492"/>
    <w:rsid w:val="00D714B2"/>
    <w:rsid w:val="00D714E3"/>
    <w:rsid w:val="00D71645"/>
    <w:rsid w:val="00D71699"/>
    <w:rsid w:val="00D71E20"/>
    <w:rsid w:val="00D71E64"/>
    <w:rsid w:val="00D71E90"/>
    <w:rsid w:val="00D71F03"/>
    <w:rsid w:val="00D71F08"/>
    <w:rsid w:val="00D720EA"/>
    <w:rsid w:val="00D7252C"/>
    <w:rsid w:val="00D72546"/>
    <w:rsid w:val="00D72710"/>
    <w:rsid w:val="00D7274A"/>
    <w:rsid w:val="00D72763"/>
    <w:rsid w:val="00D72829"/>
    <w:rsid w:val="00D728FF"/>
    <w:rsid w:val="00D72A8B"/>
    <w:rsid w:val="00D72D13"/>
    <w:rsid w:val="00D72D1A"/>
    <w:rsid w:val="00D72D9A"/>
    <w:rsid w:val="00D72F7F"/>
    <w:rsid w:val="00D732F2"/>
    <w:rsid w:val="00D733F6"/>
    <w:rsid w:val="00D7347B"/>
    <w:rsid w:val="00D734CC"/>
    <w:rsid w:val="00D735CE"/>
    <w:rsid w:val="00D7376C"/>
    <w:rsid w:val="00D737FE"/>
    <w:rsid w:val="00D738C9"/>
    <w:rsid w:val="00D73A3A"/>
    <w:rsid w:val="00D73B6D"/>
    <w:rsid w:val="00D73B75"/>
    <w:rsid w:val="00D740A9"/>
    <w:rsid w:val="00D740C3"/>
    <w:rsid w:val="00D743D3"/>
    <w:rsid w:val="00D7445E"/>
    <w:rsid w:val="00D74695"/>
    <w:rsid w:val="00D7472B"/>
    <w:rsid w:val="00D747F4"/>
    <w:rsid w:val="00D74865"/>
    <w:rsid w:val="00D748C9"/>
    <w:rsid w:val="00D74AE3"/>
    <w:rsid w:val="00D74B47"/>
    <w:rsid w:val="00D74B6A"/>
    <w:rsid w:val="00D74BC3"/>
    <w:rsid w:val="00D74F70"/>
    <w:rsid w:val="00D74F77"/>
    <w:rsid w:val="00D7500B"/>
    <w:rsid w:val="00D7510C"/>
    <w:rsid w:val="00D7547F"/>
    <w:rsid w:val="00D75870"/>
    <w:rsid w:val="00D75D22"/>
    <w:rsid w:val="00D76030"/>
    <w:rsid w:val="00D76102"/>
    <w:rsid w:val="00D7632F"/>
    <w:rsid w:val="00D76903"/>
    <w:rsid w:val="00D76A8D"/>
    <w:rsid w:val="00D76D85"/>
    <w:rsid w:val="00D76F4D"/>
    <w:rsid w:val="00D77186"/>
    <w:rsid w:val="00D7766B"/>
    <w:rsid w:val="00D776F5"/>
    <w:rsid w:val="00D778D7"/>
    <w:rsid w:val="00D77B80"/>
    <w:rsid w:val="00D8028B"/>
    <w:rsid w:val="00D802E7"/>
    <w:rsid w:val="00D804D5"/>
    <w:rsid w:val="00D809DB"/>
    <w:rsid w:val="00D80B7C"/>
    <w:rsid w:val="00D80DD9"/>
    <w:rsid w:val="00D80E7F"/>
    <w:rsid w:val="00D80F17"/>
    <w:rsid w:val="00D81047"/>
    <w:rsid w:val="00D81098"/>
    <w:rsid w:val="00D810D7"/>
    <w:rsid w:val="00D810E9"/>
    <w:rsid w:val="00D81207"/>
    <w:rsid w:val="00D81328"/>
    <w:rsid w:val="00D81418"/>
    <w:rsid w:val="00D8147E"/>
    <w:rsid w:val="00D815C5"/>
    <w:rsid w:val="00D817B3"/>
    <w:rsid w:val="00D817FB"/>
    <w:rsid w:val="00D81A55"/>
    <w:rsid w:val="00D81BC2"/>
    <w:rsid w:val="00D82108"/>
    <w:rsid w:val="00D82336"/>
    <w:rsid w:val="00D823A8"/>
    <w:rsid w:val="00D8271A"/>
    <w:rsid w:val="00D827EA"/>
    <w:rsid w:val="00D82AF0"/>
    <w:rsid w:val="00D82E42"/>
    <w:rsid w:val="00D82E70"/>
    <w:rsid w:val="00D82E8A"/>
    <w:rsid w:val="00D82EDD"/>
    <w:rsid w:val="00D82F06"/>
    <w:rsid w:val="00D82F23"/>
    <w:rsid w:val="00D833A4"/>
    <w:rsid w:val="00D83537"/>
    <w:rsid w:val="00D83664"/>
    <w:rsid w:val="00D83900"/>
    <w:rsid w:val="00D839E7"/>
    <w:rsid w:val="00D83A42"/>
    <w:rsid w:val="00D83C7E"/>
    <w:rsid w:val="00D83E6B"/>
    <w:rsid w:val="00D83FB8"/>
    <w:rsid w:val="00D83FC3"/>
    <w:rsid w:val="00D840BE"/>
    <w:rsid w:val="00D84175"/>
    <w:rsid w:val="00D84425"/>
    <w:rsid w:val="00D84967"/>
    <w:rsid w:val="00D84A44"/>
    <w:rsid w:val="00D84CDB"/>
    <w:rsid w:val="00D84DDE"/>
    <w:rsid w:val="00D84F21"/>
    <w:rsid w:val="00D84F5E"/>
    <w:rsid w:val="00D8507A"/>
    <w:rsid w:val="00D852A0"/>
    <w:rsid w:val="00D852D8"/>
    <w:rsid w:val="00D855B6"/>
    <w:rsid w:val="00D8572D"/>
    <w:rsid w:val="00D85900"/>
    <w:rsid w:val="00D85B56"/>
    <w:rsid w:val="00D85BBB"/>
    <w:rsid w:val="00D85D4F"/>
    <w:rsid w:val="00D86334"/>
    <w:rsid w:val="00D8642D"/>
    <w:rsid w:val="00D865D2"/>
    <w:rsid w:val="00D8663E"/>
    <w:rsid w:val="00D8666B"/>
    <w:rsid w:val="00D86801"/>
    <w:rsid w:val="00D86876"/>
    <w:rsid w:val="00D8692D"/>
    <w:rsid w:val="00D8694E"/>
    <w:rsid w:val="00D869A5"/>
    <w:rsid w:val="00D86AC2"/>
    <w:rsid w:val="00D86BED"/>
    <w:rsid w:val="00D86C50"/>
    <w:rsid w:val="00D86CCE"/>
    <w:rsid w:val="00D86D28"/>
    <w:rsid w:val="00D86DF3"/>
    <w:rsid w:val="00D86E92"/>
    <w:rsid w:val="00D870DB"/>
    <w:rsid w:val="00D87259"/>
    <w:rsid w:val="00D8735C"/>
    <w:rsid w:val="00D876EA"/>
    <w:rsid w:val="00D87771"/>
    <w:rsid w:val="00D87798"/>
    <w:rsid w:val="00D87DC2"/>
    <w:rsid w:val="00D87DEF"/>
    <w:rsid w:val="00D90193"/>
    <w:rsid w:val="00D90256"/>
    <w:rsid w:val="00D902C4"/>
    <w:rsid w:val="00D902FF"/>
    <w:rsid w:val="00D9038A"/>
    <w:rsid w:val="00D9064A"/>
    <w:rsid w:val="00D907AB"/>
    <w:rsid w:val="00D907BB"/>
    <w:rsid w:val="00D90953"/>
    <w:rsid w:val="00D90CF5"/>
    <w:rsid w:val="00D90E0E"/>
    <w:rsid w:val="00D90EE8"/>
    <w:rsid w:val="00D91047"/>
    <w:rsid w:val="00D910F8"/>
    <w:rsid w:val="00D91223"/>
    <w:rsid w:val="00D913FA"/>
    <w:rsid w:val="00D914BB"/>
    <w:rsid w:val="00D9160F"/>
    <w:rsid w:val="00D9166E"/>
    <w:rsid w:val="00D9185C"/>
    <w:rsid w:val="00D91BD0"/>
    <w:rsid w:val="00D91BD3"/>
    <w:rsid w:val="00D91BE4"/>
    <w:rsid w:val="00D91C33"/>
    <w:rsid w:val="00D91C84"/>
    <w:rsid w:val="00D91C9B"/>
    <w:rsid w:val="00D91CA3"/>
    <w:rsid w:val="00D91EAF"/>
    <w:rsid w:val="00D9203A"/>
    <w:rsid w:val="00D921D7"/>
    <w:rsid w:val="00D92337"/>
    <w:rsid w:val="00D92345"/>
    <w:rsid w:val="00D925F1"/>
    <w:rsid w:val="00D9262E"/>
    <w:rsid w:val="00D926EE"/>
    <w:rsid w:val="00D926FD"/>
    <w:rsid w:val="00D9271D"/>
    <w:rsid w:val="00D92AE9"/>
    <w:rsid w:val="00D92DBF"/>
    <w:rsid w:val="00D92E17"/>
    <w:rsid w:val="00D92E5A"/>
    <w:rsid w:val="00D92E82"/>
    <w:rsid w:val="00D92FF8"/>
    <w:rsid w:val="00D9301C"/>
    <w:rsid w:val="00D93046"/>
    <w:rsid w:val="00D93070"/>
    <w:rsid w:val="00D932A9"/>
    <w:rsid w:val="00D9349C"/>
    <w:rsid w:val="00D934DC"/>
    <w:rsid w:val="00D9395E"/>
    <w:rsid w:val="00D93980"/>
    <w:rsid w:val="00D939C7"/>
    <w:rsid w:val="00D93B89"/>
    <w:rsid w:val="00D93C08"/>
    <w:rsid w:val="00D93CD6"/>
    <w:rsid w:val="00D93FA6"/>
    <w:rsid w:val="00D9409C"/>
    <w:rsid w:val="00D94134"/>
    <w:rsid w:val="00D94206"/>
    <w:rsid w:val="00D9443A"/>
    <w:rsid w:val="00D944E4"/>
    <w:rsid w:val="00D945A6"/>
    <w:rsid w:val="00D9466B"/>
    <w:rsid w:val="00D946EC"/>
    <w:rsid w:val="00D946EF"/>
    <w:rsid w:val="00D94813"/>
    <w:rsid w:val="00D9483F"/>
    <w:rsid w:val="00D9498F"/>
    <w:rsid w:val="00D94ACC"/>
    <w:rsid w:val="00D94BD8"/>
    <w:rsid w:val="00D95201"/>
    <w:rsid w:val="00D9522A"/>
    <w:rsid w:val="00D95274"/>
    <w:rsid w:val="00D9576E"/>
    <w:rsid w:val="00D9578B"/>
    <w:rsid w:val="00D959FA"/>
    <w:rsid w:val="00D95C3E"/>
    <w:rsid w:val="00D95E02"/>
    <w:rsid w:val="00D96419"/>
    <w:rsid w:val="00D965C9"/>
    <w:rsid w:val="00D966F4"/>
    <w:rsid w:val="00D96A46"/>
    <w:rsid w:val="00D96DD4"/>
    <w:rsid w:val="00D97034"/>
    <w:rsid w:val="00D9720C"/>
    <w:rsid w:val="00D973BC"/>
    <w:rsid w:val="00D97520"/>
    <w:rsid w:val="00D9754B"/>
    <w:rsid w:val="00D9763E"/>
    <w:rsid w:val="00D97707"/>
    <w:rsid w:val="00D978E5"/>
    <w:rsid w:val="00D97A6E"/>
    <w:rsid w:val="00D97AE4"/>
    <w:rsid w:val="00D97AF5"/>
    <w:rsid w:val="00D97B55"/>
    <w:rsid w:val="00D97B90"/>
    <w:rsid w:val="00D97C54"/>
    <w:rsid w:val="00D97E15"/>
    <w:rsid w:val="00D97EF6"/>
    <w:rsid w:val="00D97F73"/>
    <w:rsid w:val="00D97FE7"/>
    <w:rsid w:val="00DA006E"/>
    <w:rsid w:val="00DA0076"/>
    <w:rsid w:val="00DA014C"/>
    <w:rsid w:val="00DA025B"/>
    <w:rsid w:val="00DA02F0"/>
    <w:rsid w:val="00DA0327"/>
    <w:rsid w:val="00DA040B"/>
    <w:rsid w:val="00DA0483"/>
    <w:rsid w:val="00DA07E8"/>
    <w:rsid w:val="00DA089F"/>
    <w:rsid w:val="00DA0A68"/>
    <w:rsid w:val="00DA0C93"/>
    <w:rsid w:val="00DA0EA5"/>
    <w:rsid w:val="00DA0ECA"/>
    <w:rsid w:val="00DA1081"/>
    <w:rsid w:val="00DA1181"/>
    <w:rsid w:val="00DA18EC"/>
    <w:rsid w:val="00DA1CE9"/>
    <w:rsid w:val="00DA1F23"/>
    <w:rsid w:val="00DA2048"/>
    <w:rsid w:val="00DA217A"/>
    <w:rsid w:val="00DA22E2"/>
    <w:rsid w:val="00DA2419"/>
    <w:rsid w:val="00DA2730"/>
    <w:rsid w:val="00DA2752"/>
    <w:rsid w:val="00DA286D"/>
    <w:rsid w:val="00DA2D26"/>
    <w:rsid w:val="00DA319E"/>
    <w:rsid w:val="00DA3388"/>
    <w:rsid w:val="00DA347B"/>
    <w:rsid w:val="00DA3520"/>
    <w:rsid w:val="00DA3A25"/>
    <w:rsid w:val="00DA3A7B"/>
    <w:rsid w:val="00DA3D0E"/>
    <w:rsid w:val="00DA3D77"/>
    <w:rsid w:val="00DA3E0E"/>
    <w:rsid w:val="00DA3F1C"/>
    <w:rsid w:val="00DA3F3C"/>
    <w:rsid w:val="00DA3F56"/>
    <w:rsid w:val="00DA3F7F"/>
    <w:rsid w:val="00DA4082"/>
    <w:rsid w:val="00DA418F"/>
    <w:rsid w:val="00DA454D"/>
    <w:rsid w:val="00DA4583"/>
    <w:rsid w:val="00DA45F6"/>
    <w:rsid w:val="00DA46FF"/>
    <w:rsid w:val="00DA473C"/>
    <w:rsid w:val="00DA475A"/>
    <w:rsid w:val="00DA4768"/>
    <w:rsid w:val="00DA4772"/>
    <w:rsid w:val="00DA495D"/>
    <w:rsid w:val="00DA4BED"/>
    <w:rsid w:val="00DA4C03"/>
    <w:rsid w:val="00DA50B4"/>
    <w:rsid w:val="00DA521C"/>
    <w:rsid w:val="00DA52B7"/>
    <w:rsid w:val="00DA5746"/>
    <w:rsid w:val="00DA587F"/>
    <w:rsid w:val="00DA59C0"/>
    <w:rsid w:val="00DA5A43"/>
    <w:rsid w:val="00DA5AAC"/>
    <w:rsid w:val="00DA5ADA"/>
    <w:rsid w:val="00DA5FA7"/>
    <w:rsid w:val="00DA6071"/>
    <w:rsid w:val="00DA60D0"/>
    <w:rsid w:val="00DA62E8"/>
    <w:rsid w:val="00DA6547"/>
    <w:rsid w:val="00DA698A"/>
    <w:rsid w:val="00DA69D4"/>
    <w:rsid w:val="00DA6AF1"/>
    <w:rsid w:val="00DA6B0F"/>
    <w:rsid w:val="00DA6CC6"/>
    <w:rsid w:val="00DA6D16"/>
    <w:rsid w:val="00DA6DCB"/>
    <w:rsid w:val="00DA6DDB"/>
    <w:rsid w:val="00DA6E22"/>
    <w:rsid w:val="00DA6EBE"/>
    <w:rsid w:val="00DA6F55"/>
    <w:rsid w:val="00DA6F80"/>
    <w:rsid w:val="00DA71DC"/>
    <w:rsid w:val="00DA71EC"/>
    <w:rsid w:val="00DA7367"/>
    <w:rsid w:val="00DA736C"/>
    <w:rsid w:val="00DA73F0"/>
    <w:rsid w:val="00DA7589"/>
    <w:rsid w:val="00DA766A"/>
    <w:rsid w:val="00DA76D2"/>
    <w:rsid w:val="00DA7AA7"/>
    <w:rsid w:val="00DA7AB7"/>
    <w:rsid w:val="00DA7B9A"/>
    <w:rsid w:val="00DA7FAE"/>
    <w:rsid w:val="00DB0385"/>
    <w:rsid w:val="00DB04AF"/>
    <w:rsid w:val="00DB0565"/>
    <w:rsid w:val="00DB05CE"/>
    <w:rsid w:val="00DB08A1"/>
    <w:rsid w:val="00DB09DC"/>
    <w:rsid w:val="00DB0B0E"/>
    <w:rsid w:val="00DB0B1A"/>
    <w:rsid w:val="00DB0B20"/>
    <w:rsid w:val="00DB0C4F"/>
    <w:rsid w:val="00DB0D9B"/>
    <w:rsid w:val="00DB0E5E"/>
    <w:rsid w:val="00DB0EEC"/>
    <w:rsid w:val="00DB12CF"/>
    <w:rsid w:val="00DB133B"/>
    <w:rsid w:val="00DB1362"/>
    <w:rsid w:val="00DB13E6"/>
    <w:rsid w:val="00DB154C"/>
    <w:rsid w:val="00DB16B2"/>
    <w:rsid w:val="00DB16C4"/>
    <w:rsid w:val="00DB1737"/>
    <w:rsid w:val="00DB183F"/>
    <w:rsid w:val="00DB1882"/>
    <w:rsid w:val="00DB19EA"/>
    <w:rsid w:val="00DB1AA6"/>
    <w:rsid w:val="00DB1B81"/>
    <w:rsid w:val="00DB1CA9"/>
    <w:rsid w:val="00DB1EFA"/>
    <w:rsid w:val="00DB235F"/>
    <w:rsid w:val="00DB2496"/>
    <w:rsid w:val="00DB24AC"/>
    <w:rsid w:val="00DB277C"/>
    <w:rsid w:val="00DB2CA4"/>
    <w:rsid w:val="00DB2FAB"/>
    <w:rsid w:val="00DB3418"/>
    <w:rsid w:val="00DB3529"/>
    <w:rsid w:val="00DB3608"/>
    <w:rsid w:val="00DB3668"/>
    <w:rsid w:val="00DB37A7"/>
    <w:rsid w:val="00DB3888"/>
    <w:rsid w:val="00DB3E1E"/>
    <w:rsid w:val="00DB3FAC"/>
    <w:rsid w:val="00DB40C0"/>
    <w:rsid w:val="00DB419B"/>
    <w:rsid w:val="00DB4347"/>
    <w:rsid w:val="00DB43AD"/>
    <w:rsid w:val="00DB4706"/>
    <w:rsid w:val="00DB4707"/>
    <w:rsid w:val="00DB47CB"/>
    <w:rsid w:val="00DB498E"/>
    <w:rsid w:val="00DB4999"/>
    <w:rsid w:val="00DB4A7E"/>
    <w:rsid w:val="00DB4EB0"/>
    <w:rsid w:val="00DB4F04"/>
    <w:rsid w:val="00DB5078"/>
    <w:rsid w:val="00DB5231"/>
    <w:rsid w:val="00DB543B"/>
    <w:rsid w:val="00DB5517"/>
    <w:rsid w:val="00DB5E71"/>
    <w:rsid w:val="00DB5FAF"/>
    <w:rsid w:val="00DB60B9"/>
    <w:rsid w:val="00DB614F"/>
    <w:rsid w:val="00DB619D"/>
    <w:rsid w:val="00DB62A5"/>
    <w:rsid w:val="00DB62B1"/>
    <w:rsid w:val="00DB631D"/>
    <w:rsid w:val="00DB65D4"/>
    <w:rsid w:val="00DB6745"/>
    <w:rsid w:val="00DB67B9"/>
    <w:rsid w:val="00DB6A1D"/>
    <w:rsid w:val="00DB6C70"/>
    <w:rsid w:val="00DB6E5E"/>
    <w:rsid w:val="00DB709F"/>
    <w:rsid w:val="00DB70A9"/>
    <w:rsid w:val="00DB7107"/>
    <w:rsid w:val="00DB74B5"/>
    <w:rsid w:val="00DB74EF"/>
    <w:rsid w:val="00DB762D"/>
    <w:rsid w:val="00DB7740"/>
    <w:rsid w:val="00DB7773"/>
    <w:rsid w:val="00DB77C1"/>
    <w:rsid w:val="00DB78E8"/>
    <w:rsid w:val="00DB798F"/>
    <w:rsid w:val="00DB79D8"/>
    <w:rsid w:val="00DB7A03"/>
    <w:rsid w:val="00DB7ABC"/>
    <w:rsid w:val="00DB7C7F"/>
    <w:rsid w:val="00DB7C94"/>
    <w:rsid w:val="00DB7D19"/>
    <w:rsid w:val="00DB7DA7"/>
    <w:rsid w:val="00DB7E4F"/>
    <w:rsid w:val="00DB7E9F"/>
    <w:rsid w:val="00DC0012"/>
    <w:rsid w:val="00DC0013"/>
    <w:rsid w:val="00DC00F5"/>
    <w:rsid w:val="00DC011F"/>
    <w:rsid w:val="00DC0218"/>
    <w:rsid w:val="00DC02D8"/>
    <w:rsid w:val="00DC0356"/>
    <w:rsid w:val="00DC0497"/>
    <w:rsid w:val="00DC05B0"/>
    <w:rsid w:val="00DC068E"/>
    <w:rsid w:val="00DC076B"/>
    <w:rsid w:val="00DC07D2"/>
    <w:rsid w:val="00DC082E"/>
    <w:rsid w:val="00DC0963"/>
    <w:rsid w:val="00DC099C"/>
    <w:rsid w:val="00DC0A2B"/>
    <w:rsid w:val="00DC0B4C"/>
    <w:rsid w:val="00DC0C43"/>
    <w:rsid w:val="00DC14CD"/>
    <w:rsid w:val="00DC1698"/>
    <w:rsid w:val="00DC1744"/>
    <w:rsid w:val="00DC1843"/>
    <w:rsid w:val="00DC1FE0"/>
    <w:rsid w:val="00DC2115"/>
    <w:rsid w:val="00DC251B"/>
    <w:rsid w:val="00DC256F"/>
    <w:rsid w:val="00DC289F"/>
    <w:rsid w:val="00DC29E2"/>
    <w:rsid w:val="00DC2AA7"/>
    <w:rsid w:val="00DC2F73"/>
    <w:rsid w:val="00DC3199"/>
    <w:rsid w:val="00DC3217"/>
    <w:rsid w:val="00DC32B2"/>
    <w:rsid w:val="00DC34EE"/>
    <w:rsid w:val="00DC35FA"/>
    <w:rsid w:val="00DC38C6"/>
    <w:rsid w:val="00DC3A98"/>
    <w:rsid w:val="00DC41B1"/>
    <w:rsid w:val="00DC4394"/>
    <w:rsid w:val="00DC48F1"/>
    <w:rsid w:val="00DC491F"/>
    <w:rsid w:val="00DC4B9C"/>
    <w:rsid w:val="00DC4BA7"/>
    <w:rsid w:val="00DC4CBF"/>
    <w:rsid w:val="00DC4D23"/>
    <w:rsid w:val="00DC4D6B"/>
    <w:rsid w:val="00DC4DEB"/>
    <w:rsid w:val="00DC50B9"/>
    <w:rsid w:val="00DC51E7"/>
    <w:rsid w:val="00DC52DF"/>
    <w:rsid w:val="00DC5367"/>
    <w:rsid w:val="00DC55D8"/>
    <w:rsid w:val="00DC570B"/>
    <w:rsid w:val="00DC5731"/>
    <w:rsid w:val="00DC5974"/>
    <w:rsid w:val="00DC5AA8"/>
    <w:rsid w:val="00DC5B14"/>
    <w:rsid w:val="00DC5CBD"/>
    <w:rsid w:val="00DC5E06"/>
    <w:rsid w:val="00DC5EAC"/>
    <w:rsid w:val="00DC5FDF"/>
    <w:rsid w:val="00DC60B0"/>
    <w:rsid w:val="00DC6196"/>
    <w:rsid w:val="00DC662B"/>
    <w:rsid w:val="00DC66B6"/>
    <w:rsid w:val="00DC67A8"/>
    <w:rsid w:val="00DC683C"/>
    <w:rsid w:val="00DC68BA"/>
    <w:rsid w:val="00DC68D4"/>
    <w:rsid w:val="00DC69D9"/>
    <w:rsid w:val="00DC6C7A"/>
    <w:rsid w:val="00DC6E75"/>
    <w:rsid w:val="00DC6EB3"/>
    <w:rsid w:val="00DC6F03"/>
    <w:rsid w:val="00DC6F25"/>
    <w:rsid w:val="00DC6F2F"/>
    <w:rsid w:val="00DC702A"/>
    <w:rsid w:val="00DC70C0"/>
    <w:rsid w:val="00DC70D7"/>
    <w:rsid w:val="00DC728D"/>
    <w:rsid w:val="00DC7337"/>
    <w:rsid w:val="00DC73CD"/>
    <w:rsid w:val="00DC77D8"/>
    <w:rsid w:val="00DD0546"/>
    <w:rsid w:val="00DD0779"/>
    <w:rsid w:val="00DD0870"/>
    <w:rsid w:val="00DD096C"/>
    <w:rsid w:val="00DD09E1"/>
    <w:rsid w:val="00DD0A37"/>
    <w:rsid w:val="00DD0AD9"/>
    <w:rsid w:val="00DD0DC4"/>
    <w:rsid w:val="00DD0EB9"/>
    <w:rsid w:val="00DD0ECC"/>
    <w:rsid w:val="00DD1066"/>
    <w:rsid w:val="00DD114C"/>
    <w:rsid w:val="00DD154D"/>
    <w:rsid w:val="00DD15F9"/>
    <w:rsid w:val="00DD1669"/>
    <w:rsid w:val="00DD17C5"/>
    <w:rsid w:val="00DD1C8B"/>
    <w:rsid w:val="00DD1D42"/>
    <w:rsid w:val="00DD201F"/>
    <w:rsid w:val="00DD20D6"/>
    <w:rsid w:val="00DD20DC"/>
    <w:rsid w:val="00DD22B5"/>
    <w:rsid w:val="00DD242D"/>
    <w:rsid w:val="00DD25F2"/>
    <w:rsid w:val="00DD2682"/>
    <w:rsid w:val="00DD26E6"/>
    <w:rsid w:val="00DD27A4"/>
    <w:rsid w:val="00DD2D46"/>
    <w:rsid w:val="00DD30F7"/>
    <w:rsid w:val="00DD31D2"/>
    <w:rsid w:val="00DD365F"/>
    <w:rsid w:val="00DD3864"/>
    <w:rsid w:val="00DD39CB"/>
    <w:rsid w:val="00DD3A17"/>
    <w:rsid w:val="00DD3D46"/>
    <w:rsid w:val="00DD4104"/>
    <w:rsid w:val="00DD410C"/>
    <w:rsid w:val="00DD4146"/>
    <w:rsid w:val="00DD4164"/>
    <w:rsid w:val="00DD4322"/>
    <w:rsid w:val="00DD432D"/>
    <w:rsid w:val="00DD4482"/>
    <w:rsid w:val="00DD44A5"/>
    <w:rsid w:val="00DD47A3"/>
    <w:rsid w:val="00DD49CA"/>
    <w:rsid w:val="00DD4AAA"/>
    <w:rsid w:val="00DD4B1C"/>
    <w:rsid w:val="00DD4D31"/>
    <w:rsid w:val="00DD50FD"/>
    <w:rsid w:val="00DD51E9"/>
    <w:rsid w:val="00DD5499"/>
    <w:rsid w:val="00DD551E"/>
    <w:rsid w:val="00DD55BF"/>
    <w:rsid w:val="00DD57D6"/>
    <w:rsid w:val="00DD582D"/>
    <w:rsid w:val="00DD5962"/>
    <w:rsid w:val="00DD59B0"/>
    <w:rsid w:val="00DD5CA9"/>
    <w:rsid w:val="00DD5D97"/>
    <w:rsid w:val="00DD5FE7"/>
    <w:rsid w:val="00DD6025"/>
    <w:rsid w:val="00DD60F4"/>
    <w:rsid w:val="00DD6790"/>
    <w:rsid w:val="00DD707A"/>
    <w:rsid w:val="00DD71E9"/>
    <w:rsid w:val="00DD77A9"/>
    <w:rsid w:val="00DD786D"/>
    <w:rsid w:val="00DD791C"/>
    <w:rsid w:val="00DD7AE0"/>
    <w:rsid w:val="00DD7C1E"/>
    <w:rsid w:val="00DD7C70"/>
    <w:rsid w:val="00DD7D1C"/>
    <w:rsid w:val="00DD7DDD"/>
    <w:rsid w:val="00DD7E3B"/>
    <w:rsid w:val="00DD7F8C"/>
    <w:rsid w:val="00DE033C"/>
    <w:rsid w:val="00DE0501"/>
    <w:rsid w:val="00DE076A"/>
    <w:rsid w:val="00DE0773"/>
    <w:rsid w:val="00DE0D16"/>
    <w:rsid w:val="00DE0E71"/>
    <w:rsid w:val="00DE0F6E"/>
    <w:rsid w:val="00DE0FBA"/>
    <w:rsid w:val="00DE102F"/>
    <w:rsid w:val="00DE1118"/>
    <w:rsid w:val="00DE116F"/>
    <w:rsid w:val="00DE1276"/>
    <w:rsid w:val="00DE131F"/>
    <w:rsid w:val="00DE1443"/>
    <w:rsid w:val="00DE1446"/>
    <w:rsid w:val="00DE1AFE"/>
    <w:rsid w:val="00DE1CF7"/>
    <w:rsid w:val="00DE1D83"/>
    <w:rsid w:val="00DE1EDF"/>
    <w:rsid w:val="00DE1F5B"/>
    <w:rsid w:val="00DE1FF2"/>
    <w:rsid w:val="00DE201A"/>
    <w:rsid w:val="00DE2074"/>
    <w:rsid w:val="00DE2285"/>
    <w:rsid w:val="00DE23C1"/>
    <w:rsid w:val="00DE242B"/>
    <w:rsid w:val="00DE2488"/>
    <w:rsid w:val="00DE2546"/>
    <w:rsid w:val="00DE25C6"/>
    <w:rsid w:val="00DE269F"/>
    <w:rsid w:val="00DE27CA"/>
    <w:rsid w:val="00DE2907"/>
    <w:rsid w:val="00DE2911"/>
    <w:rsid w:val="00DE2BE0"/>
    <w:rsid w:val="00DE2E33"/>
    <w:rsid w:val="00DE3385"/>
    <w:rsid w:val="00DE362D"/>
    <w:rsid w:val="00DE3CBD"/>
    <w:rsid w:val="00DE3D43"/>
    <w:rsid w:val="00DE3F50"/>
    <w:rsid w:val="00DE4115"/>
    <w:rsid w:val="00DE4192"/>
    <w:rsid w:val="00DE4324"/>
    <w:rsid w:val="00DE44DF"/>
    <w:rsid w:val="00DE45EA"/>
    <w:rsid w:val="00DE46EA"/>
    <w:rsid w:val="00DE46FF"/>
    <w:rsid w:val="00DE4836"/>
    <w:rsid w:val="00DE48BC"/>
    <w:rsid w:val="00DE4A0B"/>
    <w:rsid w:val="00DE4B3B"/>
    <w:rsid w:val="00DE4BD8"/>
    <w:rsid w:val="00DE4E30"/>
    <w:rsid w:val="00DE4ECD"/>
    <w:rsid w:val="00DE5247"/>
    <w:rsid w:val="00DE52B2"/>
    <w:rsid w:val="00DE53C5"/>
    <w:rsid w:val="00DE557B"/>
    <w:rsid w:val="00DE5A8B"/>
    <w:rsid w:val="00DE5AA4"/>
    <w:rsid w:val="00DE5E9B"/>
    <w:rsid w:val="00DE61B3"/>
    <w:rsid w:val="00DE6426"/>
    <w:rsid w:val="00DE6444"/>
    <w:rsid w:val="00DE6580"/>
    <w:rsid w:val="00DE661E"/>
    <w:rsid w:val="00DE69C7"/>
    <w:rsid w:val="00DE6A81"/>
    <w:rsid w:val="00DE6B26"/>
    <w:rsid w:val="00DE6BDD"/>
    <w:rsid w:val="00DE6D4B"/>
    <w:rsid w:val="00DE6D5D"/>
    <w:rsid w:val="00DE6F2B"/>
    <w:rsid w:val="00DE702F"/>
    <w:rsid w:val="00DE72B8"/>
    <w:rsid w:val="00DE731F"/>
    <w:rsid w:val="00DE73F2"/>
    <w:rsid w:val="00DE7614"/>
    <w:rsid w:val="00DE79D0"/>
    <w:rsid w:val="00DE7A3B"/>
    <w:rsid w:val="00DE7AD8"/>
    <w:rsid w:val="00DE7C61"/>
    <w:rsid w:val="00DE7C72"/>
    <w:rsid w:val="00DE7D42"/>
    <w:rsid w:val="00DE7F47"/>
    <w:rsid w:val="00DF003C"/>
    <w:rsid w:val="00DF0048"/>
    <w:rsid w:val="00DF03E1"/>
    <w:rsid w:val="00DF05B0"/>
    <w:rsid w:val="00DF0699"/>
    <w:rsid w:val="00DF0AC4"/>
    <w:rsid w:val="00DF0ACE"/>
    <w:rsid w:val="00DF0B06"/>
    <w:rsid w:val="00DF0B8B"/>
    <w:rsid w:val="00DF0CE7"/>
    <w:rsid w:val="00DF0D59"/>
    <w:rsid w:val="00DF0FB6"/>
    <w:rsid w:val="00DF1357"/>
    <w:rsid w:val="00DF1525"/>
    <w:rsid w:val="00DF1701"/>
    <w:rsid w:val="00DF1760"/>
    <w:rsid w:val="00DF1AA0"/>
    <w:rsid w:val="00DF1C40"/>
    <w:rsid w:val="00DF215B"/>
    <w:rsid w:val="00DF25EE"/>
    <w:rsid w:val="00DF26FE"/>
    <w:rsid w:val="00DF281A"/>
    <w:rsid w:val="00DF287A"/>
    <w:rsid w:val="00DF287E"/>
    <w:rsid w:val="00DF2A5F"/>
    <w:rsid w:val="00DF2BA8"/>
    <w:rsid w:val="00DF3546"/>
    <w:rsid w:val="00DF3593"/>
    <w:rsid w:val="00DF37C0"/>
    <w:rsid w:val="00DF3A34"/>
    <w:rsid w:val="00DF3A6A"/>
    <w:rsid w:val="00DF3A76"/>
    <w:rsid w:val="00DF3C63"/>
    <w:rsid w:val="00DF3CB0"/>
    <w:rsid w:val="00DF3DCF"/>
    <w:rsid w:val="00DF3E59"/>
    <w:rsid w:val="00DF3F21"/>
    <w:rsid w:val="00DF4047"/>
    <w:rsid w:val="00DF41A2"/>
    <w:rsid w:val="00DF4488"/>
    <w:rsid w:val="00DF45DC"/>
    <w:rsid w:val="00DF4669"/>
    <w:rsid w:val="00DF46FB"/>
    <w:rsid w:val="00DF4816"/>
    <w:rsid w:val="00DF4980"/>
    <w:rsid w:val="00DF49BD"/>
    <w:rsid w:val="00DF4BCF"/>
    <w:rsid w:val="00DF4D89"/>
    <w:rsid w:val="00DF4DE9"/>
    <w:rsid w:val="00DF4FDE"/>
    <w:rsid w:val="00DF5155"/>
    <w:rsid w:val="00DF544B"/>
    <w:rsid w:val="00DF56EC"/>
    <w:rsid w:val="00DF575F"/>
    <w:rsid w:val="00DF5C51"/>
    <w:rsid w:val="00DF5F43"/>
    <w:rsid w:val="00DF5FCF"/>
    <w:rsid w:val="00DF6134"/>
    <w:rsid w:val="00DF6156"/>
    <w:rsid w:val="00DF62A7"/>
    <w:rsid w:val="00DF62B9"/>
    <w:rsid w:val="00DF62DA"/>
    <w:rsid w:val="00DF62FD"/>
    <w:rsid w:val="00DF6345"/>
    <w:rsid w:val="00DF6397"/>
    <w:rsid w:val="00DF6580"/>
    <w:rsid w:val="00DF65F8"/>
    <w:rsid w:val="00DF69AC"/>
    <w:rsid w:val="00DF6BF9"/>
    <w:rsid w:val="00DF6E6E"/>
    <w:rsid w:val="00DF71E8"/>
    <w:rsid w:val="00DF725B"/>
    <w:rsid w:val="00DF72DB"/>
    <w:rsid w:val="00DF7309"/>
    <w:rsid w:val="00DF7528"/>
    <w:rsid w:val="00DF7583"/>
    <w:rsid w:val="00DF769C"/>
    <w:rsid w:val="00DF76CD"/>
    <w:rsid w:val="00DF7AFA"/>
    <w:rsid w:val="00DF7C90"/>
    <w:rsid w:val="00E00092"/>
    <w:rsid w:val="00E0044B"/>
    <w:rsid w:val="00E00450"/>
    <w:rsid w:val="00E0072F"/>
    <w:rsid w:val="00E007C8"/>
    <w:rsid w:val="00E007EC"/>
    <w:rsid w:val="00E00827"/>
    <w:rsid w:val="00E00A19"/>
    <w:rsid w:val="00E00ED8"/>
    <w:rsid w:val="00E01136"/>
    <w:rsid w:val="00E01185"/>
    <w:rsid w:val="00E01227"/>
    <w:rsid w:val="00E014AA"/>
    <w:rsid w:val="00E014D5"/>
    <w:rsid w:val="00E0158F"/>
    <w:rsid w:val="00E01971"/>
    <w:rsid w:val="00E01C81"/>
    <w:rsid w:val="00E01C8D"/>
    <w:rsid w:val="00E01C9A"/>
    <w:rsid w:val="00E01F9D"/>
    <w:rsid w:val="00E022D8"/>
    <w:rsid w:val="00E02386"/>
    <w:rsid w:val="00E027EF"/>
    <w:rsid w:val="00E0287B"/>
    <w:rsid w:val="00E02A00"/>
    <w:rsid w:val="00E02AE5"/>
    <w:rsid w:val="00E02BCC"/>
    <w:rsid w:val="00E02E08"/>
    <w:rsid w:val="00E030C0"/>
    <w:rsid w:val="00E03163"/>
    <w:rsid w:val="00E035FB"/>
    <w:rsid w:val="00E03614"/>
    <w:rsid w:val="00E0372F"/>
    <w:rsid w:val="00E03760"/>
    <w:rsid w:val="00E037E8"/>
    <w:rsid w:val="00E03892"/>
    <w:rsid w:val="00E0391C"/>
    <w:rsid w:val="00E039B7"/>
    <w:rsid w:val="00E03AE6"/>
    <w:rsid w:val="00E03B3F"/>
    <w:rsid w:val="00E03B8C"/>
    <w:rsid w:val="00E03BBB"/>
    <w:rsid w:val="00E03D03"/>
    <w:rsid w:val="00E03D32"/>
    <w:rsid w:val="00E0407F"/>
    <w:rsid w:val="00E041BF"/>
    <w:rsid w:val="00E0433E"/>
    <w:rsid w:val="00E04512"/>
    <w:rsid w:val="00E0461D"/>
    <w:rsid w:val="00E04643"/>
    <w:rsid w:val="00E04795"/>
    <w:rsid w:val="00E04809"/>
    <w:rsid w:val="00E048F5"/>
    <w:rsid w:val="00E04BC4"/>
    <w:rsid w:val="00E04CB1"/>
    <w:rsid w:val="00E04DC1"/>
    <w:rsid w:val="00E04ECE"/>
    <w:rsid w:val="00E050A4"/>
    <w:rsid w:val="00E05143"/>
    <w:rsid w:val="00E05185"/>
    <w:rsid w:val="00E051DF"/>
    <w:rsid w:val="00E055E8"/>
    <w:rsid w:val="00E05675"/>
    <w:rsid w:val="00E05929"/>
    <w:rsid w:val="00E05D1A"/>
    <w:rsid w:val="00E05F88"/>
    <w:rsid w:val="00E0616C"/>
    <w:rsid w:val="00E06189"/>
    <w:rsid w:val="00E0628F"/>
    <w:rsid w:val="00E0641F"/>
    <w:rsid w:val="00E06561"/>
    <w:rsid w:val="00E0685B"/>
    <w:rsid w:val="00E068F7"/>
    <w:rsid w:val="00E06B63"/>
    <w:rsid w:val="00E06E5B"/>
    <w:rsid w:val="00E070AC"/>
    <w:rsid w:val="00E070AE"/>
    <w:rsid w:val="00E070F6"/>
    <w:rsid w:val="00E07128"/>
    <w:rsid w:val="00E0716A"/>
    <w:rsid w:val="00E07314"/>
    <w:rsid w:val="00E073DD"/>
    <w:rsid w:val="00E075A6"/>
    <w:rsid w:val="00E07853"/>
    <w:rsid w:val="00E07A58"/>
    <w:rsid w:val="00E07B9F"/>
    <w:rsid w:val="00E07DB6"/>
    <w:rsid w:val="00E07E10"/>
    <w:rsid w:val="00E10410"/>
    <w:rsid w:val="00E105BC"/>
    <w:rsid w:val="00E107DF"/>
    <w:rsid w:val="00E1097B"/>
    <w:rsid w:val="00E109C3"/>
    <w:rsid w:val="00E10A0E"/>
    <w:rsid w:val="00E10B54"/>
    <w:rsid w:val="00E10C66"/>
    <w:rsid w:val="00E10D9D"/>
    <w:rsid w:val="00E10E3A"/>
    <w:rsid w:val="00E110DA"/>
    <w:rsid w:val="00E111C7"/>
    <w:rsid w:val="00E113FC"/>
    <w:rsid w:val="00E1145A"/>
    <w:rsid w:val="00E11616"/>
    <w:rsid w:val="00E117BD"/>
    <w:rsid w:val="00E11880"/>
    <w:rsid w:val="00E11A1D"/>
    <w:rsid w:val="00E11D7A"/>
    <w:rsid w:val="00E11DC2"/>
    <w:rsid w:val="00E121DA"/>
    <w:rsid w:val="00E125F5"/>
    <w:rsid w:val="00E125FB"/>
    <w:rsid w:val="00E12626"/>
    <w:rsid w:val="00E12664"/>
    <w:rsid w:val="00E12747"/>
    <w:rsid w:val="00E129A8"/>
    <w:rsid w:val="00E12AB5"/>
    <w:rsid w:val="00E12BFF"/>
    <w:rsid w:val="00E12CB7"/>
    <w:rsid w:val="00E12CE1"/>
    <w:rsid w:val="00E12DE0"/>
    <w:rsid w:val="00E12F12"/>
    <w:rsid w:val="00E13742"/>
    <w:rsid w:val="00E137C8"/>
    <w:rsid w:val="00E1380A"/>
    <w:rsid w:val="00E1388F"/>
    <w:rsid w:val="00E138E4"/>
    <w:rsid w:val="00E1391D"/>
    <w:rsid w:val="00E1395C"/>
    <w:rsid w:val="00E13ADC"/>
    <w:rsid w:val="00E14000"/>
    <w:rsid w:val="00E14032"/>
    <w:rsid w:val="00E14049"/>
    <w:rsid w:val="00E14060"/>
    <w:rsid w:val="00E140A3"/>
    <w:rsid w:val="00E1436E"/>
    <w:rsid w:val="00E1446F"/>
    <w:rsid w:val="00E1447D"/>
    <w:rsid w:val="00E1452E"/>
    <w:rsid w:val="00E1456D"/>
    <w:rsid w:val="00E1461A"/>
    <w:rsid w:val="00E1486A"/>
    <w:rsid w:val="00E14E87"/>
    <w:rsid w:val="00E14E9B"/>
    <w:rsid w:val="00E14EAA"/>
    <w:rsid w:val="00E14FF9"/>
    <w:rsid w:val="00E15074"/>
    <w:rsid w:val="00E1523E"/>
    <w:rsid w:val="00E152E6"/>
    <w:rsid w:val="00E15386"/>
    <w:rsid w:val="00E15488"/>
    <w:rsid w:val="00E15591"/>
    <w:rsid w:val="00E15637"/>
    <w:rsid w:val="00E15769"/>
    <w:rsid w:val="00E15A13"/>
    <w:rsid w:val="00E15A45"/>
    <w:rsid w:val="00E15B4B"/>
    <w:rsid w:val="00E15BA6"/>
    <w:rsid w:val="00E15BD9"/>
    <w:rsid w:val="00E15E17"/>
    <w:rsid w:val="00E15E6E"/>
    <w:rsid w:val="00E15EF4"/>
    <w:rsid w:val="00E160AB"/>
    <w:rsid w:val="00E160CB"/>
    <w:rsid w:val="00E161A6"/>
    <w:rsid w:val="00E16225"/>
    <w:rsid w:val="00E16351"/>
    <w:rsid w:val="00E1638F"/>
    <w:rsid w:val="00E163BF"/>
    <w:rsid w:val="00E16A4A"/>
    <w:rsid w:val="00E16B14"/>
    <w:rsid w:val="00E16D5D"/>
    <w:rsid w:val="00E16E8A"/>
    <w:rsid w:val="00E170F6"/>
    <w:rsid w:val="00E171FD"/>
    <w:rsid w:val="00E174CC"/>
    <w:rsid w:val="00E17548"/>
    <w:rsid w:val="00E1773F"/>
    <w:rsid w:val="00E17851"/>
    <w:rsid w:val="00E1791D"/>
    <w:rsid w:val="00E17E64"/>
    <w:rsid w:val="00E17FD2"/>
    <w:rsid w:val="00E17FF4"/>
    <w:rsid w:val="00E2004E"/>
    <w:rsid w:val="00E200AD"/>
    <w:rsid w:val="00E201CA"/>
    <w:rsid w:val="00E2045C"/>
    <w:rsid w:val="00E20572"/>
    <w:rsid w:val="00E20734"/>
    <w:rsid w:val="00E20A25"/>
    <w:rsid w:val="00E20BF9"/>
    <w:rsid w:val="00E20D39"/>
    <w:rsid w:val="00E20FB2"/>
    <w:rsid w:val="00E210C7"/>
    <w:rsid w:val="00E2116E"/>
    <w:rsid w:val="00E21219"/>
    <w:rsid w:val="00E21429"/>
    <w:rsid w:val="00E2145C"/>
    <w:rsid w:val="00E21572"/>
    <w:rsid w:val="00E2158A"/>
    <w:rsid w:val="00E21718"/>
    <w:rsid w:val="00E2176A"/>
    <w:rsid w:val="00E218C8"/>
    <w:rsid w:val="00E218CF"/>
    <w:rsid w:val="00E21994"/>
    <w:rsid w:val="00E21A5D"/>
    <w:rsid w:val="00E21E17"/>
    <w:rsid w:val="00E21ED8"/>
    <w:rsid w:val="00E220C2"/>
    <w:rsid w:val="00E220EC"/>
    <w:rsid w:val="00E22725"/>
    <w:rsid w:val="00E2282B"/>
    <w:rsid w:val="00E2294E"/>
    <w:rsid w:val="00E22B00"/>
    <w:rsid w:val="00E22D06"/>
    <w:rsid w:val="00E22D3C"/>
    <w:rsid w:val="00E230DF"/>
    <w:rsid w:val="00E2356C"/>
    <w:rsid w:val="00E238CC"/>
    <w:rsid w:val="00E23ADE"/>
    <w:rsid w:val="00E23CBD"/>
    <w:rsid w:val="00E242CD"/>
    <w:rsid w:val="00E243F1"/>
    <w:rsid w:val="00E2485E"/>
    <w:rsid w:val="00E248E0"/>
    <w:rsid w:val="00E2512D"/>
    <w:rsid w:val="00E25543"/>
    <w:rsid w:val="00E25812"/>
    <w:rsid w:val="00E2588F"/>
    <w:rsid w:val="00E258C0"/>
    <w:rsid w:val="00E259A9"/>
    <w:rsid w:val="00E25F7D"/>
    <w:rsid w:val="00E25FFE"/>
    <w:rsid w:val="00E2601B"/>
    <w:rsid w:val="00E260B0"/>
    <w:rsid w:val="00E26404"/>
    <w:rsid w:val="00E26447"/>
    <w:rsid w:val="00E264B9"/>
    <w:rsid w:val="00E265BC"/>
    <w:rsid w:val="00E265BE"/>
    <w:rsid w:val="00E26633"/>
    <w:rsid w:val="00E26732"/>
    <w:rsid w:val="00E26747"/>
    <w:rsid w:val="00E26821"/>
    <w:rsid w:val="00E2686C"/>
    <w:rsid w:val="00E26885"/>
    <w:rsid w:val="00E269E9"/>
    <w:rsid w:val="00E26A74"/>
    <w:rsid w:val="00E26C3D"/>
    <w:rsid w:val="00E26CF2"/>
    <w:rsid w:val="00E26E17"/>
    <w:rsid w:val="00E26FD2"/>
    <w:rsid w:val="00E2726F"/>
    <w:rsid w:val="00E2744B"/>
    <w:rsid w:val="00E27540"/>
    <w:rsid w:val="00E27634"/>
    <w:rsid w:val="00E276DC"/>
    <w:rsid w:val="00E27731"/>
    <w:rsid w:val="00E27A19"/>
    <w:rsid w:val="00E27AF9"/>
    <w:rsid w:val="00E27BD6"/>
    <w:rsid w:val="00E27BE1"/>
    <w:rsid w:val="00E27C28"/>
    <w:rsid w:val="00E27C7C"/>
    <w:rsid w:val="00E27DF9"/>
    <w:rsid w:val="00E300DE"/>
    <w:rsid w:val="00E30122"/>
    <w:rsid w:val="00E301E3"/>
    <w:rsid w:val="00E302B3"/>
    <w:rsid w:val="00E302C3"/>
    <w:rsid w:val="00E303BF"/>
    <w:rsid w:val="00E30553"/>
    <w:rsid w:val="00E3058C"/>
    <w:rsid w:val="00E30594"/>
    <w:rsid w:val="00E305E7"/>
    <w:rsid w:val="00E30829"/>
    <w:rsid w:val="00E308A0"/>
    <w:rsid w:val="00E3094C"/>
    <w:rsid w:val="00E30A84"/>
    <w:rsid w:val="00E30B5B"/>
    <w:rsid w:val="00E30C74"/>
    <w:rsid w:val="00E30DE1"/>
    <w:rsid w:val="00E30E3E"/>
    <w:rsid w:val="00E31015"/>
    <w:rsid w:val="00E310AE"/>
    <w:rsid w:val="00E31203"/>
    <w:rsid w:val="00E312E5"/>
    <w:rsid w:val="00E3165B"/>
    <w:rsid w:val="00E316EF"/>
    <w:rsid w:val="00E316FA"/>
    <w:rsid w:val="00E31A0E"/>
    <w:rsid w:val="00E31ABF"/>
    <w:rsid w:val="00E31D4E"/>
    <w:rsid w:val="00E31D8A"/>
    <w:rsid w:val="00E321A5"/>
    <w:rsid w:val="00E3240C"/>
    <w:rsid w:val="00E32532"/>
    <w:rsid w:val="00E32713"/>
    <w:rsid w:val="00E327BD"/>
    <w:rsid w:val="00E32872"/>
    <w:rsid w:val="00E32E20"/>
    <w:rsid w:val="00E32FDC"/>
    <w:rsid w:val="00E3341D"/>
    <w:rsid w:val="00E33567"/>
    <w:rsid w:val="00E337CB"/>
    <w:rsid w:val="00E33A09"/>
    <w:rsid w:val="00E33A39"/>
    <w:rsid w:val="00E33CB9"/>
    <w:rsid w:val="00E33D2C"/>
    <w:rsid w:val="00E33DAF"/>
    <w:rsid w:val="00E33DFC"/>
    <w:rsid w:val="00E34477"/>
    <w:rsid w:val="00E345D6"/>
    <w:rsid w:val="00E3461D"/>
    <w:rsid w:val="00E3461F"/>
    <w:rsid w:val="00E3483C"/>
    <w:rsid w:val="00E34B15"/>
    <w:rsid w:val="00E34E26"/>
    <w:rsid w:val="00E35033"/>
    <w:rsid w:val="00E35186"/>
    <w:rsid w:val="00E3525A"/>
    <w:rsid w:val="00E3526D"/>
    <w:rsid w:val="00E3533A"/>
    <w:rsid w:val="00E358C9"/>
    <w:rsid w:val="00E35C73"/>
    <w:rsid w:val="00E35E0D"/>
    <w:rsid w:val="00E35EA6"/>
    <w:rsid w:val="00E35EE4"/>
    <w:rsid w:val="00E364C2"/>
    <w:rsid w:val="00E365D5"/>
    <w:rsid w:val="00E36ED2"/>
    <w:rsid w:val="00E37484"/>
    <w:rsid w:val="00E374D0"/>
    <w:rsid w:val="00E37741"/>
    <w:rsid w:val="00E377EF"/>
    <w:rsid w:val="00E37825"/>
    <w:rsid w:val="00E378D8"/>
    <w:rsid w:val="00E37B79"/>
    <w:rsid w:val="00E37B8E"/>
    <w:rsid w:val="00E37BED"/>
    <w:rsid w:val="00E37E43"/>
    <w:rsid w:val="00E37E94"/>
    <w:rsid w:val="00E37EB1"/>
    <w:rsid w:val="00E37F79"/>
    <w:rsid w:val="00E40117"/>
    <w:rsid w:val="00E40183"/>
    <w:rsid w:val="00E40363"/>
    <w:rsid w:val="00E40397"/>
    <w:rsid w:val="00E4051D"/>
    <w:rsid w:val="00E405F2"/>
    <w:rsid w:val="00E406E8"/>
    <w:rsid w:val="00E4081E"/>
    <w:rsid w:val="00E40B99"/>
    <w:rsid w:val="00E41021"/>
    <w:rsid w:val="00E4114C"/>
    <w:rsid w:val="00E41249"/>
    <w:rsid w:val="00E4135E"/>
    <w:rsid w:val="00E4151A"/>
    <w:rsid w:val="00E417F2"/>
    <w:rsid w:val="00E41B0E"/>
    <w:rsid w:val="00E41B31"/>
    <w:rsid w:val="00E41C18"/>
    <w:rsid w:val="00E41D6F"/>
    <w:rsid w:val="00E41DAE"/>
    <w:rsid w:val="00E421E0"/>
    <w:rsid w:val="00E422E9"/>
    <w:rsid w:val="00E423DC"/>
    <w:rsid w:val="00E4285D"/>
    <w:rsid w:val="00E42B3F"/>
    <w:rsid w:val="00E42BD5"/>
    <w:rsid w:val="00E42D1F"/>
    <w:rsid w:val="00E42F13"/>
    <w:rsid w:val="00E43565"/>
    <w:rsid w:val="00E43676"/>
    <w:rsid w:val="00E4374C"/>
    <w:rsid w:val="00E43811"/>
    <w:rsid w:val="00E43A1A"/>
    <w:rsid w:val="00E43A78"/>
    <w:rsid w:val="00E43AD2"/>
    <w:rsid w:val="00E43B29"/>
    <w:rsid w:val="00E43CB3"/>
    <w:rsid w:val="00E43D31"/>
    <w:rsid w:val="00E43E72"/>
    <w:rsid w:val="00E440E6"/>
    <w:rsid w:val="00E44257"/>
    <w:rsid w:val="00E444D7"/>
    <w:rsid w:val="00E4492A"/>
    <w:rsid w:val="00E44BCF"/>
    <w:rsid w:val="00E44CC3"/>
    <w:rsid w:val="00E44D08"/>
    <w:rsid w:val="00E454DC"/>
    <w:rsid w:val="00E45582"/>
    <w:rsid w:val="00E45688"/>
    <w:rsid w:val="00E457FB"/>
    <w:rsid w:val="00E45869"/>
    <w:rsid w:val="00E4590B"/>
    <w:rsid w:val="00E459C8"/>
    <w:rsid w:val="00E45DE9"/>
    <w:rsid w:val="00E45DF7"/>
    <w:rsid w:val="00E4614B"/>
    <w:rsid w:val="00E46510"/>
    <w:rsid w:val="00E46575"/>
    <w:rsid w:val="00E468E8"/>
    <w:rsid w:val="00E46974"/>
    <w:rsid w:val="00E469DD"/>
    <w:rsid w:val="00E46AB6"/>
    <w:rsid w:val="00E46BD6"/>
    <w:rsid w:val="00E46CC9"/>
    <w:rsid w:val="00E46E8D"/>
    <w:rsid w:val="00E46F59"/>
    <w:rsid w:val="00E472A4"/>
    <w:rsid w:val="00E47378"/>
    <w:rsid w:val="00E4756D"/>
    <w:rsid w:val="00E47634"/>
    <w:rsid w:val="00E47679"/>
    <w:rsid w:val="00E47802"/>
    <w:rsid w:val="00E479AA"/>
    <w:rsid w:val="00E47B4D"/>
    <w:rsid w:val="00E47D33"/>
    <w:rsid w:val="00E47F98"/>
    <w:rsid w:val="00E50105"/>
    <w:rsid w:val="00E506A1"/>
    <w:rsid w:val="00E506DC"/>
    <w:rsid w:val="00E5083E"/>
    <w:rsid w:val="00E50873"/>
    <w:rsid w:val="00E50C1D"/>
    <w:rsid w:val="00E50CAC"/>
    <w:rsid w:val="00E5131F"/>
    <w:rsid w:val="00E5135A"/>
    <w:rsid w:val="00E5149F"/>
    <w:rsid w:val="00E514B0"/>
    <w:rsid w:val="00E514B4"/>
    <w:rsid w:val="00E517E4"/>
    <w:rsid w:val="00E5191C"/>
    <w:rsid w:val="00E51FC0"/>
    <w:rsid w:val="00E5214C"/>
    <w:rsid w:val="00E525D9"/>
    <w:rsid w:val="00E52677"/>
    <w:rsid w:val="00E5269A"/>
    <w:rsid w:val="00E52950"/>
    <w:rsid w:val="00E52994"/>
    <w:rsid w:val="00E52AA2"/>
    <w:rsid w:val="00E52BD4"/>
    <w:rsid w:val="00E52C49"/>
    <w:rsid w:val="00E52C77"/>
    <w:rsid w:val="00E53205"/>
    <w:rsid w:val="00E5320F"/>
    <w:rsid w:val="00E5324E"/>
    <w:rsid w:val="00E5379A"/>
    <w:rsid w:val="00E538E8"/>
    <w:rsid w:val="00E53D3F"/>
    <w:rsid w:val="00E53F80"/>
    <w:rsid w:val="00E53FC4"/>
    <w:rsid w:val="00E540E1"/>
    <w:rsid w:val="00E54244"/>
    <w:rsid w:val="00E54261"/>
    <w:rsid w:val="00E54378"/>
    <w:rsid w:val="00E54402"/>
    <w:rsid w:val="00E54414"/>
    <w:rsid w:val="00E545B8"/>
    <w:rsid w:val="00E546E0"/>
    <w:rsid w:val="00E5480A"/>
    <w:rsid w:val="00E549B6"/>
    <w:rsid w:val="00E55102"/>
    <w:rsid w:val="00E552E0"/>
    <w:rsid w:val="00E55371"/>
    <w:rsid w:val="00E55640"/>
    <w:rsid w:val="00E55716"/>
    <w:rsid w:val="00E55739"/>
    <w:rsid w:val="00E55CEB"/>
    <w:rsid w:val="00E5614F"/>
    <w:rsid w:val="00E5620C"/>
    <w:rsid w:val="00E562B0"/>
    <w:rsid w:val="00E5641F"/>
    <w:rsid w:val="00E5683B"/>
    <w:rsid w:val="00E56886"/>
    <w:rsid w:val="00E568DE"/>
    <w:rsid w:val="00E569E9"/>
    <w:rsid w:val="00E56C22"/>
    <w:rsid w:val="00E56CEE"/>
    <w:rsid w:val="00E56EAE"/>
    <w:rsid w:val="00E56FFA"/>
    <w:rsid w:val="00E577C4"/>
    <w:rsid w:val="00E5783A"/>
    <w:rsid w:val="00E5799B"/>
    <w:rsid w:val="00E579A2"/>
    <w:rsid w:val="00E57BFE"/>
    <w:rsid w:val="00E57DE4"/>
    <w:rsid w:val="00E57E47"/>
    <w:rsid w:val="00E57ECE"/>
    <w:rsid w:val="00E60038"/>
    <w:rsid w:val="00E60097"/>
    <w:rsid w:val="00E6016A"/>
    <w:rsid w:val="00E601E5"/>
    <w:rsid w:val="00E60497"/>
    <w:rsid w:val="00E60543"/>
    <w:rsid w:val="00E60779"/>
    <w:rsid w:val="00E6082B"/>
    <w:rsid w:val="00E60C7D"/>
    <w:rsid w:val="00E60E20"/>
    <w:rsid w:val="00E60E73"/>
    <w:rsid w:val="00E60E82"/>
    <w:rsid w:val="00E61018"/>
    <w:rsid w:val="00E6109E"/>
    <w:rsid w:val="00E612F2"/>
    <w:rsid w:val="00E613A4"/>
    <w:rsid w:val="00E613E2"/>
    <w:rsid w:val="00E6141E"/>
    <w:rsid w:val="00E61494"/>
    <w:rsid w:val="00E6167F"/>
    <w:rsid w:val="00E617A5"/>
    <w:rsid w:val="00E61A40"/>
    <w:rsid w:val="00E61AE8"/>
    <w:rsid w:val="00E61BBF"/>
    <w:rsid w:val="00E61BEA"/>
    <w:rsid w:val="00E61CFF"/>
    <w:rsid w:val="00E61FBB"/>
    <w:rsid w:val="00E620AD"/>
    <w:rsid w:val="00E621DD"/>
    <w:rsid w:val="00E62502"/>
    <w:rsid w:val="00E6254F"/>
    <w:rsid w:val="00E625B4"/>
    <w:rsid w:val="00E627BF"/>
    <w:rsid w:val="00E62B32"/>
    <w:rsid w:val="00E63646"/>
    <w:rsid w:val="00E63758"/>
    <w:rsid w:val="00E63C08"/>
    <w:rsid w:val="00E63C9C"/>
    <w:rsid w:val="00E63D41"/>
    <w:rsid w:val="00E64302"/>
    <w:rsid w:val="00E6486B"/>
    <w:rsid w:val="00E64BFF"/>
    <w:rsid w:val="00E64DDA"/>
    <w:rsid w:val="00E6518E"/>
    <w:rsid w:val="00E65193"/>
    <w:rsid w:val="00E651A0"/>
    <w:rsid w:val="00E65228"/>
    <w:rsid w:val="00E6522C"/>
    <w:rsid w:val="00E65269"/>
    <w:rsid w:val="00E65375"/>
    <w:rsid w:val="00E65378"/>
    <w:rsid w:val="00E65654"/>
    <w:rsid w:val="00E656EF"/>
    <w:rsid w:val="00E65DD9"/>
    <w:rsid w:val="00E65F21"/>
    <w:rsid w:val="00E65F28"/>
    <w:rsid w:val="00E661FD"/>
    <w:rsid w:val="00E6624A"/>
    <w:rsid w:val="00E66547"/>
    <w:rsid w:val="00E66632"/>
    <w:rsid w:val="00E6672B"/>
    <w:rsid w:val="00E66AC6"/>
    <w:rsid w:val="00E66D1B"/>
    <w:rsid w:val="00E66D2A"/>
    <w:rsid w:val="00E66DD0"/>
    <w:rsid w:val="00E66DFF"/>
    <w:rsid w:val="00E674F7"/>
    <w:rsid w:val="00E67639"/>
    <w:rsid w:val="00E676BC"/>
    <w:rsid w:val="00E6772D"/>
    <w:rsid w:val="00E67947"/>
    <w:rsid w:val="00E67A9E"/>
    <w:rsid w:val="00E67AC2"/>
    <w:rsid w:val="00E67B62"/>
    <w:rsid w:val="00E67C93"/>
    <w:rsid w:val="00E67D48"/>
    <w:rsid w:val="00E67E41"/>
    <w:rsid w:val="00E67E53"/>
    <w:rsid w:val="00E67ED3"/>
    <w:rsid w:val="00E67F05"/>
    <w:rsid w:val="00E70398"/>
    <w:rsid w:val="00E70550"/>
    <w:rsid w:val="00E70576"/>
    <w:rsid w:val="00E7063C"/>
    <w:rsid w:val="00E707FE"/>
    <w:rsid w:val="00E7080B"/>
    <w:rsid w:val="00E70884"/>
    <w:rsid w:val="00E70AC2"/>
    <w:rsid w:val="00E70B5E"/>
    <w:rsid w:val="00E70C1B"/>
    <w:rsid w:val="00E70C58"/>
    <w:rsid w:val="00E70CD3"/>
    <w:rsid w:val="00E71176"/>
    <w:rsid w:val="00E711A4"/>
    <w:rsid w:val="00E7122B"/>
    <w:rsid w:val="00E71231"/>
    <w:rsid w:val="00E71295"/>
    <w:rsid w:val="00E7131B"/>
    <w:rsid w:val="00E713D5"/>
    <w:rsid w:val="00E716F9"/>
    <w:rsid w:val="00E7175E"/>
    <w:rsid w:val="00E7182B"/>
    <w:rsid w:val="00E718B7"/>
    <w:rsid w:val="00E71A46"/>
    <w:rsid w:val="00E71B60"/>
    <w:rsid w:val="00E71C26"/>
    <w:rsid w:val="00E71E50"/>
    <w:rsid w:val="00E71E9E"/>
    <w:rsid w:val="00E71EB1"/>
    <w:rsid w:val="00E72018"/>
    <w:rsid w:val="00E72168"/>
    <w:rsid w:val="00E72271"/>
    <w:rsid w:val="00E7230B"/>
    <w:rsid w:val="00E7259E"/>
    <w:rsid w:val="00E726E4"/>
    <w:rsid w:val="00E72721"/>
    <w:rsid w:val="00E72821"/>
    <w:rsid w:val="00E72853"/>
    <w:rsid w:val="00E7285E"/>
    <w:rsid w:val="00E728BA"/>
    <w:rsid w:val="00E7296E"/>
    <w:rsid w:val="00E72DE1"/>
    <w:rsid w:val="00E72DEB"/>
    <w:rsid w:val="00E72EAF"/>
    <w:rsid w:val="00E72EB6"/>
    <w:rsid w:val="00E73030"/>
    <w:rsid w:val="00E731E9"/>
    <w:rsid w:val="00E7320B"/>
    <w:rsid w:val="00E7321F"/>
    <w:rsid w:val="00E73363"/>
    <w:rsid w:val="00E733A6"/>
    <w:rsid w:val="00E73B30"/>
    <w:rsid w:val="00E73BCD"/>
    <w:rsid w:val="00E73BF9"/>
    <w:rsid w:val="00E74191"/>
    <w:rsid w:val="00E742AB"/>
    <w:rsid w:val="00E7443C"/>
    <w:rsid w:val="00E745A7"/>
    <w:rsid w:val="00E74742"/>
    <w:rsid w:val="00E7478F"/>
    <w:rsid w:val="00E747CC"/>
    <w:rsid w:val="00E74D4D"/>
    <w:rsid w:val="00E74E31"/>
    <w:rsid w:val="00E7543A"/>
    <w:rsid w:val="00E7555B"/>
    <w:rsid w:val="00E755E3"/>
    <w:rsid w:val="00E756A1"/>
    <w:rsid w:val="00E75748"/>
    <w:rsid w:val="00E75760"/>
    <w:rsid w:val="00E757B7"/>
    <w:rsid w:val="00E75846"/>
    <w:rsid w:val="00E75863"/>
    <w:rsid w:val="00E759AA"/>
    <w:rsid w:val="00E75A8E"/>
    <w:rsid w:val="00E75DB4"/>
    <w:rsid w:val="00E7612E"/>
    <w:rsid w:val="00E76374"/>
    <w:rsid w:val="00E7652D"/>
    <w:rsid w:val="00E76681"/>
    <w:rsid w:val="00E76754"/>
    <w:rsid w:val="00E767C8"/>
    <w:rsid w:val="00E76A4F"/>
    <w:rsid w:val="00E76C56"/>
    <w:rsid w:val="00E76CB3"/>
    <w:rsid w:val="00E76E54"/>
    <w:rsid w:val="00E770C2"/>
    <w:rsid w:val="00E7711A"/>
    <w:rsid w:val="00E772F0"/>
    <w:rsid w:val="00E773A1"/>
    <w:rsid w:val="00E77686"/>
    <w:rsid w:val="00E77770"/>
    <w:rsid w:val="00E779D7"/>
    <w:rsid w:val="00E77A1A"/>
    <w:rsid w:val="00E77A32"/>
    <w:rsid w:val="00E77EA8"/>
    <w:rsid w:val="00E77ECD"/>
    <w:rsid w:val="00E80062"/>
    <w:rsid w:val="00E80252"/>
    <w:rsid w:val="00E80463"/>
    <w:rsid w:val="00E8053F"/>
    <w:rsid w:val="00E80592"/>
    <w:rsid w:val="00E80AD8"/>
    <w:rsid w:val="00E80C1D"/>
    <w:rsid w:val="00E80CDA"/>
    <w:rsid w:val="00E81116"/>
    <w:rsid w:val="00E811B0"/>
    <w:rsid w:val="00E81247"/>
    <w:rsid w:val="00E81399"/>
    <w:rsid w:val="00E81481"/>
    <w:rsid w:val="00E81AD8"/>
    <w:rsid w:val="00E81B53"/>
    <w:rsid w:val="00E81DE1"/>
    <w:rsid w:val="00E81E03"/>
    <w:rsid w:val="00E8220F"/>
    <w:rsid w:val="00E822EC"/>
    <w:rsid w:val="00E82343"/>
    <w:rsid w:val="00E823F6"/>
    <w:rsid w:val="00E82567"/>
    <w:rsid w:val="00E82C27"/>
    <w:rsid w:val="00E82F68"/>
    <w:rsid w:val="00E831F8"/>
    <w:rsid w:val="00E83365"/>
    <w:rsid w:val="00E83606"/>
    <w:rsid w:val="00E837C3"/>
    <w:rsid w:val="00E838E3"/>
    <w:rsid w:val="00E83A54"/>
    <w:rsid w:val="00E83AD2"/>
    <w:rsid w:val="00E83BC9"/>
    <w:rsid w:val="00E83D41"/>
    <w:rsid w:val="00E83E53"/>
    <w:rsid w:val="00E83F36"/>
    <w:rsid w:val="00E83F94"/>
    <w:rsid w:val="00E841FD"/>
    <w:rsid w:val="00E84511"/>
    <w:rsid w:val="00E848F3"/>
    <w:rsid w:val="00E849E3"/>
    <w:rsid w:val="00E85010"/>
    <w:rsid w:val="00E85100"/>
    <w:rsid w:val="00E8522B"/>
    <w:rsid w:val="00E8542F"/>
    <w:rsid w:val="00E854A7"/>
    <w:rsid w:val="00E856EF"/>
    <w:rsid w:val="00E8575A"/>
    <w:rsid w:val="00E8577D"/>
    <w:rsid w:val="00E85888"/>
    <w:rsid w:val="00E85A75"/>
    <w:rsid w:val="00E85BD1"/>
    <w:rsid w:val="00E85F6C"/>
    <w:rsid w:val="00E86145"/>
    <w:rsid w:val="00E8629E"/>
    <w:rsid w:val="00E86491"/>
    <w:rsid w:val="00E86578"/>
    <w:rsid w:val="00E865DF"/>
    <w:rsid w:val="00E86626"/>
    <w:rsid w:val="00E8685E"/>
    <w:rsid w:val="00E868CB"/>
    <w:rsid w:val="00E869DC"/>
    <w:rsid w:val="00E86A61"/>
    <w:rsid w:val="00E86BCF"/>
    <w:rsid w:val="00E86C4B"/>
    <w:rsid w:val="00E86DF1"/>
    <w:rsid w:val="00E86E0B"/>
    <w:rsid w:val="00E87226"/>
    <w:rsid w:val="00E87405"/>
    <w:rsid w:val="00E8745C"/>
    <w:rsid w:val="00E874C5"/>
    <w:rsid w:val="00E876F3"/>
    <w:rsid w:val="00E878F0"/>
    <w:rsid w:val="00E87B30"/>
    <w:rsid w:val="00E87B71"/>
    <w:rsid w:val="00E87C4D"/>
    <w:rsid w:val="00E87C5D"/>
    <w:rsid w:val="00E87C76"/>
    <w:rsid w:val="00E87CE0"/>
    <w:rsid w:val="00E87DBE"/>
    <w:rsid w:val="00E87DE8"/>
    <w:rsid w:val="00E87E08"/>
    <w:rsid w:val="00E87E7F"/>
    <w:rsid w:val="00E90301"/>
    <w:rsid w:val="00E9041F"/>
    <w:rsid w:val="00E904C7"/>
    <w:rsid w:val="00E9084E"/>
    <w:rsid w:val="00E90BB9"/>
    <w:rsid w:val="00E90C20"/>
    <w:rsid w:val="00E90C6A"/>
    <w:rsid w:val="00E90D7C"/>
    <w:rsid w:val="00E90D80"/>
    <w:rsid w:val="00E910A7"/>
    <w:rsid w:val="00E912AC"/>
    <w:rsid w:val="00E91444"/>
    <w:rsid w:val="00E9144D"/>
    <w:rsid w:val="00E9145E"/>
    <w:rsid w:val="00E91479"/>
    <w:rsid w:val="00E91499"/>
    <w:rsid w:val="00E91830"/>
    <w:rsid w:val="00E918F1"/>
    <w:rsid w:val="00E919C3"/>
    <w:rsid w:val="00E91A13"/>
    <w:rsid w:val="00E91A65"/>
    <w:rsid w:val="00E91D70"/>
    <w:rsid w:val="00E91E61"/>
    <w:rsid w:val="00E9221D"/>
    <w:rsid w:val="00E922DB"/>
    <w:rsid w:val="00E9236C"/>
    <w:rsid w:val="00E92592"/>
    <w:rsid w:val="00E92746"/>
    <w:rsid w:val="00E92787"/>
    <w:rsid w:val="00E92797"/>
    <w:rsid w:val="00E9282B"/>
    <w:rsid w:val="00E92951"/>
    <w:rsid w:val="00E92A3D"/>
    <w:rsid w:val="00E92A76"/>
    <w:rsid w:val="00E92A9B"/>
    <w:rsid w:val="00E92B4F"/>
    <w:rsid w:val="00E92B86"/>
    <w:rsid w:val="00E92D01"/>
    <w:rsid w:val="00E92D9D"/>
    <w:rsid w:val="00E93057"/>
    <w:rsid w:val="00E930ED"/>
    <w:rsid w:val="00E93217"/>
    <w:rsid w:val="00E932B0"/>
    <w:rsid w:val="00E93325"/>
    <w:rsid w:val="00E93352"/>
    <w:rsid w:val="00E93543"/>
    <w:rsid w:val="00E936F8"/>
    <w:rsid w:val="00E938BA"/>
    <w:rsid w:val="00E93BD4"/>
    <w:rsid w:val="00E93BF1"/>
    <w:rsid w:val="00E93C99"/>
    <w:rsid w:val="00E93F44"/>
    <w:rsid w:val="00E93FCE"/>
    <w:rsid w:val="00E9438D"/>
    <w:rsid w:val="00E945A8"/>
    <w:rsid w:val="00E94821"/>
    <w:rsid w:val="00E94982"/>
    <w:rsid w:val="00E94A26"/>
    <w:rsid w:val="00E94ADB"/>
    <w:rsid w:val="00E94EDF"/>
    <w:rsid w:val="00E94FB4"/>
    <w:rsid w:val="00E95220"/>
    <w:rsid w:val="00E9529B"/>
    <w:rsid w:val="00E952C8"/>
    <w:rsid w:val="00E95323"/>
    <w:rsid w:val="00E9549C"/>
    <w:rsid w:val="00E95582"/>
    <w:rsid w:val="00E955B0"/>
    <w:rsid w:val="00E958AA"/>
    <w:rsid w:val="00E958C5"/>
    <w:rsid w:val="00E95915"/>
    <w:rsid w:val="00E95D74"/>
    <w:rsid w:val="00E95D7A"/>
    <w:rsid w:val="00E95F92"/>
    <w:rsid w:val="00E960C0"/>
    <w:rsid w:val="00E9615D"/>
    <w:rsid w:val="00E961D3"/>
    <w:rsid w:val="00E968D8"/>
    <w:rsid w:val="00E96921"/>
    <w:rsid w:val="00E9697E"/>
    <w:rsid w:val="00E96B5A"/>
    <w:rsid w:val="00E97149"/>
    <w:rsid w:val="00E971C4"/>
    <w:rsid w:val="00E97236"/>
    <w:rsid w:val="00E976CD"/>
    <w:rsid w:val="00E9774F"/>
    <w:rsid w:val="00E97762"/>
    <w:rsid w:val="00E9780C"/>
    <w:rsid w:val="00E9799A"/>
    <w:rsid w:val="00E97A10"/>
    <w:rsid w:val="00E97C5B"/>
    <w:rsid w:val="00E97C91"/>
    <w:rsid w:val="00EA00C0"/>
    <w:rsid w:val="00EA00F4"/>
    <w:rsid w:val="00EA0318"/>
    <w:rsid w:val="00EA0355"/>
    <w:rsid w:val="00EA087D"/>
    <w:rsid w:val="00EA0AE4"/>
    <w:rsid w:val="00EA0D64"/>
    <w:rsid w:val="00EA0DFE"/>
    <w:rsid w:val="00EA0E9A"/>
    <w:rsid w:val="00EA0E9C"/>
    <w:rsid w:val="00EA0FCD"/>
    <w:rsid w:val="00EA12CB"/>
    <w:rsid w:val="00EA130D"/>
    <w:rsid w:val="00EA13E7"/>
    <w:rsid w:val="00EA140C"/>
    <w:rsid w:val="00EA19A2"/>
    <w:rsid w:val="00EA1A5F"/>
    <w:rsid w:val="00EA1D1C"/>
    <w:rsid w:val="00EA1F48"/>
    <w:rsid w:val="00EA2029"/>
    <w:rsid w:val="00EA2180"/>
    <w:rsid w:val="00EA2249"/>
    <w:rsid w:val="00EA23D4"/>
    <w:rsid w:val="00EA244A"/>
    <w:rsid w:val="00EA28A9"/>
    <w:rsid w:val="00EA2962"/>
    <w:rsid w:val="00EA2989"/>
    <w:rsid w:val="00EA2CDB"/>
    <w:rsid w:val="00EA2E41"/>
    <w:rsid w:val="00EA2E70"/>
    <w:rsid w:val="00EA30CC"/>
    <w:rsid w:val="00EA3130"/>
    <w:rsid w:val="00EA313E"/>
    <w:rsid w:val="00EA34B3"/>
    <w:rsid w:val="00EA34C7"/>
    <w:rsid w:val="00EA34D8"/>
    <w:rsid w:val="00EA36BA"/>
    <w:rsid w:val="00EA3C40"/>
    <w:rsid w:val="00EA3D12"/>
    <w:rsid w:val="00EA3D4F"/>
    <w:rsid w:val="00EA4091"/>
    <w:rsid w:val="00EA4415"/>
    <w:rsid w:val="00EA45AE"/>
    <w:rsid w:val="00EA472C"/>
    <w:rsid w:val="00EA4A09"/>
    <w:rsid w:val="00EA4AE2"/>
    <w:rsid w:val="00EA4B35"/>
    <w:rsid w:val="00EA4CF9"/>
    <w:rsid w:val="00EA4D3A"/>
    <w:rsid w:val="00EA50F7"/>
    <w:rsid w:val="00EA511D"/>
    <w:rsid w:val="00EA534F"/>
    <w:rsid w:val="00EA53C8"/>
    <w:rsid w:val="00EA55CF"/>
    <w:rsid w:val="00EA5610"/>
    <w:rsid w:val="00EA57AE"/>
    <w:rsid w:val="00EA58FA"/>
    <w:rsid w:val="00EA5980"/>
    <w:rsid w:val="00EA5B61"/>
    <w:rsid w:val="00EA5CD4"/>
    <w:rsid w:val="00EA5D76"/>
    <w:rsid w:val="00EA5DCE"/>
    <w:rsid w:val="00EA5E8F"/>
    <w:rsid w:val="00EA6104"/>
    <w:rsid w:val="00EA6146"/>
    <w:rsid w:val="00EA629A"/>
    <w:rsid w:val="00EA6359"/>
    <w:rsid w:val="00EA63DC"/>
    <w:rsid w:val="00EA6632"/>
    <w:rsid w:val="00EA6710"/>
    <w:rsid w:val="00EA69E3"/>
    <w:rsid w:val="00EA6A69"/>
    <w:rsid w:val="00EA6AB4"/>
    <w:rsid w:val="00EA6B63"/>
    <w:rsid w:val="00EA6C6D"/>
    <w:rsid w:val="00EA6D9E"/>
    <w:rsid w:val="00EA6DFD"/>
    <w:rsid w:val="00EA6FDE"/>
    <w:rsid w:val="00EA7091"/>
    <w:rsid w:val="00EA7238"/>
    <w:rsid w:val="00EA72BC"/>
    <w:rsid w:val="00EA7416"/>
    <w:rsid w:val="00EA775B"/>
    <w:rsid w:val="00EA7882"/>
    <w:rsid w:val="00EA7B96"/>
    <w:rsid w:val="00EA7BB2"/>
    <w:rsid w:val="00EA7BE3"/>
    <w:rsid w:val="00EA7C16"/>
    <w:rsid w:val="00EA7C79"/>
    <w:rsid w:val="00EB00DC"/>
    <w:rsid w:val="00EB0339"/>
    <w:rsid w:val="00EB0443"/>
    <w:rsid w:val="00EB047C"/>
    <w:rsid w:val="00EB07E4"/>
    <w:rsid w:val="00EB085A"/>
    <w:rsid w:val="00EB0964"/>
    <w:rsid w:val="00EB0A0B"/>
    <w:rsid w:val="00EB0B5E"/>
    <w:rsid w:val="00EB0B7B"/>
    <w:rsid w:val="00EB0BFE"/>
    <w:rsid w:val="00EB0C57"/>
    <w:rsid w:val="00EB0F79"/>
    <w:rsid w:val="00EB140F"/>
    <w:rsid w:val="00EB1537"/>
    <w:rsid w:val="00EB16EF"/>
    <w:rsid w:val="00EB181F"/>
    <w:rsid w:val="00EB1EE5"/>
    <w:rsid w:val="00EB20BD"/>
    <w:rsid w:val="00EB22B1"/>
    <w:rsid w:val="00EB23E3"/>
    <w:rsid w:val="00EB2498"/>
    <w:rsid w:val="00EB260C"/>
    <w:rsid w:val="00EB2642"/>
    <w:rsid w:val="00EB264F"/>
    <w:rsid w:val="00EB270D"/>
    <w:rsid w:val="00EB272A"/>
    <w:rsid w:val="00EB28C1"/>
    <w:rsid w:val="00EB294F"/>
    <w:rsid w:val="00EB29C9"/>
    <w:rsid w:val="00EB29D2"/>
    <w:rsid w:val="00EB2A12"/>
    <w:rsid w:val="00EB2A85"/>
    <w:rsid w:val="00EB2B74"/>
    <w:rsid w:val="00EB2C00"/>
    <w:rsid w:val="00EB2E54"/>
    <w:rsid w:val="00EB2E79"/>
    <w:rsid w:val="00EB3B62"/>
    <w:rsid w:val="00EB41B9"/>
    <w:rsid w:val="00EB4400"/>
    <w:rsid w:val="00EB476C"/>
    <w:rsid w:val="00EB4854"/>
    <w:rsid w:val="00EB486C"/>
    <w:rsid w:val="00EB4A64"/>
    <w:rsid w:val="00EB4B46"/>
    <w:rsid w:val="00EB4C41"/>
    <w:rsid w:val="00EB4CC0"/>
    <w:rsid w:val="00EB4DC9"/>
    <w:rsid w:val="00EB4ECD"/>
    <w:rsid w:val="00EB5346"/>
    <w:rsid w:val="00EB53A2"/>
    <w:rsid w:val="00EB540D"/>
    <w:rsid w:val="00EB5449"/>
    <w:rsid w:val="00EB546D"/>
    <w:rsid w:val="00EB5477"/>
    <w:rsid w:val="00EB5488"/>
    <w:rsid w:val="00EB54D4"/>
    <w:rsid w:val="00EB55FB"/>
    <w:rsid w:val="00EB56D4"/>
    <w:rsid w:val="00EB5700"/>
    <w:rsid w:val="00EB5703"/>
    <w:rsid w:val="00EB5A53"/>
    <w:rsid w:val="00EB5A5B"/>
    <w:rsid w:val="00EB5AE9"/>
    <w:rsid w:val="00EB5D22"/>
    <w:rsid w:val="00EB5FB5"/>
    <w:rsid w:val="00EB6067"/>
    <w:rsid w:val="00EB60F8"/>
    <w:rsid w:val="00EB60FF"/>
    <w:rsid w:val="00EB63FF"/>
    <w:rsid w:val="00EB6877"/>
    <w:rsid w:val="00EB68E2"/>
    <w:rsid w:val="00EB6A73"/>
    <w:rsid w:val="00EB6ABD"/>
    <w:rsid w:val="00EB7400"/>
    <w:rsid w:val="00EB75C8"/>
    <w:rsid w:val="00EB78A3"/>
    <w:rsid w:val="00EB78A6"/>
    <w:rsid w:val="00EB7980"/>
    <w:rsid w:val="00EC004B"/>
    <w:rsid w:val="00EC00B1"/>
    <w:rsid w:val="00EC00E1"/>
    <w:rsid w:val="00EC014D"/>
    <w:rsid w:val="00EC0640"/>
    <w:rsid w:val="00EC0735"/>
    <w:rsid w:val="00EC0CA5"/>
    <w:rsid w:val="00EC1414"/>
    <w:rsid w:val="00EC145B"/>
    <w:rsid w:val="00EC163A"/>
    <w:rsid w:val="00EC1920"/>
    <w:rsid w:val="00EC19BD"/>
    <w:rsid w:val="00EC19F5"/>
    <w:rsid w:val="00EC1B2C"/>
    <w:rsid w:val="00EC1CF8"/>
    <w:rsid w:val="00EC1E67"/>
    <w:rsid w:val="00EC1F90"/>
    <w:rsid w:val="00EC1FF6"/>
    <w:rsid w:val="00EC20C9"/>
    <w:rsid w:val="00EC21AB"/>
    <w:rsid w:val="00EC230F"/>
    <w:rsid w:val="00EC2650"/>
    <w:rsid w:val="00EC272B"/>
    <w:rsid w:val="00EC2737"/>
    <w:rsid w:val="00EC2738"/>
    <w:rsid w:val="00EC2878"/>
    <w:rsid w:val="00EC28DB"/>
    <w:rsid w:val="00EC2A2A"/>
    <w:rsid w:val="00EC2BB0"/>
    <w:rsid w:val="00EC2FD9"/>
    <w:rsid w:val="00EC2FE0"/>
    <w:rsid w:val="00EC30B8"/>
    <w:rsid w:val="00EC317D"/>
    <w:rsid w:val="00EC340B"/>
    <w:rsid w:val="00EC3532"/>
    <w:rsid w:val="00EC3689"/>
    <w:rsid w:val="00EC39D2"/>
    <w:rsid w:val="00EC3B4A"/>
    <w:rsid w:val="00EC3BDB"/>
    <w:rsid w:val="00EC3D51"/>
    <w:rsid w:val="00EC3F82"/>
    <w:rsid w:val="00EC4197"/>
    <w:rsid w:val="00EC4283"/>
    <w:rsid w:val="00EC4386"/>
    <w:rsid w:val="00EC465F"/>
    <w:rsid w:val="00EC473C"/>
    <w:rsid w:val="00EC47D9"/>
    <w:rsid w:val="00EC4973"/>
    <w:rsid w:val="00EC4B96"/>
    <w:rsid w:val="00EC4ED7"/>
    <w:rsid w:val="00EC4F8E"/>
    <w:rsid w:val="00EC5106"/>
    <w:rsid w:val="00EC5267"/>
    <w:rsid w:val="00EC5373"/>
    <w:rsid w:val="00EC5673"/>
    <w:rsid w:val="00EC5796"/>
    <w:rsid w:val="00EC58B2"/>
    <w:rsid w:val="00EC5E07"/>
    <w:rsid w:val="00EC5E3B"/>
    <w:rsid w:val="00EC5FA0"/>
    <w:rsid w:val="00EC63EF"/>
    <w:rsid w:val="00EC64E3"/>
    <w:rsid w:val="00EC65B2"/>
    <w:rsid w:val="00EC66AD"/>
    <w:rsid w:val="00EC676B"/>
    <w:rsid w:val="00EC68FF"/>
    <w:rsid w:val="00EC6A37"/>
    <w:rsid w:val="00EC6B17"/>
    <w:rsid w:val="00EC6B37"/>
    <w:rsid w:val="00EC6E7D"/>
    <w:rsid w:val="00EC6F61"/>
    <w:rsid w:val="00EC6F6C"/>
    <w:rsid w:val="00EC6FC5"/>
    <w:rsid w:val="00EC70A4"/>
    <w:rsid w:val="00EC736B"/>
    <w:rsid w:val="00EC73F2"/>
    <w:rsid w:val="00EC7839"/>
    <w:rsid w:val="00EC7AAF"/>
    <w:rsid w:val="00EC7D55"/>
    <w:rsid w:val="00ED015B"/>
    <w:rsid w:val="00ED0649"/>
    <w:rsid w:val="00ED075E"/>
    <w:rsid w:val="00ED07C1"/>
    <w:rsid w:val="00ED0897"/>
    <w:rsid w:val="00ED0993"/>
    <w:rsid w:val="00ED099E"/>
    <w:rsid w:val="00ED0AFE"/>
    <w:rsid w:val="00ED0DE6"/>
    <w:rsid w:val="00ED0F41"/>
    <w:rsid w:val="00ED1C1A"/>
    <w:rsid w:val="00ED1CF3"/>
    <w:rsid w:val="00ED2216"/>
    <w:rsid w:val="00ED2351"/>
    <w:rsid w:val="00ED2424"/>
    <w:rsid w:val="00ED2453"/>
    <w:rsid w:val="00ED27D1"/>
    <w:rsid w:val="00ED2BF3"/>
    <w:rsid w:val="00ED2C7F"/>
    <w:rsid w:val="00ED2F41"/>
    <w:rsid w:val="00ED31C0"/>
    <w:rsid w:val="00ED35A7"/>
    <w:rsid w:val="00ED3754"/>
    <w:rsid w:val="00ED3775"/>
    <w:rsid w:val="00ED3C93"/>
    <w:rsid w:val="00ED3CF7"/>
    <w:rsid w:val="00ED3D51"/>
    <w:rsid w:val="00ED3DF9"/>
    <w:rsid w:val="00ED43AF"/>
    <w:rsid w:val="00ED4487"/>
    <w:rsid w:val="00ED4490"/>
    <w:rsid w:val="00ED46CA"/>
    <w:rsid w:val="00ED47DA"/>
    <w:rsid w:val="00ED47E1"/>
    <w:rsid w:val="00ED47E7"/>
    <w:rsid w:val="00ED4839"/>
    <w:rsid w:val="00ED4A9B"/>
    <w:rsid w:val="00ED4CE7"/>
    <w:rsid w:val="00ED4ECE"/>
    <w:rsid w:val="00ED50E2"/>
    <w:rsid w:val="00ED5189"/>
    <w:rsid w:val="00ED528D"/>
    <w:rsid w:val="00ED53ED"/>
    <w:rsid w:val="00ED55C2"/>
    <w:rsid w:val="00ED58C5"/>
    <w:rsid w:val="00ED5C4A"/>
    <w:rsid w:val="00ED5C89"/>
    <w:rsid w:val="00ED5E9A"/>
    <w:rsid w:val="00ED6043"/>
    <w:rsid w:val="00ED642D"/>
    <w:rsid w:val="00ED6B4F"/>
    <w:rsid w:val="00ED6BF4"/>
    <w:rsid w:val="00ED7244"/>
    <w:rsid w:val="00ED751F"/>
    <w:rsid w:val="00ED7863"/>
    <w:rsid w:val="00ED7DFE"/>
    <w:rsid w:val="00ED7E1F"/>
    <w:rsid w:val="00ED7E54"/>
    <w:rsid w:val="00EE03E2"/>
    <w:rsid w:val="00EE0404"/>
    <w:rsid w:val="00EE0745"/>
    <w:rsid w:val="00EE0986"/>
    <w:rsid w:val="00EE0B47"/>
    <w:rsid w:val="00EE0E3F"/>
    <w:rsid w:val="00EE1154"/>
    <w:rsid w:val="00EE11C5"/>
    <w:rsid w:val="00EE1208"/>
    <w:rsid w:val="00EE12CC"/>
    <w:rsid w:val="00EE1366"/>
    <w:rsid w:val="00EE1569"/>
    <w:rsid w:val="00EE1572"/>
    <w:rsid w:val="00EE157E"/>
    <w:rsid w:val="00EE1B8B"/>
    <w:rsid w:val="00EE1BAA"/>
    <w:rsid w:val="00EE1EBE"/>
    <w:rsid w:val="00EE1EDD"/>
    <w:rsid w:val="00EE1FF9"/>
    <w:rsid w:val="00EE2883"/>
    <w:rsid w:val="00EE2EB0"/>
    <w:rsid w:val="00EE2EBF"/>
    <w:rsid w:val="00EE2F12"/>
    <w:rsid w:val="00EE3014"/>
    <w:rsid w:val="00EE32A3"/>
    <w:rsid w:val="00EE3314"/>
    <w:rsid w:val="00EE3511"/>
    <w:rsid w:val="00EE35A0"/>
    <w:rsid w:val="00EE37F6"/>
    <w:rsid w:val="00EE38A5"/>
    <w:rsid w:val="00EE38AB"/>
    <w:rsid w:val="00EE3EAF"/>
    <w:rsid w:val="00EE3FC1"/>
    <w:rsid w:val="00EE40E1"/>
    <w:rsid w:val="00EE44EC"/>
    <w:rsid w:val="00EE4532"/>
    <w:rsid w:val="00EE4555"/>
    <w:rsid w:val="00EE4721"/>
    <w:rsid w:val="00EE4792"/>
    <w:rsid w:val="00EE48E1"/>
    <w:rsid w:val="00EE4C78"/>
    <w:rsid w:val="00EE4DB1"/>
    <w:rsid w:val="00EE515C"/>
    <w:rsid w:val="00EE55C4"/>
    <w:rsid w:val="00EE5626"/>
    <w:rsid w:val="00EE5701"/>
    <w:rsid w:val="00EE575B"/>
    <w:rsid w:val="00EE5A0A"/>
    <w:rsid w:val="00EE5D3E"/>
    <w:rsid w:val="00EE61E7"/>
    <w:rsid w:val="00EE6201"/>
    <w:rsid w:val="00EE6384"/>
    <w:rsid w:val="00EE63AE"/>
    <w:rsid w:val="00EE63CC"/>
    <w:rsid w:val="00EE64D8"/>
    <w:rsid w:val="00EE654B"/>
    <w:rsid w:val="00EE66B3"/>
    <w:rsid w:val="00EE6830"/>
    <w:rsid w:val="00EE6999"/>
    <w:rsid w:val="00EE6B1B"/>
    <w:rsid w:val="00EE6B96"/>
    <w:rsid w:val="00EE6C25"/>
    <w:rsid w:val="00EE6C96"/>
    <w:rsid w:val="00EE6CB0"/>
    <w:rsid w:val="00EE6DDF"/>
    <w:rsid w:val="00EE6F7A"/>
    <w:rsid w:val="00EE70E7"/>
    <w:rsid w:val="00EE7279"/>
    <w:rsid w:val="00EE748F"/>
    <w:rsid w:val="00EE769F"/>
    <w:rsid w:val="00EE78E5"/>
    <w:rsid w:val="00EE7AB0"/>
    <w:rsid w:val="00EE7EFC"/>
    <w:rsid w:val="00EE7F56"/>
    <w:rsid w:val="00EF01D7"/>
    <w:rsid w:val="00EF052F"/>
    <w:rsid w:val="00EF05B4"/>
    <w:rsid w:val="00EF0723"/>
    <w:rsid w:val="00EF07DF"/>
    <w:rsid w:val="00EF0845"/>
    <w:rsid w:val="00EF0886"/>
    <w:rsid w:val="00EF08B5"/>
    <w:rsid w:val="00EF096F"/>
    <w:rsid w:val="00EF0997"/>
    <w:rsid w:val="00EF0A46"/>
    <w:rsid w:val="00EF0D29"/>
    <w:rsid w:val="00EF0D84"/>
    <w:rsid w:val="00EF0E46"/>
    <w:rsid w:val="00EF1154"/>
    <w:rsid w:val="00EF117D"/>
    <w:rsid w:val="00EF1216"/>
    <w:rsid w:val="00EF1370"/>
    <w:rsid w:val="00EF138E"/>
    <w:rsid w:val="00EF1419"/>
    <w:rsid w:val="00EF1612"/>
    <w:rsid w:val="00EF1776"/>
    <w:rsid w:val="00EF17D7"/>
    <w:rsid w:val="00EF1961"/>
    <w:rsid w:val="00EF1AA1"/>
    <w:rsid w:val="00EF1C53"/>
    <w:rsid w:val="00EF26FC"/>
    <w:rsid w:val="00EF2826"/>
    <w:rsid w:val="00EF2834"/>
    <w:rsid w:val="00EF2C36"/>
    <w:rsid w:val="00EF2CFE"/>
    <w:rsid w:val="00EF2DDF"/>
    <w:rsid w:val="00EF2E26"/>
    <w:rsid w:val="00EF2E53"/>
    <w:rsid w:val="00EF2EB3"/>
    <w:rsid w:val="00EF2EC5"/>
    <w:rsid w:val="00EF309A"/>
    <w:rsid w:val="00EF30F3"/>
    <w:rsid w:val="00EF3102"/>
    <w:rsid w:val="00EF315D"/>
    <w:rsid w:val="00EF331F"/>
    <w:rsid w:val="00EF33E9"/>
    <w:rsid w:val="00EF3429"/>
    <w:rsid w:val="00EF3514"/>
    <w:rsid w:val="00EF37B6"/>
    <w:rsid w:val="00EF37DB"/>
    <w:rsid w:val="00EF3840"/>
    <w:rsid w:val="00EF3D3F"/>
    <w:rsid w:val="00EF3D68"/>
    <w:rsid w:val="00EF3DE1"/>
    <w:rsid w:val="00EF4413"/>
    <w:rsid w:val="00EF4888"/>
    <w:rsid w:val="00EF4B14"/>
    <w:rsid w:val="00EF4E28"/>
    <w:rsid w:val="00EF52FF"/>
    <w:rsid w:val="00EF53A5"/>
    <w:rsid w:val="00EF553E"/>
    <w:rsid w:val="00EF55CC"/>
    <w:rsid w:val="00EF570F"/>
    <w:rsid w:val="00EF576F"/>
    <w:rsid w:val="00EF58A8"/>
    <w:rsid w:val="00EF5971"/>
    <w:rsid w:val="00EF5AD4"/>
    <w:rsid w:val="00EF5C3B"/>
    <w:rsid w:val="00EF5CBB"/>
    <w:rsid w:val="00EF5E2F"/>
    <w:rsid w:val="00EF5E9D"/>
    <w:rsid w:val="00EF5EFF"/>
    <w:rsid w:val="00EF60A5"/>
    <w:rsid w:val="00EF60D0"/>
    <w:rsid w:val="00EF6109"/>
    <w:rsid w:val="00EF623A"/>
    <w:rsid w:val="00EF6454"/>
    <w:rsid w:val="00EF651B"/>
    <w:rsid w:val="00EF6606"/>
    <w:rsid w:val="00EF66E8"/>
    <w:rsid w:val="00EF6892"/>
    <w:rsid w:val="00EF68E7"/>
    <w:rsid w:val="00EF6A79"/>
    <w:rsid w:val="00EF6B8A"/>
    <w:rsid w:val="00EF7066"/>
    <w:rsid w:val="00EF76FB"/>
    <w:rsid w:val="00EF7907"/>
    <w:rsid w:val="00EF79A0"/>
    <w:rsid w:val="00EF7A5B"/>
    <w:rsid w:val="00EF7ABC"/>
    <w:rsid w:val="00EF7AF0"/>
    <w:rsid w:val="00EF7C91"/>
    <w:rsid w:val="00EF7DD3"/>
    <w:rsid w:val="00EF7E31"/>
    <w:rsid w:val="00EF7E56"/>
    <w:rsid w:val="00F00027"/>
    <w:rsid w:val="00F0006F"/>
    <w:rsid w:val="00F00208"/>
    <w:rsid w:val="00F00454"/>
    <w:rsid w:val="00F00475"/>
    <w:rsid w:val="00F0051A"/>
    <w:rsid w:val="00F0060F"/>
    <w:rsid w:val="00F009AB"/>
    <w:rsid w:val="00F00CD4"/>
    <w:rsid w:val="00F00DDD"/>
    <w:rsid w:val="00F00E07"/>
    <w:rsid w:val="00F00FF9"/>
    <w:rsid w:val="00F0102B"/>
    <w:rsid w:val="00F01038"/>
    <w:rsid w:val="00F01115"/>
    <w:rsid w:val="00F01785"/>
    <w:rsid w:val="00F017CD"/>
    <w:rsid w:val="00F01817"/>
    <w:rsid w:val="00F018CB"/>
    <w:rsid w:val="00F018CC"/>
    <w:rsid w:val="00F01991"/>
    <w:rsid w:val="00F01B02"/>
    <w:rsid w:val="00F020D3"/>
    <w:rsid w:val="00F0210D"/>
    <w:rsid w:val="00F02111"/>
    <w:rsid w:val="00F0216E"/>
    <w:rsid w:val="00F021B1"/>
    <w:rsid w:val="00F0226E"/>
    <w:rsid w:val="00F022F5"/>
    <w:rsid w:val="00F023EB"/>
    <w:rsid w:val="00F02694"/>
    <w:rsid w:val="00F028C8"/>
    <w:rsid w:val="00F0297C"/>
    <w:rsid w:val="00F029F7"/>
    <w:rsid w:val="00F02B07"/>
    <w:rsid w:val="00F02B0D"/>
    <w:rsid w:val="00F02BB6"/>
    <w:rsid w:val="00F02E5B"/>
    <w:rsid w:val="00F031D7"/>
    <w:rsid w:val="00F0325E"/>
    <w:rsid w:val="00F03449"/>
    <w:rsid w:val="00F0384B"/>
    <w:rsid w:val="00F03A22"/>
    <w:rsid w:val="00F03D5D"/>
    <w:rsid w:val="00F03F9D"/>
    <w:rsid w:val="00F04133"/>
    <w:rsid w:val="00F0437E"/>
    <w:rsid w:val="00F043F8"/>
    <w:rsid w:val="00F04881"/>
    <w:rsid w:val="00F04BC1"/>
    <w:rsid w:val="00F04CE1"/>
    <w:rsid w:val="00F04E9C"/>
    <w:rsid w:val="00F04F78"/>
    <w:rsid w:val="00F04F92"/>
    <w:rsid w:val="00F05153"/>
    <w:rsid w:val="00F051D3"/>
    <w:rsid w:val="00F05355"/>
    <w:rsid w:val="00F05425"/>
    <w:rsid w:val="00F05603"/>
    <w:rsid w:val="00F05730"/>
    <w:rsid w:val="00F057C3"/>
    <w:rsid w:val="00F05842"/>
    <w:rsid w:val="00F05A64"/>
    <w:rsid w:val="00F05B25"/>
    <w:rsid w:val="00F05DE6"/>
    <w:rsid w:val="00F05EE5"/>
    <w:rsid w:val="00F05F2F"/>
    <w:rsid w:val="00F06151"/>
    <w:rsid w:val="00F06184"/>
    <w:rsid w:val="00F062D5"/>
    <w:rsid w:val="00F064B0"/>
    <w:rsid w:val="00F06B3C"/>
    <w:rsid w:val="00F06BDB"/>
    <w:rsid w:val="00F06CB7"/>
    <w:rsid w:val="00F06D61"/>
    <w:rsid w:val="00F06F04"/>
    <w:rsid w:val="00F071DC"/>
    <w:rsid w:val="00F07448"/>
    <w:rsid w:val="00F076D2"/>
    <w:rsid w:val="00F07899"/>
    <w:rsid w:val="00F07929"/>
    <w:rsid w:val="00F07C06"/>
    <w:rsid w:val="00F07E5B"/>
    <w:rsid w:val="00F07E73"/>
    <w:rsid w:val="00F10007"/>
    <w:rsid w:val="00F10242"/>
    <w:rsid w:val="00F10367"/>
    <w:rsid w:val="00F106D5"/>
    <w:rsid w:val="00F10753"/>
    <w:rsid w:val="00F10838"/>
    <w:rsid w:val="00F10948"/>
    <w:rsid w:val="00F10A00"/>
    <w:rsid w:val="00F10C82"/>
    <w:rsid w:val="00F10C95"/>
    <w:rsid w:val="00F10CB2"/>
    <w:rsid w:val="00F10D6A"/>
    <w:rsid w:val="00F10F47"/>
    <w:rsid w:val="00F1134A"/>
    <w:rsid w:val="00F1142F"/>
    <w:rsid w:val="00F11600"/>
    <w:rsid w:val="00F116CC"/>
    <w:rsid w:val="00F118FE"/>
    <w:rsid w:val="00F119DB"/>
    <w:rsid w:val="00F119E8"/>
    <w:rsid w:val="00F11C81"/>
    <w:rsid w:val="00F11D0D"/>
    <w:rsid w:val="00F11E0D"/>
    <w:rsid w:val="00F12023"/>
    <w:rsid w:val="00F121ED"/>
    <w:rsid w:val="00F1220A"/>
    <w:rsid w:val="00F1247C"/>
    <w:rsid w:val="00F1251A"/>
    <w:rsid w:val="00F126AC"/>
    <w:rsid w:val="00F1290F"/>
    <w:rsid w:val="00F12AE9"/>
    <w:rsid w:val="00F12CFD"/>
    <w:rsid w:val="00F12D35"/>
    <w:rsid w:val="00F12D54"/>
    <w:rsid w:val="00F12D7E"/>
    <w:rsid w:val="00F12D84"/>
    <w:rsid w:val="00F12D92"/>
    <w:rsid w:val="00F1303C"/>
    <w:rsid w:val="00F13092"/>
    <w:rsid w:val="00F13101"/>
    <w:rsid w:val="00F131B0"/>
    <w:rsid w:val="00F133B7"/>
    <w:rsid w:val="00F13531"/>
    <w:rsid w:val="00F1374D"/>
    <w:rsid w:val="00F13D0D"/>
    <w:rsid w:val="00F13D19"/>
    <w:rsid w:val="00F13F95"/>
    <w:rsid w:val="00F1425C"/>
    <w:rsid w:val="00F14408"/>
    <w:rsid w:val="00F14607"/>
    <w:rsid w:val="00F14746"/>
    <w:rsid w:val="00F1474B"/>
    <w:rsid w:val="00F147FE"/>
    <w:rsid w:val="00F149A7"/>
    <w:rsid w:val="00F14A27"/>
    <w:rsid w:val="00F14A5C"/>
    <w:rsid w:val="00F14B0F"/>
    <w:rsid w:val="00F14C2C"/>
    <w:rsid w:val="00F14C3B"/>
    <w:rsid w:val="00F14E2C"/>
    <w:rsid w:val="00F14E99"/>
    <w:rsid w:val="00F14ED7"/>
    <w:rsid w:val="00F14EE3"/>
    <w:rsid w:val="00F15354"/>
    <w:rsid w:val="00F15509"/>
    <w:rsid w:val="00F15555"/>
    <w:rsid w:val="00F1555C"/>
    <w:rsid w:val="00F159DB"/>
    <w:rsid w:val="00F15E04"/>
    <w:rsid w:val="00F16123"/>
    <w:rsid w:val="00F161C3"/>
    <w:rsid w:val="00F1627A"/>
    <w:rsid w:val="00F1637E"/>
    <w:rsid w:val="00F167B0"/>
    <w:rsid w:val="00F16836"/>
    <w:rsid w:val="00F16D96"/>
    <w:rsid w:val="00F16DC7"/>
    <w:rsid w:val="00F16F1B"/>
    <w:rsid w:val="00F17139"/>
    <w:rsid w:val="00F1723A"/>
    <w:rsid w:val="00F17596"/>
    <w:rsid w:val="00F176A6"/>
    <w:rsid w:val="00F177B6"/>
    <w:rsid w:val="00F17974"/>
    <w:rsid w:val="00F17B74"/>
    <w:rsid w:val="00F2025C"/>
    <w:rsid w:val="00F20443"/>
    <w:rsid w:val="00F2048B"/>
    <w:rsid w:val="00F204B9"/>
    <w:rsid w:val="00F20553"/>
    <w:rsid w:val="00F207E4"/>
    <w:rsid w:val="00F20ABF"/>
    <w:rsid w:val="00F20D2D"/>
    <w:rsid w:val="00F20EE2"/>
    <w:rsid w:val="00F213C5"/>
    <w:rsid w:val="00F213FA"/>
    <w:rsid w:val="00F2145F"/>
    <w:rsid w:val="00F21656"/>
    <w:rsid w:val="00F216C7"/>
    <w:rsid w:val="00F21785"/>
    <w:rsid w:val="00F21B26"/>
    <w:rsid w:val="00F21BB8"/>
    <w:rsid w:val="00F21C4A"/>
    <w:rsid w:val="00F21C69"/>
    <w:rsid w:val="00F21CAE"/>
    <w:rsid w:val="00F21F1D"/>
    <w:rsid w:val="00F22096"/>
    <w:rsid w:val="00F22111"/>
    <w:rsid w:val="00F22274"/>
    <w:rsid w:val="00F2257A"/>
    <w:rsid w:val="00F225A0"/>
    <w:rsid w:val="00F22797"/>
    <w:rsid w:val="00F228AC"/>
    <w:rsid w:val="00F22C72"/>
    <w:rsid w:val="00F22E83"/>
    <w:rsid w:val="00F22EA7"/>
    <w:rsid w:val="00F22EEF"/>
    <w:rsid w:val="00F23003"/>
    <w:rsid w:val="00F23188"/>
    <w:rsid w:val="00F23345"/>
    <w:rsid w:val="00F2337E"/>
    <w:rsid w:val="00F234C5"/>
    <w:rsid w:val="00F23671"/>
    <w:rsid w:val="00F236E9"/>
    <w:rsid w:val="00F23737"/>
    <w:rsid w:val="00F2378F"/>
    <w:rsid w:val="00F23836"/>
    <w:rsid w:val="00F2389A"/>
    <w:rsid w:val="00F239DC"/>
    <w:rsid w:val="00F23A6B"/>
    <w:rsid w:val="00F23D33"/>
    <w:rsid w:val="00F23D5D"/>
    <w:rsid w:val="00F23DBF"/>
    <w:rsid w:val="00F23E13"/>
    <w:rsid w:val="00F23EA4"/>
    <w:rsid w:val="00F2404B"/>
    <w:rsid w:val="00F240FD"/>
    <w:rsid w:val="00F2417A"/>
    <w:rsid w:val="00F241C4"/>
    <w:rsid w:val="00F242B1"/>
    <w:rsid w:val="00F242F7"/>
    <w:rsid w:val="00F243D7"/>
    <w:rsid w:val="00F245E2"/>
    <w:rsid w:val="00F24634"/>
    <w:rsid w:val="00F248DB"/>
    <w:rsid w:val="00F24A4E"/>
    <w:rsid w:val="00F24A82"/>
    <w:rsid w:val="00F24B72"/>
    <w:rsid w:val="00F24C75"/>
    <w:rsid w:val="00F24D02"/>
    <w:rsid w:val="00F24F10"/>
    <w:rsid w:val="00F24F70"/>
    <w:rsid w:val="00F25763"/>
    <w:rsid w:val="00F2579C"/>
    <w:rsid w:val="00F257DC"/>
    <w:rsid w:val="00F2586B"/>
    <w:rsid w:val="00F259EA"/>
    <w:rsid w:val="00F25A2B"/>
    <w:rsid w:val="00F25A94"/>
    <w:rsid w:val="00F25C7C"/>
    <w:rsid w:val="00F25D3A"/>
    <w:rsid w:val="00F25D8B"/>
    <w:rsid w:val="00F25F3F"/>
    <w:rsid w:val="00F2607D"/>
    <w:rsid w:val="00F2618F"/>
    <w:rsid w:val="00F261B9"/>
    <w:rsid w:val="00F2636D"/>
    <w:rsid w:val="00F2646C"/>
    <w:rsid w:val="00F26ADC"/>
    <w:rsid w:val="00F26CA5"/>
    <w:rsid w:val="00F26EE2"/>
    <w:rsid w:val="00F26F35"/>
    <w:rsid w:val="00F26F92"/>
    <w:rsid w:val="00F27079"/>
    <w:rsid w:val="00F2749E"/>
    <w:rsid w:val="00F274D1"/>
    <w:rsid w:val="00F27568"/>
    <w:rsid w:val="00F276CE"/>
    <w:rsid w:val="00F278F2"/>
    <w:rsid w:val="00F27952"/>
    <w:rsid w:val="00F27973"/>
    <w:rsid w:val="00F27BC7"/>
    <w:rsid w:val="00F27E93"/>
    <w:rsid w:val="00F27FA9"/>
    <w:rsid w:val="00F27FF8"/>
    <w:rsid w:val="00F300D8"/>
    <w:rsid w:val="00F301D4"/>
    <w:rsid w:val="00F30295"/>
    <w:rsid w:val="00F30506"/>
    <w:rsid w:val="00F308D7"/>
    <w:rsid w:val="00F30B5A"/>
    <w:rsid w:val="00F30E2C"/>
    <w:rsid w:val="00F30EA1"/>
    <w:rsid w:val="00F30EA3"/>
    <w:rsid w:val="00F30F10"/>
    <w:rsid w:val="00F30F1D"/>
    <w:rsid w:val="00F30F65"/>
    <w:rsid w:val="00F3137D"/>
    <w:rsid w:val="00F313C4"/>
    <w:rsid w:val="00F31422"/>
    <w:rsid w:val="00F31888"/>
    <w:rsid w:val="00F319E4"/>
    <w:rsid w:val="00F31A05"/>
    <w:rsid w:val="00F31BD2"/>
    <w:rsid w:val="00F32130"/>
    <w:rsid w:val="00F321DA"/>
    <w:rsid w:val="00F3241B"/>
    <w:rsid w:val="00F32674"/>
    <w:rsid w:val="00F326F8"/>
    <w:rsid w:val="00F328E4"/>
    <w:rsid w:val="00F32962"/>
    <w:rsid w:val="00F329A7"/>
    <w:rsid w:val="00F32B1C"/>
    <w:rsid w:val="00F32B5F"/>
    <w:rsid w:val="00F32B75"/>
    <w:rsid w:val="00F32C6F"/>
    <w:rsid w:val="00F32D4C"/>
    <w:rsid w:val="00F32EEC"/>
    <w:rsid w:val="00F33940"/>
    <w:rsid w:val="00F33A54"/>
    <w:rsid w:val="00F33BE4"/>
    <w:rsid w:val="00F340AD"/>
    <w:rsid w:val="00F34464"/>
    <w:rsid w:val="00F346CC"/>
    <w:rsid w:val="00F347F7"/>
    <w:rsid w:val="00F34913"/>
    <w:rsid w:val="00F34E01"/>
    <w:rsid w:val="00F35561"/>
    <w:rsid w:val="00F355CC"/>
    <w:rsid w:val="00F35679"/>
    <w:rsid w:val="00F35742"/>
    <w:rsid w:val="00F35816"/>
    <w:rsid w:val="00F35E71"/>
    <w:rsid w:val="00F35F89"/>
    <w:rsid w:val="00F362B8"/>
    <w:rsid w:val="00F36696"/>
    <w:rsid w:val="00F366C1"/>
    <w:rsid w:val="00F3689D"/>
    <w:rsid w:val="00F368BD"/>
    <w:rsid w:val="00F36919"/>
    <w:rsid w:val="00F36B4E"/>
    <w:rsid w:val="00F36DB2"/>
    <w:rsid w:val="00F36DF2"/>
    <w:rsid w:val="00F36F36"/>
    <w:rsid w:val="00F37318"/>
    <w:rsid w:val="00F37506"/>
    <w:rsid w:val="00F37539"/>
    <w:rsid w:val="00F3765A"/>
    <w:rsid w:val="00F37948"/>
    <w:rsid w:val="00F3798F"/>
    <w:rsid w:val="00F379A5"/>
    <w:rsid w:val="00F379D6"/>
    <w:rsid w:val="00F379E2"/>
    <w:rsid w:val="00F37A0A"/>
    <w:rsid w:val="00F37C13"/>
    <w:rsid w:val="00F37C87"/>
    <w:rsid w:val="00F37C94"/>
    <w:rsid w:val="00F37CE5"/>
    <w:rsid w:val="00F37E2C"/>
    <w:rsid w:val="00F37E39"/>
    <w:rsid w:val="00F37FE2"/>
    <w:rsid w:val="00F40067"/>
    <w:rsid w:val="00F40131"/>
    <w:rsid w:val="00F405E2"/>
    <w:rsid w:val="00F408EA"/>
    <w:rsid w:val="00F4099F"/>
    <w:rsid w:val="00F40B58"/>
    <w:rsid w:val="00F411C2"/>
    <w:rsid w:val="00F41226"/>
    <w:rsid w:val="00F41359"/>
    <w:rsid w:val="00F41947"/>
    <w:rsid w:val="00F41A23"/>
    <w:rsid w:val="00F41D19"/>
    <w:rsid w:val="00F41E02"/>
    <w:rsid w:val="00F42088"/>
    <w:rsid w:val="00F4209A"/>
    <w:rsid w:val="00F420D5"/>
    <w:rsid w:val="00F42476"/>
    <w:rsid w:val="00F424BF"/>
    <w:rsid w:val="00F42605"/>
    <w:rsid w:val="00F42728"/>
    <w:rsid w:val="00F4292B"/>
    <w:rsid w:val="00F4306C"/>
    <w:rsid w:val="00F4309D"/>
    <w:rsid w:val="00F4332F"/>
    <w:rsid w:val="00F43369"/>
    <w:rsid w:val="00F433FB"/>
    <w:rsid w:val="00F43562"/>
    <w:rsid w:val="00F43953"/>
    <w:rsid w:val="00F43AC6"/>
    <w:rsid w:val="00F43B84"/>
    <w:rsid w:val="00F43BC2"/>
    <w:rsid w:val="00F44056"/>
    <w:rsid w:val="00F441C1"/>
    <w:rsid w:val="00F44455"/>
    <w:rsid w:val="00F44978"/>
    <w:rsid w:val="00F449C1"/>
    <w:rsid w:val="00F44BE2"/>
    <w:rsid w:val="00F44DEA"/>
    <w:rsid w:val="00F44E44"/>
    <w:rsid w:val="00F45073"/>
    <w:rsid w:val="00F450D4"/>
    <w:rsid w:val="00F45335"/>
    <w:rsid w:val="00F45357"/>
    <w:rsid w:val="00F4576E"/>
    <w:rsid w:val="00F45CFE"/>
    <w:rsid w:val="00F45F71"/>
    <w:rsid w:val="00F45FDC"/>
    <w:rsid w:val="00F464DF"/>
    <w:rsid w:val="00F4676B"/>
    <w:rsid w:val="00F468D7"/>
    <w:rsid w:val="00F46922"/>
    <w:rsid w:val="00F46C0B"/>
    <w:rsid w:val="00F4712B"/>
    <w:rsid w:val="00F47224"/>
    <w:rsid w:val="00F4736B"/>
    <w:rsid w:val="00F47410"/>
    <w:rsid w:val="00F4743D"/>
    <w:rsid w:val="00F47559"/>
    <w:rsid w:val="00F4760B"/>
    <w:rsid w:val="00F477DD"/>
    <w:rsid w:val="00F47B38"/>
    <w:rsid w:val="00F47BC7"/>
    <w:rsid w:val="00F47DE5"/>
    <w:rsid w:val="00F47DED"/>
    <w:rsid w:val="00F47DFF"/>
    <w:rsid w:val="00F47E42"/>
    <w:rsid w:val="00F5020C"/>
    <w:rsid w:val="00F50785"/>
    <w:rsid w:val="00F50923"/>
    <w:rsid w:val="00F50A19"/>
    <w:rsid w:val="00F50D6D"/>
    <w:rsid w:val="00F50DC1"/>
    <w:rsid w:val="00F51076"/>
    <w:rsid w:val="00F510D5"/>
    <w:rsid w:val="00F512DD"/>
    <w:rsid w:val="00F51460"/>
    <w:rsid w:val="00F51617"/>
    <w:rsid w:val="00F5176D"/>
    <w:rsid w:val="00F517EE"/>
    <w:rsid w:val="00F5182D"/>
    <w:rsid w:val="00F5196E"/>
    <w:rsid w:val="00F51AFB"/>
    <w:rsid w:val="00F51D90"/>
    <w:rsid w:val="00F51E57"/>
    <w:rsid w:val="00F51EEF"/>
    <w:rsid w:val="00F52006"/>
    <w:rsid w:val="00F5200F"/>
    <w:rsid w:val="00F521BA"/>
    <w:rsid w:val="00F52260"/>
    <w:rsid w:val="00F528E7"/>
    <w:rsid w:val="00F52B47"/>
    <w:rsid w:val="00F52BCA"/>
    <w:rsid w:val="00F52D35"/>
    <w:rsid w:val="00F52D50"/>
    <w:rsid w:val="00F53113"/>
    <w:rsid w:val="00F53280"/>
    <w:rsid w:val="00F533E9"/>
    <w:rsid w:val="00F534C9"/>
    <w:rsid w:val="00F53789"/>
    <w:rsid w:val="00F537D3"/>
    <w:rsid w:val="00F538A2"/>
    <w:rsid w:val="00F53B50"/>
    <w:rsid w:val="00F53CC5"/>
    <w:rsid w:val="00F53E52"/>
    <w:rsid w:val="00F53FCD"/>
    <w:rsid w:val="00F54112"/>
    <w:rsid w:val="00F5420C"/>
    <w:rsid w:val="00F54237"/>
    <w:rsid w:val="00F543EB"/>
    <w:rsid w:val="00F545F4"/>
    <w:rsid w:val="00F5470F"/>
    <w:rsid w:val="00F547D7"/>
    <w:rsid w:val="00F54ADB"/>
    <w:rsid w:val="00F54CCF"/>
    <w:rsid w:val="00F54E17"/>
    <w:rsid w:val="00F54E1E"/>
    <w:rsid w:val="00F550AC"/>
    <w:rsid w:val="00F550DE"/>
    <w:rsid w:val="00F55248"/>
    <w:rsid w:val="00F55406"/>
    <w:rsid w:val="00F558CC"/>
    <w:rsid w:val="00F55A9E"/>
    <w:rsid w:val="00F55E3C"/>
    <w:rsid w:val="00F5630D"/>
    <w:rsid w:val="00F56514"/>
    <w:rsid w:val="00F566BB"/>
    <w:rsid w:val="00F5675E"/>
    <w:rsid w:val="00F56830"/>
    <w:rsid w:val="00F569C7"/>
    <w:rsid w:val="00F569F2"/>
    <w:rsid w:val="00F56BDC"/>
    <w:rsid w:val="00F56F36"/>
    <w:rsid w:val="00F57045"/>
    <w:rsid w:val="00F57076"/>
    <w:rsid w:val="00F5754F"/>
    <w:rsid w:val="00F575AE"/>
    <w:rsid w:val="00F576AD"/>
    <w:rsid w:val="00F57743"/>
    <w:rsid w:val="00F577BC"/>
    <w:rsid w:val="00F578C0"/>
    <w:rsid w:val="00F578F1"/>
    <w:rsid w:val="00F57A24"/>
    <w:rsid w:val="00F57F91"/>
    <w:rsid w:val="00F57FF8"/>
    <w:rsid w:val="00F60051"/>
    <w:rsid w:val="00F600EC"/>
    <w:rsid w:val="00F604F8"/>
    <w:rsid w:val="00F606E5"/>
    <w:rsid w:val="00F6078D"/>
    <w:rsid w:val="00F60819"/>
    <w:rsid w:val="00F608E7"/>
    <w:rsid w:val="00F6095E"/>
    <w:rsid w:val="00F609B3"/>
    <w:rsid w:val="00F60C96"/>
    <w:rsid w:val="00F60EFF"/>
    <w:rsid w:val="00F611FF"/>
    <w:rsid w:val="00F61584"/>
    <w:rsid w:val="00F615B4"/>
    <w:rsid w:val="00F61618"/>
    <w:rsid w:val="00F6171E"/>
    <w:rsid w:val="00F61971"/>
    <w:rsid w:val="00F61C04"/>
    <w:rsid w:val="00F61C44"/>
    <w:rsid w:val="00F62587"/>
    <w:rsid w:val="00F62984"/>
    <w:rsid w:val="00F62B8D"/>
    <w:rsid w:val="00F62F6A"/>
    <w:rsid w:val="00F6331E"/>
    <w:rsid w:val="00F63445"/>
    <w:rsid w:val="00F6355B"/>
    <w:rsid w:val="00F6356B"/>
    <w:rsid w:val="00F636AE"/>
    <w:rsid w:val="00F636DD"/>
    <w:rsid w:val="00F63850"/>
    <w:rsid w:val="00F638C9"/>
    <w:rsid w:val="00F63B70"/>
    <w:rsid w:val="00F63CD5"/>
    <w:rsid w:val="00F63E7E"/>
    <w:rsid w:val="00F63ED3"/>
    <w:rsid w:val="00F63F53"/>
    <w:rsid w:val="00F64118"/>
    <w:rsid w:val="00F641E6"/>
    <w:rsid w:val="00F646DE"/>
    <w:rsid w:val="00F64868"/>
    <w:rsid w:val="00F649D9"/>
    <w:rsid w:val="00F64A6E"/>
    <w:rsid w:val="00F64D10"/>
    <w:rsid w:val="00F64FB1"/>
    <w:rsid w:val="00F65390"/>
    <w:rsid w:val="00F6547F"/>
    <w:rsid w:val="00F65660"/>
    <w:rsid w:val="00F656D2"/>
    <w:rsid w:val="00F659FD"/>
    <w:rsid w:val="00F65BFD"/>
    <w:rsid w:val="00F65D76"/>
    <w:rsid w:val="00F66041"/>
    <w:rsid w:val="00F6605C"/>
    <w:rsid w:val="00F6620A"/>
    <w:rsid w:val="00F663F0"/>
    <w:rsid w:val="00F665A0"/>
    <w:rsid w:val="00F665AB"/>
    <w:rsid w:val="00F6666E"/>
    <w:rsid w:val="00F6679C"/>
    <w:rsid w:val="00F66ABF"/>
    <w:rsid w:val="00F66D65"/>
    <w:rsid w:val="00F66D8C"/>
    <w:rsid w:val="00F6700A"/>
    <w:rsid w:val="00F67285"/>
    <w:rsid w:val="00F676B3"/>
    <w:rsid w:val="00F6772D"/>
    <w:rsid w:val="00F67784"/>
    <w:rsid w:val="00F6795E"/>
    <w:rsid w:val="00F67C90"/>
    <w:rsid w:val="00F67CDB"/>
    <w:rsid w:val="00F67E78"/>
    <w:rsid w:val="00F70095"/>
    <w:rsid w:val="00F70120"/>
    <w:rsid w:val="00F7035C"/>
    <w:rsid w:val="00F705BE"/>
    <w:rsid w:val="00F7095F"/>
    <w:rsid w:val="00F70A1A"/>
    <w:rsid w:val="00F70A56"/>
    <w:rsid w:val="00F70A5A"/>
    <w:rsid w:val="00F70B23"/>
    <w:rsid w:val="00F70C6C"/>
    <w:rsid w:val="00F70E16"/>
    <w:rsid w:val="00F71114"/>
    <w:rsid w:val="00F715F8"/>
    <w:rsid w:val="00F7171B"/>
    <w:rsid w:val="00F71735"/>
    <w:rsid w:val="00F718A9"/>
    <w:rsid w:val="00F718C0"/>
    <w:rsid w:val="00F718E8"/>
    <w:rsid w:val="00F719ED"/>
    <w:rsid w:val="00F71B83"/>
    <w:rsid w:val="00F71BBC"/>
    <w:rsid w:val="00F71DBC"/>
    <w:rsid w:val="00F71F99"/>
    <w:rsid w:val="00F72257"/>
    <w:rsid w:val="00F72284"/>
    <w:rsid w:val="00F723C9"/>
    <w:rsid w:val="00F7241E"/>
    <w:rsid w:val="00F72470"/>
    <w:rsid w:val="00F725D4"/>
    <w:rsid w:val="00F72B04"/>
    <w:rsid w:val="00F72D4D"/>
    <w:rsid w:val="00F72E54"/>
    <w:rsid w:val="00F73181"/>
    <w:rsid w:val="00F731A7"/>
    <w:rsid w:val="00F73276"/>
    <w:rsid w:val="00F73398"/>
    <w:rsid w:val="00F73428"/>
    <w:rsid w:val="00F7348D"/>
    <w:rsid w:val="00F734CC"/>
    <w:rsid w:val="00F73630"/>
    <w:rsid w:val="00F73754"/>
    <w:rsid w:val="00F7391A"/>
    <w:rsid w:val="00F73C24"/>
    <w:rsid w:val="00F73EF8"/>
    <w:rsid w:val="00F73F77"/>
    <w:rsid w:val="00F740B4"/>
    <w:rsid w:val="00F7415F"/>
    <w:rsid w:val="00F742C0"/>
    <w:rsid w:val="00F744FE"/>
    <w:rsid w:val="00F746A8"/>
    <w:rsid w:val="00F7474C"/>
    <w:rsid w:val="00F74788"/>
    <w:rsid w:val="00F747A2"/>
    <w:rsid w:val="00F74816"/>
    <w:rsid w:val="00F74A1E"/>
    <w:rsid w:val="00F74A3C"/>
    <w:rsid w:val="00F74DB8"/>
    <w:rsid w:val="00F74E5D"/>
    <w:rsid w:val="00F74F07"/>
    <w:rsid w:val="00F7505D"/>
    <w:rsid w:val="00F751D6"/>
    <w:rsid w:val="00F751DC"/>
    <w:rsid w:val="00F75233"/>
    <w:rsid w:val="00F75289"/>
    <w:rsid w:val="00F753CF"/>
    <w:rsid w:val="00F756A4"/>
    <w:rsid w:val="00F75800"/>
    <w:rsid w:val="00F758F7"/>
    <w:rsid w:val="00F75900"/>
    <w:rsid w:val="00F75B0F"/>
    <w:rsid w:val="00F75BBF"/>
    <w:rsid w:val="00F75EC7"/>
    <w:rsid w:val="00F76047"/>
    <w:rsid w:val="00F7635B"/>
    <w:rsid w:val="00F7641E"/>
    <w:rsid w:val="00F7650D"/>
    <w:rsid w:val="00F7680F"/>
    <w:rsid w:val="00F76923"/>
    <w:rsid w:val="00F7697B"/>
    <w:rsid w:val="00F76B22"/>
    <w:rsid w:val="00F76B65"/>
    <w:rsid w:val="00F76B89"/>
    <w:rsid w:val="00F76CE1"/>
    <w:rsid w:val="00F76EE0"/>
    <w:rsid w:val="00F76F3E"/>
    <w:rsid w:val="00F77133"/>
    <w:rsid w:val="00F77309"/>
    <w:rsid w:val="00F7732D"/>
    <w:rsid w:val="00F773A1"/>
    <w:rsid w:val="00F7751E"/>
    <w:rsid w:val="00F77593"/>
    <w:rsid w:val="00F77897"/>
    <w:rsid w:val="00F77A54"/>
    <w:rsid w:val="00F77A7C"/>
    <w:rsid w:val="00F77A96"/>
    <w:rsid w:val="00F77ADF"/>
    <w:rsid w:val="00F77C94"/>
    <w:rsid w:val="00F77CA9"/>
    <w:rsid w:val="00F802C7"/>
    <w:rsid w:val="00F80308"/>
    <w:rsid w:val="00F8040F"/>
    <w:rsid w:val="00F80577"/>
    <w:rsid w:val="00F80765"/>
    <w:rsid w:val="00F80871"/>
    <w:rsid w:val="00F8099A"/>
    <w:rsid w:val="00F80A0F"/>
    <w:rsid w:val="00F80B15"/>
    <w:rsid w:val="00F80CA7"/>
    <w:rsid w:val="00F80CF3"/>
    <w:rsid w:val="00F81069"/>
    <w:rsid w:val="00F81386"/>
    <w:rsid w:val="00F81478"/>
    <w:rsid w:val="00F814E3"/>
    <w:rsid w:val="00F8151C"/>
    <w:rsid w:val="00F8152C"/>
    <w:rsid w:val="00F819F3"/>
    <w:rsid w:val="00F81AC5"/>
    <w:rsid w:val="00F81ACF"/>
    <w:rsid w:val="00F81AD1"/>
    <w:rsid w:val="00F81B09"/>
    <w:rsid w:val="00F81DFD"/>
    <w:rsid w:val="00F81E74"/>
    <w:rsid w:val="00F82159"/>
    <w:rsid w:val="00F823E3"/>
    <w:rsid w:val="00F82510"/>
    <w:rsid w:val="00F826B1"/>
    <w:rsid w:val="00F82B17"/>
    <w:rsid w:val="00F82C30"/>
    <w:rsid w:val="00F82D29"/>
    <w:rsid w:val="00F82E06"/>
    <w:rsid w:val="00F82E13"/>
    <w:rsid w:val="00F82F06"/>
    <w:rsid w:val="00F82F5A"/>
    <w:rsid w:val="00F831BD"/>
    <w:rsid w:val="00F8322A"/>
    <w:rsid w:val="00F833DD"/>
    <w:rsid w:val="00F833E3"/>
    <w:rsid w:val="00F83681"/>
    <w:rsid w:val="00F83785"/>
    <w:rsid w:val="00F83813"/>
    <w:rsid w:val="00F83987"/>
    <w:rsid w:val="00F83A93"/>
    <w:rsid w:val="00F83AB9"/>
    <w:rsid w:val="00F83C2F"/>
    <w:rsid w:val="00F83C86"/>
    <w:rsid w:val="00F83F76"/>
    <w:rsid w:val="00F840A3"/>
    <w:rsid w:val="00F84117"/>
    <w:rsid w:val="00F8413D"/>
    <w:rsid w:val="00F847BF"/>
    <w:rsid w:val="00F848FE"/>
    <w:rsid w:val="00F84924"/>
    <w:rsid w:val="00F84A7E"/>
    <w:rsid w:val="00F84BAA"/>
    <w:rsid w:val="00F84BC6"/>
    <w:rsid w:val="00F84CD1"/>
    <w:rsid w:val="00F84E5B"/>
    <w:rsid w:val="00F84E7F"/>
    <w:rsid w:val="00F84F37"/>
    <w:rsid w:val="00F850A2"/>
    <w:rsid w:val="00F85123"/>
    <w:rsid w:val="00F853E4"/>
    <w:rsid w:val="00F85428"/>
    <w:rsid w:val="00F856AE"/>
    <w:rsid w:val="00F856FF"/>
    <w:rsid w:val="00F85A1F"/>
    <w:rsid w:val="00F85A99"/>
    <w:rsid w:val="00F85CA9"/>
    <w:rsid w:val="00F85E0C"/>
    <w:rsid w:val="00F85F03"/>
    <w:rsid w:val="00F86029"/>
    <w:rsid w:val="00F861E9"/>
    <w:rsid w:val="00F865E7"/>
    <w:rsid w:val="00F867BF"/>
    <w:rsid w:val="00F86AB0"/>
    <w:rsid w:val="00F86AC1"/>
    <w:rsid w:val="00F86B23"/>
    <w:rsid w:val="00F86B6E"/>
    <w:rsid w:val="00F86B8B"/>
    <w:rsid w:val="00F86D88"/>
    <w:rsid w:val="00F86E43"/>
    <w:rsid w:val="00F8703B"/>
    <w:rsid w:val="00F8725E"/>
    <w:rsid w:val="00F87342"/>
    <w:rsid w:val="00F87411"/>
    <w:rsid w:val="00F87670"/>
    <w:rsid w:val="00F8785C"/>
    <w:rsid w:val="00F87871"/>
    <w:rsid w:val="00F8799E"/>
    <w:rsid w:val="00F87AEB"/>
    <w:rsid w:val="00F87B1B"/>
    <w:rsid w:val="00F87E12"/>
    <w:rsid w:val="00F87E93"/>
    <w:rsid w:val="00F9019D"/>
    <w:rsid w:val="00F901F5"/>
    <w:rsid w:val="00F9021A"/>
    <w:rsid w:val="00F9032D"/>
    <w:rsid w:val="00F90424"/>
    <w:rsid w:val="00F9062C"/>
    <w:rsid w:val="00F9076E"/>
    <w:rsid w:val="00F90845"/>
    <w:rsid w:val="00F908CC"/>
    <w:rsid w:val="00F90A2A"/>
    <w:rsid w:val="00F90A5A"/>
    <w:rsid w:val="00F90C58"/>
    <w:rsid w:val="00F90FB6"/>
    <w:rsid w:val="00F910A4"/>
    <w:rsid w:val="00F9116B"/>
    <w:rsid w:val="00F91260"/>
    <w:rsid w:val="00F91504"/>
    <w:rsid w:val="00F9167C"/>
    <w:rsid w:val="00F916B2"/>
    <w:rsid w:val="00F91746"/>
    <w:rsid w:val="00F919CB"/>
    <w:rsid w:val="00F919DA"/>
    <w:rsid w:val="00F91AC1"/>
    <w:rsid w:val="00F91B7C"/>
    <w:rsid w:val="00F91B8B"/>
    <w:rsid w:val="00F91BC7"/>
    <w:rsid w:val="00F91D06"/>
    <w:rsid w:val="00F91EFA"/>
    <w:rsid w:val="00F92197"/>
    <w:rsid w:val="00F9230A"/>
    <w:rsid w:val="00F9236E"/>
    <w:rsid w:val="00F9249E"/>
    <w:rsid w:val="00F925A2"/>
    <w:rsid w:val="00F92616"/>
    <w:rsid w:val="00F928CF"/>
    <w:rsid w:val="00F929FA"/>
    <w:rsid w:val="00F92A44"/>
    <w:rsid w:val="00F92B40"/>
    <w:rsid w:val="00F934E4"/>
    <w:rsid w:val="00F93634"/>
    <w:rsid w:val="00F936DF"/>
    <w:rsid w:val="00F93869"/>
    <w:rsid w:val="00F9387F"/>
    <w:rsid w:val="00F93947"/>
    <w:rsid w:val="00F93D94"/>
    <w:rsid w:val="00F93FBF"/>
    <w:rsid w:val="00F94052"/>
    <w:rsid w:val="00F94102"/>
    <w:rsid w:val="00F94340"/>
    <w:rsid w:val="00F9439F"/>
    <w:rsid w:val="00F9447C"/>
    <w:rsid w:val="00F946A3"/>
    <w:rsid w:val="00F947FC"/>
    <w:rsid w:val="00F94A2A"/>
    <w:rsid w:val="00F94B2A"/>
    <w:rsid w:val="00F94B35"/>
    <w:rsid w:val="00F94CE1"/>
    <w:rsid w:val="00F94DB8"/>
    <w:rsid w:val="00F94FA4"/>
    <w:rsid w:val="00F94FEE"/>
    <w:rsid w:val="00F95444"/>
    <w:rsid w:val="00F956E0"/>
    <w:rsid w:val="00F958BB"/>
    <w:rsid w:val="00F95943"/>
    <w:rsid w:val="00F95C1E"/>
    <w:rsid w:val="00F95C3D"/>
    <w:rsid w:val="00F95C49"/>
    <w:rsid w:val="00F960A6"/>
    <w:rsid w:val="00F9610F"/>
    <w:rsid w:val="00F964BE"/>
    <w:rsid w:val="00F9653B"/>
    <w:rsid w:val="00F965BC"/>
    <w:rsid w:val="00F96766"/>
    <w:rsid w:val="00F967B3"/>
    <w:rsid w:val="00F968D0"/>
    <w:rsid w:val="00F969CE"/>
    <w:rsid w:val="00F96BF5"/>
    <w:rsid w:val="00F96C3A"/>
    <w:rsid w:val="00F96DFF"/>
    <w:rsid w:val="00F96E35"/>
    <w:rsid w:val="00F96E96"/>
    <w:rsid w:val="00F96F4A"/>
    <w:rsid w:val="00F97003"/>
    <w:rsid w:val="00F970B9"/>
    <w:rsid w:val="00F97172"/>
    <w:rsid w:val="00F97297"/>
    <w:rsid w:val="00F977C7"/>
    <w:rsid w:val="00F979AF"/>
    <w:rsid w:val="00F97B19"/>
    <w:rsid w:val="00F97BCA"/>
    <w:rsid w:val="00F97C83"/>
    <w:rsid w:val="00F97E10"/>
    <w:rsid w:val="00FA0119"/>
    <w:rsid w:val="00FA0270"/>
    <w:rsid w:val="00FA03BF"/>
    <w:rsid w:val="00FA03E4"/>
    <w:rsid w:val="00FA05C6"/>
    <w:rsid w:val="00FA05F9"/>
    <w:rsid w:val="00FA05FA"/>
    <w:rsid w:val="00FA08EB"/>
    <w:rsid w:val="00FA0AC3"/>
    <w:rsid w:val="00FA0ADA"/>
    <w:rsid w:val="00FA0B05"/>
    <w:rsid w:val="00FA0B92"/>
    <w:rsid w:val="00FA0E16"/>
    <w:rsid w:val="00FA1384"/>
    <w:rsid w:val="00FA1486"/>
    <w:rsid w:val="00FA14EC"/>
    <w:rsid w:val="00FA167B"/>
    <w:rsid w:val="00FA16D1"/>
    <w:rsid w:val="00FA1733"/>
    <w:rsid w:val="00FA1848"/>
    <w:rsid w:val="00FA1D71"/>
    <w:rsid w:val="00FA2308"/>
    <w:rsid w:val="00FA2366"/>
    <w:rsid w:val="00FA241F"/>
    <w:rsid w:val="00FA246B"/>
    <w:rsid w:val="00FA2602"/>
    <w:rsid w:val="00FA2D61"/>
    <w:rsid w:val="00FA2EBD"/>
    <w:rsid w:val="00FA2F41"/>
    <w:rsid w:val="00FA2FC2"/>
    <w:rsid w:val="00FA2FDA"/>
    <w:rsid w:val="00FA3024"/>
    <w:rsid w:val="00FA3205"/>
    <w:rsid w:val="00FA328D"/>
    <w:rsid w:val="00FA32CA"/>
    <w:rsid w:val="00FA3632"/>
    <w:rsid w:val="00FA371E"/>
    <w:rsid w:val="00FA37D8"/>
    <w:rsid w:val="00FA3855"/>
    <w:rsid w:val="00FA3A7F"/>
    <w:rsid w:val="00FA3CB0"/>
    <w:rsid w:val="00FA3FB3"/>
    <w:rsid w:val="00FA4076"/>
    <w:rsid w:val="00FA4124"/>
    <w:rsid w:val="00FA4204"/>
    <w:rsid w:val="00FA4302"/>
    <w:rsid w:val="00FA443D"/>
    <w:rsid w:val="00FA4591"/>
    <w:rsid w:val="00FA4996"/>
    <w:rsid w:val="00FA4A78"/>
    <w:rsid w:val="00FA4BD2"/>
    <w:rsid w:val="00FA4C8A"/>
    <w:rsid w:val="00FA4EA0"/>
    <w:rsid w:val="00FA4EB1"/>
    <w:rsid w:val="00FA4F20"/>
    <w:rsid w:val="00FA514D"/>
    <w:rsid w:val="00FA5159"/>
    <w:rsid w:val="00FA531D"/>
    <w:rsid w:val="00FA5442"/>
    <w:rsid w:val="00FA5511"/>
    <w:rsid w:val="00FA579B"/>
    <w:rsid w:val="00FA5B16"/>
    <w:rsid w:val="00FA5CAE"/>
    <w:rsid w:val="00FA5D54"/>
    <w:rsid w:val="00FA5FDD"/>
    <w:rsid w:val="00FA6031"/>
    <w:rsid w:val="00FA612F"/>
    <w:rsid w:val="00FA61EC"/>
    <w:rsid w:val="00FA622F"/>
    <w:rsid w:val="00FA639E"/>
    <w:rsid w:val="00FA640B"/>
    <w:rsid w:val="00FA66D9"/>
    <w:rsid w:val="00FA689B"/>
    <w:rsid w:val="00FA6C15"/>
    <w:rsid w:val="00FA6CCC"/>
    <w:rsid w:val="00FA6E38"/>
    <w:rsid w:val="00FA6F50"/>
    <w:rsid w:val="00FA7093"/>
    <w:rsid w:val="00FA714A"/>
    <w:rsid w:val="00FA72BB"/>
    <w:rsid w:val="00FA733A"/>
    <w:rsid w:val="00FA73DF"/>
    <w:rsid w:val="00FA7541"/>
    <w:rsid w:val="00FA75BD"/>
    <w:rsid w:val="00FA7AC2"/>
    <w:rsid w:val="00FA7B18"/>
    <w:rsid w:val="00FA7CA1"/>
    <w:rsid w:val="00FA7DA9"/>
    <w:rsid w:val="00FA7E2D"/>
    <w:rsid w:val="00FA7F65"/>
    <w:rsid w:val="00FB00DF"/>
    <w:rsid w:val="00FB039C"/>
    <w:rsid w:val="00FB0404"/>
    <w:rsid w:val="00FB0931"/>
    <w:rsid w:val="00FB0AC6"/>
    <w:rsid w:val="00FB0DA7"/>
    <w:rsid w:val="00FB0DE2"/>
    <w:rsid w:val="00FB0EB7"/>
    <w:rsid w:val="00FB108F"/>
    <w:rsid w:val="00FB125E"/>
    <w:rsid w:val="00FB14E7"/>
    <w:rsid w:val="00FB15E4"/>
    <w:rsid w:val="00FB1678"/>
    <w:rsid w:val="00FB16D3"/>
    <w:rsid w:val="00FB1C4B"/>
    <w:rsid w:val="00FB1C89"/>
    <w:rsid w:val="00FB1D74"/>
    <w:rsid w:val="00FB1DCD"/>
    <w:rsid w:val="00FB1F7C"/>
    <w:rsid w:val="00FB2244"/>
    <w:rsid w:val="00FB249E"/>
    <w:rsid w:val="00FB25D9"/>
    <w:rsid w:val="00FB2678"/>
    <w:rsid w:val="00FB2899"/>
    <w:rsid w:val="00FB28E8"/>
    <w:rsid w:val="00FB2B14"/>
    <w:rsid w:val="00FB2B93"/>
    <w:rsid w:val="00FB2DBC"/>
    <w:rsid w:val="00FB2DE5"/>
    <w:rsid w:val="00FB2DF9"/>
    <w:rsid w:val="00FB2EFF"/>
    <w:rsid w:val="00FB2F40"/>
    <w:rsid w:val="00FB2F57"/>
    <w:rsid w:val="00FB2FF5"/>
    <w:rsid w:val="00FB323C"/>
    <w:rsid w:val="00FB3612"/>
    <w:rsid w:val="00FB38D1"/>
    <w:rsid w:val="00FB4213"/>
    <w:rsid w:val="00FB432F"/>
    <w:rsid w:val="00FB4A64"/>
    <w:rsid w:val="00FB4C5A"/>
    <w:rsid w:val="00FB4D75"/>
    <w:rsid w:val="00FB4DC1"/>
    <w:rsid w:val="00FB4F9E"/>
    <w:rsid w:val="00FB5085"/>
    <w:rsid w:val="00FB52A0"/>
    <w:rsid w:val="00FB5314"/>
    <w:rsid w:val="00FB5377"/>
    <w:rsid w:val="00FB54DE"/>
    <w:rsid w:val="00FB5638"/>
    <w:rsid w:val="00FB574E"/>
    <w:rsid w:val="00FB5988"/>
    <w:rsid w:val="00FB5B0E"/>
    <w:rsid w:val="00FB5C18"/>
    <w:rsid w:val="00FB5D5D"/>
    <w:rsid w:val="00FB5D61"/>
    <w:rsid w:val="00FB5E23"/>
    <w:rsid w:val="00FB5F97"/>
    <w:rsid w:val="00FB60DA"/>
    <w:rsid w:val="00FB61A4"/>
    <w:rsid w:val="00FB6364"/>
    <w:rsid w:val="00FB63A0"/>
    <w:rsid w:val="00FB64FD"/>
    <w:rsid w:val="00FB6591"/>
    <w:rsid w:val="00FB6605"/>
    <w:rsid w:val="00FB6928"/>
    <w:rsid w:val="00FB6D63"/>
    <w:rsid w:val="00FB6E77"/>
    <w:rsid w:val="00FB7260"/>
    <w:rsid w:val="00FB73A6"/>
    <w:rsid w:val="00FB76EB"/>
    <w:rsid w:val="00FB7729"/>
    <w:rsid w:val="00FB777C"/>
    <w:rsid w:val="00FB7818"/>
    <w:rsid w:val="00FB794C"/>
    <w:rsid w:val="00FB795E"/>
    <w:rsid w:val="00FB7A28"/>
    <w:rsid w:val="00FB7B75"/>
    <w:rsid w:val="00FB7B80"/>
    <w:rsid w:val="00FB7C38"/>
    <w:rsid w:val="00FB7E56"/>
    <w:rsid w:val="00FC02A7"/>
    <w:rsid w:val="00FC066A"/>
    <w:rsid w:val="00FC06C7"/>
    <w:rsid w:val="00FC0AEC"/>
    <w:rsid w:val="00FC0C48"/>
    <w:rsid w:val="00FC0F62"/>
    <w:rsid w:val="00FC0FB1"/>
    <w:rsid w:val="00FC1193"/>
    <w:rsid w:val="00FC124B"/>
    <w:rsid w:val="00FC1265"/>
    <w:rsid w:val="00FC1474"/>
    <w:rsid w:val="00FC148D"/>
    <w:rsid w:val="00FC14C2"/>
    <w:rsid w:val="00FC164A"/>
    <w:rsid w:val="00FC1781"/>
    <w:rsid w:val="00FC1818"/>
    <w:rsid w:val="00FC1A44"/>
    <w:rsid w:val="00FC1B07"/>
    <w:rsid w:val="00FC1E1C"/>
    <w:rsid w:val="00FC1E94"/>
    <w:rsid w:val="00FC1F4B"/>
    <w:rsid w:val="00FC220D"/>
    <w:rsid w:val="00FC2346"/>
    <w:rsid w:val="00FC23A3"/>
    <w:rsid w:val="00FC2432"/>
    <w:rsid w:val="00FC2527"/>
    <w:rsid w:val="00FC269D"/>
    <w:rsid w:val="00FC2728"/>
    <w:rsid w:val="00FC278D"/>
    <w:rsid w:val="00FC27D5"/>
    <w:rsid w:val="00FC281E"/>
    <w:rsid w:val="00FC2BA5"/>
    <w:rsid w:val="00FC2C28"/>
    <w:rsid w:val="00FC2DCC"/>
    <w:rsid w:val="00FC2DE1"/>
    <w:rsid w:val="00FC2F02"/>
    <w:rsid w:val="00FC30CA"/>
    <w:rsid w:val="00FC32AF"/>
    <w:rsid w:val="00FC35C7"/>
    <w:rsid w:val="00FC36D4"/>
    <w:rsid w:val="00FC3977"/>
    <w:rsid w:val="00FC3ACC"/>
    <w:rsid w:val="00FC3BF8"/>
    <w:rsid w:val="00FC4462"/>
    <w:rsid w:val="00FC452F"/>
    <w:rsid w:val="00FC466F"/>
    <w:rsid w:val="00FC47D3"/>
    <w:rsid w:val="00FC494A"/>
    <w:rsid w:val="00FC4962"/>
    <w:rsid w:val="00FC4A11"/>
    <w:rsid w:val="00FC4AAB"/>
    <w:rsid w:val="00FC4B31"/>
    <w:rsid w:val="00FC4CD2"/>
    <w:rsid w:val="00FC4D4C"/>
    <w:rsid w:val="00FC4DE0"/>
    <w:rsid w:val="00FC4EBD"/>
    <w:rsid w:val="00FC50F1"/>
    <w:rsid w:val="00FC516E"/>
    <w:rsid w:val="00FC517E"/>
    <w:rsid w:val="00FC520D"/>
    <w:rsid w:val="00FC5373"/>
    <w:rsid w:val="00FC5507"/>
    <w:rsid w:val="00FC5550"/>
    <w:rsid w:val="00FC5569"/>
    <w:rsid w:val="00FC566E"/>
    <w:rsid w:val="00FC56E3"/>
    <w:rsid w:val="00FC57CA"/>
    <w:rsid w:val="00FC5830"/>
    <w:rsid w:val="00FC5B96"/>
    <w:rsid w:val="00FC6004"/>
    <w:rsid w:val="00FC61F5"/>
    <w:rsid w:val="00FC62BA"/>
    <w:rsid w:val="00FC62FA"/>
    <w:rsid w:val="00FC6425"/>
    <w:rsid w:val="00FC6A38"/>
    <w:rsid w:val="00FC6AE4"/>
    <w:rsid w:val="00FC6C3F"/>
    <w:rsid w:val="00FC6D0C"/>
    <w:rsid w:val="00FC6DA2"/>
    <w:rsid w:val="00FC6EDE"/>
    <w:rsid w:val="00FC70AA"/>
    <w:rsid w:val="00FC710E"/>
    <w:rsid w:val="00FC717F"/>
    <w:rsid w:val="00FC722E"/>
    <w:rsid w:val="00FC727A"/>
    <w:rsid w:val="00FC7387"/>
    <w:rsid w:val="00FC738C"/>
    <w:rsid w:val="00FC7549"/>
    <w:rsid w:val="00FC7625"/>
    <w:rsid w:val="00FC7DB5"/>
    <w:rsid w:val="00FC7F9F"/>
    <w:rsid w:val="00FD02D2"/>
    <w:rsid w:val="00FD0460"/>
    <w:rsid w:val="00FD046D"/>
    <w:rsid w:val="00FD04C0"/>
    <w:rsid w:val="00FD0552"/>
    <w:rsid w:val="00FD05A5"/>
    <w:rsid w:val="00FD082A"/>
    <w:rsid w:val="00FD0A32"/>
    <w:rsid w:val="00FD0B09"/>
    <w:rsid w:val="00FD0FAB"/>
    <w:rsid w:val="00FD1197"/>
    <w:rsid w:val="00FD154D"/>
    <w:rsid w:val="00FD15EE"/>
    <w:rsid w:val="00FD1734"/>
    <w:rsid w:val="00FD1745"/>
    <w:rsid w:val="00FD18A0"/>
    <w:rsid w:val="00FD1A17"/>
    <w:rsid w:val="00FD1C67"/>
    <w:rsid w:val="00FD1DDE"/>
    <w:rsid w:val="00FD1E3E"/>
    <w:rsid w:val="00FD2028"/>
    <w:rsid w:val="00FD203B"/>
    <w:rsid w:val="00FD20AC"/>
    <w:rsid w:val="00FD2246"/>
    <w:rsid w:val="00FD2279"/>
    <w:rsid w:val="00FD2390"/>
    <w:rsid w:val="00FD23A2"/>
    <w:rsid w:val="00FD23C6"/>
    <w:rsid w:val="00FD259D"/>
    <w:rsid w:val="00FD28D3"/>
    <w:rsid w:val="00FD28E0"/>
    <w:rsid w:val="00FD2A84"/>
    <w:rsid w:val="00FD2AFF"/>
    <w:rsid w:val="00FD2C96"/>
    <w:rsid w:val="00FD2D23"/>
    <w:rsid w:val="00FD2D8A"/>
    <w:rsid w:val="00FD2D95"/>
    <w:rsid w:val="00FD30F8"/>
    <w:rsid w:val="00FD3163"/>
    <w:rsid w:val="00FD3179"/>
    <w:rsid w:val="00FD35DA"/>
    <w:rsid w:val="00FD3672"/>
    <w:rsid w:val="00FD372E"/>
    <w:rsid w:val="00FD3841"/>
    <w:rsid w:val="00FD389B"/>
    <w:rsid w:val="00FD3A62"/>
    <w:rsid w:val="00FD3AC8"/>
    <w:rsid w:val="00FD3CB6"/>
    <w:rsid w:val="00FD41ED"/>
    <w:rsid w:val="00FD42F6"/>
    <w:rsid w:val="00FD42FD"/>
    <w:rsid w:val="00FD43A3"/>
    <w:rsid w:val="00FD466E"/>
    <w:rsid w:val="00FD4684"/>
    <w:rsid w:val="00FD47D4"/>
    <w:rsid w:val="00FD4A19"/>
    <w:rsid w:val="00FD4ADC"/>
    <w:rsid w:val="00FD5149"/>
    <w:rsid w:val="00FD51F2"/>
    <w:rsid w:val="00FD52CC"/>
    <w:rsid w:val="00FD537B"/>
    <w:rsid w:val="00FD53C7"/>
    <w:rsid w:val="00FD53DD"/>
    <w:rsid w:val="00FD546B"/>
    <w:rsid w:val="00FD5551"/>
    <w:rsid w:val="00FD5573"/>
    <w:rsid w:val="00FD55EF"/>
    <w:rsid w:val="00FD564A"/>
    <w:rsid w:val="00FD5665"/>
    <w:rsid w:val="00FD5ADA"/>
    <w:rsid w:val="00FD5B56"/>
    <w:rsid w:val="00FD5C65"/>
    <w:rsid w:val="00FD5EDA"/>
    <w:rsid w:val="00FD607A"/>
    <w:rsid w:val="00FD63A5"/>
    <w:rsid w:val="00FD6449"/>
    <w:rsid w:val="00FD64E0"/>
    <w:rsid w:val="00FD657B"/>
    <w:rsid w:val="00FD65C0"/>
    <w:rsid w:val="00FD6794"/>
    <w:rsid w:val="00FD67FA"/>
    <w:rsid w:val="00FD681B"/>
    <w:rsid w:val="00FD6A91"/>
    <w:rsid w:val="00FD6D67"/>
    <w:rsid w:val="00FD6DA2"/>
    <w:rsid w:val="00FD6DA3"/>
    <w:rsid w:val="00FD6EFE"/>
    <w:rsid w:val="00FD7181"/>
    <w:rsid w:val="00FD7306"/>
    <w:rsid w:val="00FD731A"/>
    <w:rsid w:val="00FD7501"/>
    <w:rsid w:val="00FD759C"/>
    <w:rsid w:val="00FD75C6"/>
    <w:rsid w:val="00FD761C"/>
    <w:rsid w:val="00FD7704"/>
    <w:rsid w:val="00FD7A0A"/>
    <w:rsid w:val="00FD7A62"/>
    <w:rsid w:val="00FD7A8E"/>
    <w:rsid w:val="00FD7C49"/>
    <w:rsid w:val="00FD7E9E"/>
    <w:rsid w:val="00FE015E"/>
    <w:rsid w:val="00FE0542"/>
    <w:rsid w:val="00FE05BC"/>
    <w:rsid w:val="00FE08FD"/>
    <w:rsid w:val="00FE0A4B"/>
    <w:rsid w:val="00FE0B31"/>
    <w:rsid w:val="00FE0B4A"/>
    <w:rsid w:val="00FE0BE3"/>
    <w:rsid w:val="00FE0CB1"/>
    <w:rsid w:val="00FE0D05"/>
    <w:rsid w:val="00FE0E68"/>
    <w:rsid w:val="00FE0E87"/>
    <w:rsid w:val="00FE0EC7"/>
    <w:rsid w:val="00FE0FE5"/>
    <w:rsid w:val="00FE1113"/>
    <w:rsid w:val="00FE11B9"/>
    <w:rsid w:val="00FE124E"/>
    <w:rsid w:val="00FE12B7"/>
    <w:rsid w:val="00FE1346"/>
    <w:rsid w:val="00FE1457"/>
    <w:rsid w:val="00FE16C0"/>
    <w:rsid w:val="00FE1891"/>
    <w:rsid w:val="00FE1B9D"/>
    <w:rsid w:val="00FE1C98"/>
    <w:rsid w:val="00FE1F36"/>
    <w:rsid w:val="00FE208C"/>
    <w:rsid w:val="00FE2208"/>
    <w:rsid w:val="00FE224B"/>
    <w:rsid w:val="00FE248D"/>
    <w:rsid w:val="00FE250F"/>
    <w:rsid w:val="00FE2678"/>
    <w:rsid w:val="00FE2919"/>
    <w:rsid w:val="00FE292F"/>
    <w:rsid w:val="00FE2A69"/>
    <w:rsid w:val="00FE2B9A"/>
    <w:rsid w:val="00FE2BA8"/>
    <w:rsid w:val="00FE2E4B"/>
    <w:rsid w:val="00FE3579"/>
    <w:rsid w:val="00FE3763"/>
    <w:rsid w:val="00FE379C"/>
    <w:rsid w:val="00FE3830"/>
    <w:rsid w:val="00FE3B3D"/>
    <w:rsid w:val="00FE3BFF"/>
    <w:rsid w:val="00FE3C43"/>
    <w:rsid w:val="00FE3CB8"/>
    <w:rsid w:val="00FE3E83"/>
    <w:rsid w:val="00FE4137"/>
    <w:rsid w:val="00FE43E6"/>
    <w:rsid w:val="00FE46E1"/>
    <w:rsid w:val="00FE4828"/>
    <w:rsid w:val="00FE4858"/>
    <w:rsid w:val="00FE4C87"/>
    <w:rsid w:val="00FE4EF9"/>
    <w:rsid w:val="00FE4FA8"/>
    <w:rsid w:val="00FE4FEF"/>
    <w:rsid w:val="00FE5031"/>
    <w:rsid w:val="00FE529F"/>
    <w:rsid w:val="00FE5312"/>
    <w:rsid w:val="00FE5363"/>
    <w:rsid w:val="00FE5694"/>
    <w:rsid w:val="00FE57B0"/>
    <w:rsid w:val="00FE5839"/>
    <w:rsid w:val="00FE584A"/>
    <w:rsid w:val="00FE58DF"/>
    <w:rsid w:val="00FE5959"/>
    <w:rsid w:val="00FE5A4E"/>
    <w:rsid w:val="00FE5B0C"/>
    <w:rsid w:val="00FE5CDB"/>
    <w:rsid w:val="00FE5DA4"/>
    <w:rsid w:val="00FE5DCA"/>
    <w:rsid w:val="00FE614F"/>
    <w:rsid w:val="00FE61FF"/>
    <w:rsid w:val="00FE6233"/>
    <w:rsid w:val="00FE6450"/>
    <w:rsid w:val="00FE64E0"/>
    <w:rsid w:val="00FE6762"/>
    <w:rsid w:val="00FE68C9"/>
    <w:rsid w:val="00FE6C74"/>
    <w:rsid w:val="00FE6D10"/>
    <w:rsid w:val="00FE7016"/>
    <w:rsid w:val="00FE722C"/>
    <w:rsid w:val="00FE7286"/>
    <w:rsid w:val="00FE74EC"/>
    <w:rsid w:val="00FE7670"/>
    <w:rsid w:val="00FE76E0"/>
    <w:rsid w:val="00FE781F"/>
    <w:rsid w:val="00FE7A31"/>
    <w:rsid w:val="00FE7D74"/>
    <w:rsid w:val="00FE7F14"/>
    <w:rsid w:val="00FF01C8"/>
    <w:rsid w:val="00FF030B"/>
    <w:rsid w:val="00FF0335"/>
    <w:rsid w:val="00FF0546"/>
    <w:rsid w:val="00FF05DE"/>
    <w:rsid w:val="00FF0607"/>
    <w:rsid w:val="00FF078C"/>
    <w:rsid w:val="00FF07E3"/>
    <w:rsid w:val="00FF0944"/>
    <w:rsid w:val="00FF0ADA"/>
    <w:rsid w:val="00FF0B2A"/>
    <w:rsid w:val="00FF0C1C"/>
    <w:rsid w:val="00FF0CCD"/>
    <w:rsid w:val="00FF103D"/>
    <w:rsid w:val="00FF1140"/>
    <w:rsid w:val="00FF117B"/>
    <w:rsid w:val="00FF1183"/>
    <w:rsid w:val="00FF12E7"/>
    <w:rsid w:val="00FF136D"/>
    <w:rsid w:val="00FF15CD"/>
    <w:rsid w:val="00FF17B8"/>
    <w:rsid w:val="00FF189B"/>
    <w:rsid w:val="00FF1A14"/>
    <w:rsid w:val="00FF1A75"/>
    <w:rsid w:val="00FF1BA3"/>
    <w:rsid w:val="00FF1BEC"/>
    <w:rsid w:val="00FF1F26"/>
    <w:rsid w:val="00FF20E3"/>
    <w:rsid w:val="00FF20F5"/>
    <w:rsid w:val="00FF219A"/>
    <w:rsid w:val="00FF2833"/>
    <w:rsid w:val="00FF28B3"/>
    <w:rsid w:val="00FF2B18"/>
    <w:rsid w:val="00FF2DE5"/>
    <w:rsid w:val="00FF2EDD"/>
    <w:rsid w:val="00FF2F58"/>
    <w:rsid w:val="00FF31F9"/>
    <w:rsid w:val="00FF3441"/>
    <w:rsid w:val="00FF358B"/>
    <w:rsid w:val="00FF3742"/>
    <w:rsid w:val="00FF3BCF"/>
    <w:rsid w:val="00FF3E2A"/>
    <w:rsid w:val="00FF3E5C"/>
    <w:rsid w:val="00FF4015"/>
    <w:rsid w:val="00FF40AB"/>
    <w:rsid w:val="00FF4164"/>
    <w:rsid w:val="00FF42A3"/>
    <w:rsid w:val="00FF4359"/>
    <w:rsid w:val="00FF44E0"/>
    <w:rsid w:val="00FF452B"/>
    <w:rsid w:val="00FF455C"/>
    <w:rsid w:val="00FF4564"/>
    <w:rsid w:val="00FF48E8"/>
    <w:rsid w:val="00FF4A77"/>
    <w:rsid w:val="00FF4AFF"/>
    <w:rsid w:val="00FF4C60"/>
    <w:rsid w:val="00FF4D63"/>
    <w:rsid w:val="00FF4E02"/>
    <w:rsid w:val="00FF4E74"/>
    <w:rsid w:val="00FF4EB5"/>
    <w:rsid w:val="00FF4F5A"/>
    <w:rsid w:val="00FF4FC7"/>
    <w:rsid w:val="00FF502C"/>
    <w:rsid w:val="00FF5129"/>
    <w:rsid w:val="00FF5151"/>
    <w:rsid w:val="00FF5192"/>
    <w:rsid w:val="00FF51A9"/>
    <w:rsid w:val="00FF51F3"/>
    <w:rsid w:val="00FF52D2"/>
    <w:rsid w:val="00FF5385"/>
    <w:rsid w:val="00FF5452"/>
    <w:rsid w:val="00FF545E"/>
    <w:rsid w:val="00FF5483"/>
    <w:rsid w:val="00FF55C2"/>
    <w:rsid w:val="00FF5671"/>
    <w:rsid w:val="00FF587D"/>
    <w:rsid w:val="00FF58D5"/>
    <w:rsid w:val="00FF599E"/>
    <w:rsid w:val="00FF59E4"/>
    <w:rsid w:val="00FF5A17"/>
    <w:rsid w:val="00FF5A24"/>
    <w:rsid w:val="00FF5AFB"/>
    <w:rsid w:val="00FF5BF7"/>
    <w:rsid w:val="00FF64F1"/>
    <w:rsid w:val="00FF6681"/>
    <w:rsid w:val="00FF67A1"/>
    <w:rsid w:val="00FF6B27"/>
    <w:rsid w:val="00FF6B97"/>
    <w:rsid w:val="00FF6D20"/>
    <w:rsid w:val="00FF6D73"/>
    <w:rsid w:val="00FF74D6"/>
    <w:rsid w:val="00FF77EB"/>
    <w:rsid w:val="00FF77F0"/>
    <w:rsid w:val="00FF7896"/>
    <w:rsid w:val="00FF7C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782B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2078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17</TotalTime>
  <Pages>1</Pages>
  <Words>347</Words>
  <Characters>1981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dcterms:created xsi:type="dcterms:W3CDTF">2019-12-05T14:04:00Z</dcterms:created>
  <dcterms:modified xsi:type="dcterms:W3CDTF">2022-01-12T07:51:00Z</dcterms:modified>
</cp:coreProperties>
</file>