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93C" w:rsidRPr="00C73496" w:rsidRDefault="003A493C" w:rsidP="00197D02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73496">
        <w:rPr>
          <w:rFonts w:ascii="Arial" w:hAnsi="Arial" w:cs="Arial"/>
          <w:b/>
        </w:rPr>
        <w:t>ГУБКИНСКИЙ ГОРОДСКОЙ ОКРУГ</w:t>
      </w:r>
    </w:p>
    <w:p w:rsidR="003A493C" w:rsidRPr="00C73496" w:rsidRDefault="003A493C" w:rsidP="00197D02">
      <w:pPr>
        <w:spacing w:after="0" w:line="240" w:lineRule="auto"/>
        <w:jc w:val="center"/>
        <w:rPr>
          <w:rFonts w:ascii="Arial" w:hAnsi="Arial" w:cs="Arial"/>
        </w:rPr>
      </w:pPr>
      <w:r w:rsidRPr="00C73496">
        <w:rPr>
          <w:rFonts w:ascii="Arial" w:hAnsi="Arial" w:cs="Arial"/>
          <w:b/>
        </w:rPr>
        <w:t>БЕЛГОРОДСКОЙ ОБЛАСТИ</w:t>
      </w:r>
    </w:p>
    <w:p w:rsidR="003A493C" w:rsidRPr="00C73496" w:rsidRDefault="003A493C" w:rsidP="00197D02">
      <w:pPr>
        <w:spacing w:after="0" w:line="240" w:lineRule="auto"/>
        <w:jc w:val="center"/>
        <w:rPr>
          <w:rFonts w:ascii="Arial" w:hAnsi="Arial" w:cs="Arial"/>
          <w:b/>
        </w:rPr>
      </w:pPr>
    </w:p>
    <w:p w:rsidR="003A493C" w:rsidRPr="005C421F" w:rsidRDefault="003A493C" w:rsidP="00197D02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C421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3A493C" w:rsidRPr="00C73496" w:rsidRDefault="003A493C" w:rsidP="00197D02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3A493C" w:rsidRPr="00C73496" w:rsidRDefault="003A493C" w:rsidP="00197D02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C73496">
        <w:rPr>
          <w:rFonts w:ascii="Arial" w:hAnsi="Arial" w:cs="Arial"/>
          <w:sz w:val="32"/>
          <w:szCs w:val="32"/>
        </w:rPr>
        <w:t>П О С Т А Н О В Л Е Н И Е</w:t>
      </w:r>
    </w:p>
    <w:p w:rsidR="003A493C" w:rsidRPr="00C73496" w:rsidRDefault="003A493C" w:rsidP="00197D02">
      <w:pPr>
        <w:spacing w:after="0" w:line="240" w:lineRule="auto"/>
        <w:jc w:val="center"/>
        <w:rPr>
          <w:rFonts w:ascii="Arial" w:hAnsi="Arial" w:cs="Arial"/>
          <w:b/>
        </w:rPr>
      </w:pPr>
    </w:p>
    <w:p w:rsidR="003A493C" w:rsidRPr="00C73496" w:rsidRDefault="003A493C" w:rsidP="00197D02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C73496">
        <w:rPr>
          <w:rFonts w:ascii="Arial" w:hAnsi="Arial" w:cs="Arial"/>
          <w:b/>
          <w:sz w:val="17"/>
          <w:szCs w:val="17"/>
        </w:rPr>
        <w:t>Губкин</w:t>
      </w:r>
    </w:p>
    <w:p w:rsidR="003A493C" w:rsidRPr="00C73496" w:rsidRDefault="003A493C" w:rsidP="00197D02">
      <w:pPr>
        <w:spacing w:after="0" w:line="240" w:lineRule="auto"/>
        <w:jc w:val="center"/>
        <w:rPr>
          <w:rFonts w:ascii="Arial" w:hAnsi="Arial" w:cs="Arial"/>
          <w:b/>
        </w:rPr>
      </w:pPr>
    </w:p>
    <w:p w:rsidR="003A493C" w:rsidRDefault="003A493C" w:rsidP="00197D02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73496">
        <w:rPr>
          <w:rFonts w:ascii="Arial" w:hAnsi="Arial" w:cs="Arial"/>
          <w:b/>
          <w:sz w:val="18"/>
          <w:szCs w:val="18"/>
        </w:rPr>
        <w:t xml:space="preserve"> “__</w:t>
      </w:r>
      <w:r>
        <w:rPr>
          <w:rFonts w:ascii="Arial" w:hAnsi="Arial" w:cs="Arial"/>
          <w:b/>
          <w:sz w:val="18"/>
          <w:szCs w:val="18"/>
        </w:rPr>
        <w:t>____</w:t>
      </w:r>
      <w:r w:rsidRPr="00C73496">
        <w:rPr>
          <w:rFonts w:ascii="Arial" w:hAnsi="Arial" w:cs="Arial"/>
          <w:b/>
          <w:sz w:val="18"/>
          <w:szCs w:val="18"/>
        </w:rPr>
        <w:t>__” ________</w:t>
      </w:r>
      <w:r>
        <w:rPr>
          <w:rFonts w:ascii="Arial" w:hAnsi="Arial" w:cs="Arial"/>
          <w:b/>
          <w:sz w:val="18"/>
          <w:szCs w:val="18"/>
        </w:rPr>
        <w:t>______</w:t>
      </w:r>
      <w:r w:rsidRPr="00C73496">
        <w:rPr>
          <w:rFonts w:ascii="Arial" w:hAnsi="Arial" w:cs="Arial"/>
          <w:b/>
          <w:sz w:val="18"/>
          <w:szCs w:val="18"/>
        </w:rPr>
        <w:t xml:space="preserve">_______ </w:t>
      </w:r>
      <w:smartTag w:uri="urn:schemas-microsoft-com:office:smarttags" w:element="metricconverter">
        <w:smartTagPr>
          <w:attr w:name="ProductID" w:val="2022 г"/>
        </w:smartTagPr>
        <w:r w:rsidRPr="00C73496">
          <w:rPr>
            <w:rFonts w:ascii="Arial" w:hAnsi="Arial" w:cs="Arial"/>
            <w:b/>
            <w:sz w:val="18"/>
            <w:szCs w:val="18"/>
          </w:rPr>
          <w:t>20</w:t>
        </w:r>
        <w:r>
          <w:rPr>
            <w:rFonts w:ascii="Arial" w:hAnsi="Arial" w:cs="Arial"/>
            <w:b/>
            <w:sz w:val="18"/>
            <w:szCs w:val="18"/>
          </w:rPr>
          <w:t xml:space="preserve">22 </w:t>
        </w:r>
        <w:r w:rsidRPr="00C73496">
          <w:rPr>
            <w:rFonts w:ascii="Arial" w:hAnsi="Arial" w:cs="Arial"/>
            <w:b/>
            <w:sz w:val="18"/>
            <w:szCs w:val="18"/>
          </w:rPr>
          <w:t>г</w:t>
        </w:r>
      </w:smartTag>
      <w:r w:rsidRPr="00C73496">
        <w:rPr>
          <w:rFonts w:ascii="Arial" w:hAnsi="Arial" w:cs="Arial"/>
          <w:b/>
          <w:sz w:val="18"/>
          <w:szCs w:val="18"/>
        </w:rPr>
        <w:t xml:space="preserve">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C73496">
        <w:rPr>
          <w:rFonts w:ascii="Arial" w:hAnsi="Arial" w:cs="Arial"/>
          <w:b/>
          <w:sz w:val="18"/>
          <w:szCs w:val="18"/>
        </w:rPr>
        <w:t xml:space="preserve">                       № _______</w:t>
      </w:r>
      <w:r>
        <w:rPr>
          <w:rFonts w:ascii="Arial" w:hAnsi="Arial" w:cs="Arial"/>
          <w:b/>
          <w:sz w:val="18"/>
          <w:szCs w:val="18"/>
        </w:rPr>
        <w:t>___</w:t>
      </w:r>
      <w:r w:rsidRPr="00C73496">
        <w:rPr>
          <w:rFonts w:ascii="Arial" w:hAnsi="Arial" w:cs="Arial"/>
          <w:b/>
          <w:sz w:val="18"/>
          <w:szCs w:val="18"/>
        </w:rPr>
        <w:t>_</w:t>
      </w:r>
    </w:p>
    <w:p w:rsidR="003A493C" w:rsidRPr="005A6780" w:rsidRDefault="003A493C" w:rsidP="00197D02">
      <w:pPr>
        <w:spacing w:after="0" w:line="240" w:lineRule="auto"/>
        <w:jc w:val="both"/>
        <w:rPr>
          <w:sz w:val="36"/>
          <w:szCs w:val="36"/>
        </w:rPr>
      </w:pPr>
    </w:p>
    <w:p w:rsidR="003A493C" w:rsidRPr="005A6780" w:rsidRDefault="003A493C" w:rsidP="00197D02">
      <w:pPr>
        <w:spacing w:after="0" w:line="240" w:lineRule="auto"/>
        <w:rPr>
          <w:b/>
          <w:sz w:val="36"/>
          <w:szCs w:val="36"/>
        </w:rPr>
      </w:pPr>
    </w:p>
    <w:p w:rsidR="003A493C" w:rsidRPr="00237202" w:rsidRDefault="003A493C" w:rsidP="00197D02">
      <w:pPr>
        <w:pStyle w:val="ConsPlusTitle"/>
        <w:rPr>
          <w:sz w:val="28"/>
        </w:rPr>
      </w:pPr>
      <w:r w:rsidRPr="00237202">
        <w:rPr>
          <w:sz w:val="28"/>
        </w:rPr>
        <w:t>О внесении изменени</w:t>
      </w:r>
      <w:r>
        <w:rPr>
          <w:sz w:val="28"/>
        </w:rPr>
        <w:t>й</w:t>
      </w:r>
      <w:r w:rsidRPr="00237202">
        <w:rPr>
          <w:sz w:val="28"/>
        </w:rPr>
        <w:t xml:space="preserve"> </w:t>
      </w:r>
    </w:p>
    <w:p w:rsidR="003A493C" w:rsidRDefault="003A493C" w:rsidP="00197D02">
      <w:pPr>
        <w:pStyle w:val="ConsPlusTitle"/>
        <w:rPr>
          <w:sz w:val="28"/>
        </w:rPr>
      </w:pPr>
      <w:r w:rsidRPr="00237202">
        <w:rPr>
          <w:sz w:val="28"/>
        </w:rPr>
        <w:t xml:space="preserve">в </w:t>
      </w:r>
      <w:r>
        <w:rPr>
          <w:sz w:val="28"/>
        </w:rPr>
        <w:t xml:space="preserve">постановление администрации </w:t>
      </w:r>
    </w:p>
    <w:p w:rsidR="003A493C" w:rsidRDefault="003A493C" w:rsidP="00197D02">
      <w:pPr>
        <w:pStyle w:val="ConsPlusTitle"/>
        <w:rPr>
          <w:sz w:val="28"/>
        </w:rPr>
      </w:pPr>
      <w:r>
        <w:rPr>
          <w:sz w:val="28"/>
        </w:rPr>
        <w:t xml:space="preserve">Губкинского городского округа </w:t>
      </w:r>
    </w:p>
    <w:p w:rsidR="003A493C" w:rsidRPr="00885BFF" w:rsidRDefault="003A493C" w:rsidP="00197D02">
      <w:pPr>
        <w:pStyle w:val="ConsPlusTitle"/>
        <w:rPr>
          <w:sz w:val="28"/>
          <w:szCs w:val="28"/>
        </w:rPr>
      </w:pPr>
      <w:r>
        <w:rPr>
          <w:sz w:val="28"/>
        </w:rPr>
        <w:t>от 28 ноября 2016 года № 2385-па</w:t>
      </w:r>
    </w:p>
    <w:p w:rsidR="003A493C" w:rsidRPr="00A26A1C" w:rsidRDefault="003A493C" w:rsidP="00197D02">
      <w:pPr>
        <w:spacing w:after="0" w:line="240" w:lineRule="auto"/>
        <w:rPr>
          <w:b/>
          <w:sz w:val="28"/>
        </w:rPr>
      </w:pPr>
    </w:p>
    <w:p w:rsidR="003A493C" w:rsidRDefault="003A493C" w:rsidP="00197D02">
      <w:pPr>
        <w:tabs>
          <w:tab w:val="left" w:pos="4050"/>
        </w:tabs>
        <w:spacing w:after="0" w:line="240" w:lineRule="auto"/>
        <w:rPr>
          <w:sz w:val="28"/>
        </w:rPr>
      </w:pPr>
    </w:p>
    <w:p w:rsidR="003A493C" w:rsidRDefault="003A493C" w:rsidP="00197D02">
      <w:pPr>
        <w:tabs>
          <w:tab w:val="left" w:pos="4050"/>
        </w:tabs>
        <w:spacing w:after="0" w:line="240" w:lineRule="auto"/>
        <w:rPr>
          <w:sz w:val="28"/>
        </w:rPr>
      </w:pPr>
    </w:p>
    <w:p w:rsidR="003A493C" w:rsidRPr="00197D02" w:rsidRDefault="003A493C" w:rsidP="00197D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197D02">
        <w:rPr>
          <w:rFonts w:ascii="Times New Roman" w:hAnsi="Times New Roman"/>
          <w:sz w:val="28"/>
          <w:szCs w:val="28"/>
        </w:rPr>
        <w:t>В соответствии с федеральными законами от 06 октября 2003 года        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Губкинского городского округа от 28 апреля 2011 года                              № 700-па «Об утверждении Порядка разработки и утверждения административных регламентов предоставления муниципальных услуг», на основании Устава Губкинского городского округа Белгородской области администрация Губкинского городского округа</w:t>
      </w:r>
    </w:p>
    <w:p w:rsidR="003A493C" w:rsidRPr="00197D02" w:rsidRDefault="003A493C" w:rsidP="00197D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93C" w:rsidRPr="00197D02" w:rsidRDefault="003A493C" w:rsidP="00197D02">
      <w:pPr>
        <w:pStyle w:val="BodyText"/>
        <w:rPr>
          <w:b/>
          <w:szCs w:val="28"/>
        </w:rPr>
      </w:pPr>
      <w:r w:rsidRPr="00197D02">
        <w:rPr>
          <w:b/>
          <w:szCs w:val="28"/>
        </w:rPr>
        <w:t>ПОСТАНОВЛЯЕТ:</w:t>
      </w:r>
    </w:p>
    <w:p w:rsidR="003A493C" w:rsidRPr="00197D02" w:rsidRDefault="003A493C" w:rsidP="00197D02">
      <w:pPr>
        <w:pStyle w:val="BodyText"/>
        <w:rPr>
          <w:szCs w:val="28"/>
        </w:rPr>
      </w:pPr>
    </w:p>
    <w:p w:rsidR="003A493C" w:rsidRPr="00197D02" w:rsidRDefault="003A493C" w:rsidP="00197D0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197D02">
        <w:rPr>
          <w:b w:val="0"/>
          <w:sz w:val="28"/>
          <w:szCs w:val="28"/>
        </w:rPr>
        <w:t xml:space="preserve">1. Внести изменение в постановление администрации Губкинского городского округа от 28 ноября 2016 года № 2385-па «Об утверждении административного регламента предоставления муниципальной услуги 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сервитута на территории Губкинского городского округа Белгородской области» (в редакции постановлений администрации Губкинского городского округа от 22.09.2017 </w:t>
      </w:r>
      <w:r w:rsidRPr="00197D02">
        <w:rPr>
          <w:b w:val="0"/>
          <w:sz w:val="28"/>
          <w:szCs w:val="28"/>
        </w:rPr>
        <w:fldChar w:fldCharType="begin"/>
      </w:r>
      <w:r w:rsidRPr="00197D02">
        <w:rPr>
          <w:b w:val="0"/>
          <w:sz w:val="28"/>
          <w:szCs w:val="28"/>
        </w:rPr>
        <w:instrText xml:space="preserve">HYPERLINK consultantplus://offline/ref=C6679E3528155D229BBCA0D709B266206CCE83DBBBA517F834D6E49427318126821B4941DCA22154C59B130625C1C71E08E475A25CA5E06A2E32EFf5BBH </w:instrText>
      </w:r>
      <w:r w:rsidRPr="00197D02">
        <w:rPr>
          <w:b w:val="0"/>
          <w:sz w:val="28"/>
          <w:szCs w:val="28"/>
        </w:rPr>
      </w:r>
      <w:r w:rsidRPr="00197D02">
        <w:rPr>
          <w:b w:val="0"/>
          <w:sz w:val="28"/>
          <w:szCs w:val="28"/>
        </w:rPr>
        <w:fldChar w:fldCharType="separate"/>
      </w:r>
      <w:r w:rsidRPr="00197D02">
        <w:rPr>
          <w:b w:val="0"/>
          <w:sz w:val="28"/>
          <w:szCs w:val="28"/>
        </w:rPr>
        <w:t>№ 1443-па, от 01.10.2020 № 1409-па, от 21.12.2021 № 2197- па):</w:t>
      </w:r>
    </w:p>
    <w:p w:rsidR="003A493C" w:rsidRPr="00197D02" w:rsidRDefault="003A493C" w:rsidP="00197D0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197D02">
        <w:rPr>
          <w:sz w:val="28"/>
          <w:szCs w:val="28"/>
        </w:rPr>
        <w:t xml:space="preserve"> </w:t>
      </w:r>
      <w:r w:rsidRPr="00197D02">
        <w:rPr>
          <w:b w:val="0"/>
          <w:sz w:val="28"/>
          <w:szCs w:val="28"/>
        </w:rPr>
        <w:fldChar w:fldCharType="end"/>
      </w:r>
      <w:r w:rsidRPr="00197D02">
        <w:rPr>
          <w:b w:val="0"/>
          <w:sz w:val="28"/>
          <w:szCs w:val="28"/>
        </w:rPr>
        <w:t>- в административный регламент предоставления муниципальной услуги 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сервитута на территории Губкинского городского округа Белгородской области», утвержденный вышеуказанным постановлением:</w:t>
      </w:r>
    </w:p>
    <w:p w:rsidR="003A493C" w:rsidRPr="00197D02" w:rsidRDefault="003A493C" w:rsidP="00197D0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197D02">
        <w:rPr>
          <w:b w:val="0"/>
          <w:sz w:val="28"/>
          <w:szCs w:val="28"/>
        </w:rPr>
        <w:t>- абзац 3 пункта 1.1. раздела 1 «Общие положения» дополнить подпунктом следующего содержания:</w:t>
      </w:r>
    </w:p>
    <w:p w:rsidR="003A493C" w:rsidRPr="00197D02" w:rsidRDefault="003A493C" w:rsidP="00197D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D02">
        <w:rPr>
          <w:rFonts w:ascii="Times New Roman" w:hAnsi="Times New Roman"/>
          <w:sz w:val="28"/>
          <w:szCs w:val="28"/>
        </w:rPr>
        <w:t>«6) в целях обеспечения судоходства для возведения на береговой полосе в пределах внутренних водных путей некапитальных строений, сооружений.».</w:t>
      </w:r>
    </w:p>
    <w:p w:rsidR="003A493C" w:rsidRPr="00197D02" w:rsidRDefault="003A493C" w:rsidP="00197D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7D02">
        <w:rPr>
          <w:rFonts w:ascii="Times New Roman" w:hAnsi="Times New Roman"/>
          <w:sz w:val="28"/>
          <w:szCs w:val="28"/>
        </w:rPr>
        <w:t xml:space="preserve">   </w:t>
      </w:r>
      <w:r w:rsidRPr="00197D02">
        <w:rPr>
          <w:rFonts w:ascii="Times New Roman" w:hAnsi="Times New Roman"/>
          <w:sz w:val="28"/>
          <w:szCs w:val="28"/>
        </w:rPr>
        <w:tab/>
        <w:t>2. Опубликовать постановление в средствах массовой информации.</w:t>
      </w:r>
    </w:p>
    <w:p w:rsidR="003A493C" w:rsidRPr="00197D02" w:rsidRDefault="003A493C" w:rsidP="00197D02">
      <w:pPr>
        <w:pStyle w:val="BodyText"/>
        <w:ind w:firstLine="709"/>
        <w:rPr>
          <w:szCs w:val="28"/>
        </w:rPr>
      </w:pPr>
      <w:r w:rsidRPr="00197D02">
        <w:rPr>
          <w:szCs w:val="28"/>
        </w:rPr>
        <w:t>3. Контроль за исполнением постановления возложить на председателя комитета по управлению муниципальной собственностью Виктор</w:t>
      </w:r>
      <w:r w:rsidRPr="00197D02">
        <w:rPr>
          <w:szCs w:val="28"/>
        </w:rPr>
        <w:t>о</w:t>
      </w:r>
      <w:r w:rsidRPr="00197D02">
        <w:rPr>
          <w:szCs w:val="28"/>
        </w:rPr>
        <w:t>ву О.В.</w:t>
      </w:r>
    </w:p>
    <w:p w:rsidR="003A493C" w:rsidRPr="00197D02" w:rsidRDefault="003A493C" w:rsidP="00197D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93C" w:rsidRPr="00197D02" w:rsidRDefault="003A493C" w:rsidP="00197D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93C" w:rsidRPr="00197D02" w:rsidRDefault="003A493C" w:rsidP="00197D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93C" w:rsidRPr="00197D02" w:rsidRDefault="003A493C" w:rsidP="00197D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97D02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3A493C" w:rsidRPr="00197D02" w:rsidRDefault="003A493C" w:rsidP="00197D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97D02">
        <w:rPr>
          <w:rFonts w:ascii="Times New Roman" w:hAnsi="Times New Roman"/>
          <w:b/>
          <w:sz w:val="28"/>
          <w:szCs w:val="28"/>
        </w:rPr>
        <w:t>Губкинского городского округа                                                     М.А. Лобазнов</w:t>
      </w:r>
    </w:p>
    <w:p w:rsidR="003A493C" w:rsidRPr="00197D02" w:rsidRDefault="003A493C" w:rsidP="00197D02">
      <w:pPr>
        <w:rPr>
          <w:szCs w:val="28"/>
        </w:rPr>
      </w:pPr>
    </w:p>
    <w:sectPr w:rsidR="003A493C" w:rsidRPr="00197D02" w:rsidSect="00A51EE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93C" w:rsidRDefault="003A493C" w:rsidP="00947540">
      <w:pPr>
        <w:spacing w:after="0" w:line="240" w:lineRule="auto"/>
      </w:pPr>
      <w:r>
        <w:separator/>
      </w:r>
    </w:p>
  </w:endnote>
  <w:endnote w:type="continuationSeparator" w:id="0">
    <w:p w:rsidR="003A493C" w:rsidRDefault="003A493C" w:rsidP="00947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93C" w:rsidRDefault="003A493C" w:rsidP="00947540">
      <w:pPr>
        <w:spacing w:after="0" w:line="240" w:lineRule="auto"/>
      </w:pPr>
      <w:r>
        <w:separator/>
      </w:r>
    </w:p>
  </w:footnote>
  <w:footnote w:type="continuationSeparator" w:id="0">
    <w:p w:rsidR="003A493C" w:rsidRDefault="003A493C" w:rsidP="00947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93C" w:rsidRDefault="003A493C">
    <w:pPr>
      <w:pStyle w:val="Head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3A493C" w:rsidRDefault="003A49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28DC"/>
    <w:multiLevelType w:val="hybridMultilevel"/>
    <w:tmpl w:val="4210B460"/>
    <w:lvl w:ilvl="0" w:tplc="E5BE39A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FBD0F8D"/>
    <w:multiLevelType w:val="hybridMultilevel"/>
    <w:tmpl w:val="724A01DA"/>
    <w:lvl w:ilvl="0" w:tplc="0C021CA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7A5"/>
    <w:rsid w:val="000002F7"/>
    <w:rsid w:val="00003029"/>
    <w:rsid w:val="00007F4C"/>
    <w:rsid w:val="00013380"/>
    <w:rsid w:val="00014064"/>
    <w:rsid w:val="00040449"/>
    <w:rsid w:val="00045F3F"/>
    <w:rsid w:val="00045F7A"/>
    <w:rsid w:val="000475A3"/>
    <w:rsid w:val="00047948"/>
    <w:rsid w:val="000608E9"/>
    <w:rsid w:val="00073ECD"/>
    <w:rsid w:val="00084B94"/>
    <w:rsid w:val="00093B69"/>
    <w:rsid w:val="000A00DB"/>
    <w:rsid w:val="000B4A1E"/>
    <w:rsid w:val="000B71EB"/>
    <w:rsid w:val="000D474B"/>
    <w:rsid w:val="000D506D"/>
    <w:rsid w:val="000E3BF8"/>
    <w:rsid w:val="001011C2"/>
    <w:rsid w:val="00101A05"/>
    <w:rsid w:val="00103E2F"/>
    <w:rsid w:val="00106E83"/>
    <w:rsid w:val="00110CD7"/>
    <w:rsid w:val="001152A0"/>
    <w:rsid w:val="00115E48"/>
    <w:rsid w:val="00130805"/>
    <w:rsid w:val="0013410A"/>
    <w:rsid w:val="00134C42"/>
    <w:rsid w:val="00147091"/>
    <w:rsid w:val="00151599"/>
    <w:rsid w:val="0015671C"/>
    <w:rsid w:val="00166446"/>
    <w:rsid w:val="00181197"/>
    <w:rsid w:val="00181AC0"/>
    <w:rsid w:val="00191A95"/>
    <w:rsid w:val="0019375D"/>
    <w:rsid w:val="001959FD"/>
    <w:rsid w:val="00197D02"/>
    <w:rsid w:val="001C5492"/>
    <w:rsid w:val="001E0A4A"/>
    <w:rsid w:val="001E59E8"/>
    <w:rsid w:val="001F1FE7"/>
    <w:rsid w:val="001F3A59"/>
    <w:rsid w:val="00207C33"/>
    <w:rsid w:val="00227277"/>
    <w:rsid w:val="00235D00"/>
    <w:rsid w:val="00237202"/>
    <w:rsid w:val="002516E0"/>
    <w:rsid w:val="0026461C"/>
    <w:rsid w:val="00266F91"/>
    <w:rsid w:val="002753BA"/>
    <w:rsid w:val="00276CD4"/>
    <w:rsid w:val="00281A87"/>
    <w:rsid w:val="002A42AD"/>
    <w:rsid w:val="002C12A5"/>
    <w:rsid w:val="002C6998"/>
    <w:rsid w:val="002E2C99"/>
    <w:rsid w:val="002E6B6C"/>
    <w:rsid w:val="00310A22"/>
    <w:rsid w:val="00325B0C"/>
    <w:rsid w:val="00330C91"/>
    <w:rsid w:val="00335F69"/>
    <w:rsid w:val="00346B35"/>
    <w:rsid w:val="00350DB3"/>
    <w:rsid w:val="00351BF8"/>
    <w:rsid w:val="00354D97"/>
    <w:rsid w:val="00373EBF"/>
    <w:rsid w:val="00374560"/>
    <w:rsid w:val="00377E6D"/>
    <w:rsid w:val="00381B51"/>
    <w:rsid w:val="00387779"/>
    <w:rsid w:val="003A0E67"/>
    <w:rsid w:val="003A2B52"/>
    <w:rsid w:val="003A2E40"/>
    <w:rsid w:val="003A493C"/>
    <w:rsid w:val="003B35A4"/>
    <w:rsid w:val="003C0BEE"/>
    <w:rsid w:val="003E64B0"/>
    <w:rsid w:val="003F1014"/>
    <w:rsid w:val="0042637C"/>
    <w:rsid w:val="004274A0"/>
    <w:rsid w:val="00445B1C"/>
    <w:rsid w:val="004618F7"/>
    <w:rsid w:val="00461E35"/>
    <w:rsid w:val="00470432"/>
    <w:rsid w:val="004833CE"/>
    <w:rsid w:val="004937B8"/>
    <w:rsid w:val="004A538D"/>
    <w:rsid w:val="004B4DBC"/>
    <w:rsid w:val="004B61FD"/>
    <w:rsid w:val="004E0A11"/>
    <w:rsid w:val="004F0067"/>
    <w:rsid w:val="005058A3"/>
    <w:rsid w:val="00506DF8"/>
    <w:rsid w:val="005231AC"/>
    <w:rsid w:val="00525C2C"/>
    <w:rsid w:val="005315E9"/>
    <w:rsid w:val="00535792"/>
    <w:rsid w:val="00535C0B"/>
    <w:rsid w:val="00567707"/>
    <w:rsid w:val="00571A01"/>
    <w:rsid w:val="00574448"/>
    <w:rsid w:val="005850E8"/>
    <w:rsid w:val="00592106"/>
    <w:rsid w:val="005A3577"/>
    <w:rsid w:val="005A6780"/>
    <w:rsid w:val="005B2771"/>
    <w:rsid w:val="005B3755"/>
    <w:rsid w:val="005C0EE3"/>
    <w:rsid w:val="005C10F8"/>
    <w:rsid w:val="005C421F"/>
    <w:rsid w:val="005C7A8C"/>
    <w:rsid w:val="005D3672"/>
    <w:rsid w:val="005E22BF"/>
    <w:rsid w:val="005E2A22"/>
    <w:rsid w:val="005E5A0B"/>
    <w:rsid w:val="005F2F5E"/>
    <w:rsid w:val="005F3246"/>
    <w:rsid w:val="00601519"/>
    <w:rsid w:val="006028A9"/>
    <w:rsid w:val="006076F4"/>
    <w:rsid w:val="00621FDF"/>
    <w:rsid w:val="00625D4B"/>
    <w:rsid w:val="00627633"/>
    <w:rsid w:val="00641B0E"/>
    <w:rsid w:val="00647DC8"/>
    <w:rsid w:val="00653B07"/>
    <w:rsid w:val="00657A39"/>
    <w:rsid w:val="00664887"/>
    <w:rsid w:val="00666757"/>
    <w:rsid w:val="00676918"/>
    <w:rsid w:val="00685D4F"/>
    <w:rsid w:val="006A0130"/>
    <w:rsid w:val="006A6CBD"/>
    <w:rsid w:val="006B5B29"/>
    <w:rsid w:val="006C25EA"/>
    <w:rsid w:val="006C3323"/>
    <w:rsid w:val="006C4B42"/>
    <w:rsid w:val="006E0C7E"/>
    <w:rsid w:val="0070121A"/>
    <w:rsid w:val="00702BAA"/>
    <w:rsid w:val="00705962"/>
    <w:rsid w:val="00705F21"/>
    <w:rsid w:val="007200EF"/>
    <w:rsid w:val="007212AB"/>
    <w:rsid w:val="007367BD"/>
    <w:rsid w:val="00743EBF"/>
    <w:rsid w:val="00756874"/>
    <w:rsid w:val="00781C1E"/>
    <w:rsid w:val="00787F7F"/>
    <w:rsid w:val="007976D9"/>
    <w:rsid w:val="007A0E6A"/>
    <w:rsid w:val="007D5A73"/>
    <w:rsid w:val="007E4DAC"/>
    <w:rsid w:val="007E58E4"/>
    <w:rsid w:val="007F7740"/>
    <w:rsid w:val="00803D4A"/>
    <w:rsid w:val="0080471E"/>
    <w:rsid w:val="008159C7"/>
    <w:rsid w:val="00817CB6"/>
    <w:rsid w:val="008227B5"/>
    <w:rsid w:val="008278E3"/>
    <w:rsid w:val="00837DD6"/>
    <w:rsid w:val="00841028"/>
    <w:rsid w:val="00845D47"/>
    <w:rsid w:val="00845FE0"/>
    <w:rsid w:val="0085616D"/>
    <w:rsid w:val="00861B17"/>
    <w:rsid w:val="008723E8"/>
    <w:rsid w:val="00873D38"/>
    <w:rsid w:val="00885BFF"/>
    <w:rsid w:val="00897102"/>
    <w:rsid w:val="008A69C8"/>
    <w:rsid w:val="008A6EAA"/>
    <w:rsid w:val="008A74F8"/>
    <w:rsid w:val="008C2701"/>
    <w:rsid w:val="008C7E77"/>
    <w:rsid w:val="008D32E0"/>
    <w:rsid w:val="008E1E7F"/>
    <w:rsid w:val="008F6DF6"/>
    <w:rsid w:val="00910AD0"/>
    <w:rsid w:val="0091312B"/>
    <w:rsid w:val="00917361"/>
    <w:rsid w:val="00917B64"/>
    <w:rsid w:val="00926835"/>
    <w:rsid w:val="009303C9"/>
    <w:rsid w:val="009332AA"/>
    <w:rsid w:val="00940576"/>
    <w:rsid w:val="00940663"/>
    <w:rsid w:val="00946603"/>
    <w:rsid w:val="00946710"/>
    <w:rsid w:val="00947540"/>
    <w:rsid w:val="00975929"/>
    <w:rsid w:val="00977FA0"/>
    <w:rsid w:val="00981CD0"/>
    <w:rsid w:val="0098449B"/>
    <w:rsid w:val="00984895"/>
    <w:rsid w:val="00995E3C"/>
    <w:rsid w:val="009C2B76"/>
    <w:rsid w:val="009C3E22"/>
    <w:rsid w:val="009C7CE8"/>
    <w:rsid w:val="009D33FA"/>
    <w:rsid w:val="009F7DC8"/>
    <w:rsid w:val="00A2550C"/>
    <w:rsid w:val="00A26A1C"/>
    <w:rsid w:val="00A51EEE"/>
    <w:rsid w:val="00A56FA6"/>
    <w:rsid w:val="00A82941"/>
    <w:rsid w:val="00A95041"/>
    <w:rsid w:val="00AA15BF"/>
    <w:rsid w:val="00AB30AF"/>
    <w:rsid w:val="00AC2653"/>
    <w:rsid w:val="00AC2CD2"/>
    <w:rsid w:val="00AC6D0C"/>
    <w:rsid w:val="00AD2107"/>
    <w:rsid w:val="00AE09AB"/>
    <w:rsid w:val="00AF1E71"/>
    <w:rsid w:val="00B0161A"/>
    <w:rsid w:val="00B14371"/>
    <w:rsid w:val="00B14DD2"/>
    <w:rsid w:val="00B20907"/>
    <w:rsid w:val="00B53466"/>
    <w:rsid w:val="00B67C91"/>
    <w:rsid w:val="00B80220"/>
    <w:rsid w:val="00B85DCA"/>
    <w:rsid w:val="00B977A5"/>
    <w:rsid w:val="00BA17B8"/>
    <w:rsid w:val="00BB1F22"/>
    <w:rsid w:val="00BE0B40"/>
    <w:rsid w:val="00BE7DC6"/>
    <w:rsid w:val="00BF17B2"/>
    <w:rsid w:val="00BF3E49"/>
    <w:rsid w:val="00BF5533"/>
    <w:rsid w:val="00C060EA"/>
    <w:rsid w:val="00C40DF8"/>
    <w:rsid w:val="00C446A6"/>
    <w:rsid w:val="00C72F98"/>
    <w:rsid w:val="00C73496"/>
    <w:rsid w:val="00C74B01"/>
    <w:rsid w:val="00C92F0D"/>
    <w:rsid w:val="00C940A1"/>
    <w:rsid w:val="00CA3A31"/>
    <w:rsid w:val="00CA51F0"/>
    <w:rsid w:val="00CB2EFF"/>
    <w:rsid w:val="00CB5E2D"/>
    <w:rsid w:val="00CC5DB8"/>
    <w:rsid w:val="00CD0126"/>
    <w:rsid w:val="00CD4D24"/>
    <w:rsid w:val="00CE234B"/>
    <w:rsid w:val="00CE50FC"/>
    <w:rsid w:val="00CF1452"/>
    <w:rsid w:val="00D07DB1"/>
    <w:rsid w:val="00D15973"/>
    <w:rsid w:val="00D33268"/>
    <w:rsid w:val="00D33E18"/>
    <w:rsid w:val="00D34DC3"/>
    <w:rsid w:val="00D646E6"/>
    <w:rsid w:val="00D64F71"/>
    <w:rsid w:val="00D853F7"/>
    <w:rsid w:val="00D9041C"/>
    <w:rsid w:val="00DB152A"/>
    <w:rsid w:val="00DC12C5"/>
    <w:rsid w:val="00DD7581"/>
    <w:rsid w:val="00DE729E"/>
    <w:rsid w:val="00DE7467"/>
    <w:rsid w:val="00DF6394"/>
    <w:rsid w:val="00DF6448"/>
    <w:rsid w:val="00E06E72"/>
    <w:rsid w:val="00E07B80"/>
    <w:rsid w:val="00E17D63"/>
    <w:rsid w:val="00E23944"/>
    <w:rsid w:val="00E239CD"/>
    <w:rsid w:val="00E412BB"/>
    <w:rsid w:val="00E41C0B"/>
    <w:rsid w:val="00E64FEE"/>
    <w:rsid w:val="00E65BCC"/>
    <w:rsid w:val="00E72741"/>
    <w:rsid w:val="00E759D8"/>
    <w:rsid w:val="00E75BED"/>
    <w:rsid w:val="00E87550"/>
    <w:rsid w:val="00E97E6E"/>
    <w:rsid w:val="00EB7F8A"/>
    <w:rsid w:val="00EC174F"/>
    <w:rsid w:val="00EC68AD"/>
    <w:rsid w:val="00EE2D21"/>
    <w:rsid w:val="00EE5D11"/>
    <w:rsid w:val="00EE7357"/>
    <w:rsid w:val="00EE75D4"/>
    <w:rsid w:val="00EE7F81"/>
    <w:rsid w:val="00EF35E2"/>
    <w:rsid w:val="00F129D9"/>
    <w:rsid w:val="00F41FC4"/>
    <w:rsid w:val="00F47A22"/>
    <w:rsid w:val="00F7496B"/>
    <w:rsid w:val="00F80CDF"/>
    <w:rsid w:val="00FA01CF"/>
    <w:rsid w:val="00FA6516"/>
    <w:rsid w:val="00FB5C39"/>
    <w:rsid w:val="00FB6BCD"/>
    <w:rsid w:val="00FC3C46"/>
    <w:rsid w:val="00FC60CD"/>
    <w:rsid w:val="00FD1450"/>
    <w:rsid w:val="00FD1980"/>
    <w:rsid w:val="00FE5FAA"/>
    <w:rsid w:val="00FF4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26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64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4FE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5F32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47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4754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47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47540"/>
    <w:rPr>
      <w:rFonts w:cs="Times New Roman"/>
    </w:rPr>
  </w:style>
  <w:style w:type="paragraph" w:customStyle="1" w:styleId="ConsPlusNormal">
    <w:name w:val="ConsPlusNormal"/>
    <w:uiPriority w:val="99"/>
    <w:rsid w:val="0013410A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Default">
    <w:name w:val="Default"/>
    <w:uiPriority w:val="99"/>
    <w:rsid w:val="0026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97D02"/>
    <w:pPr>
      <w:spacing w:after="0" w:line="24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671B8"/>
    <w:rPr>
      <w:lang w:eastAsia="en-US"/>
    </w:rPr>
  </w:style>
  <w:style w:type="paragraph" w:customStyle="1" w:styleId="ConsPlusTitle">
    <w:name w:val="ConsPlusTitle"/>
    <w:uiPriority w:val="99"/>
    <w:rsid w:val="00197D02"/>
    <w:pPr>
      <w:widowControl w:val="0"/>
      <w:autoSpaceDE w:val="0"/>
      <w:autoSpaceDN w:val="0"/>
    </w:pPr>
    <w:rPr>
      <w:rFonts w:ascii="Times New Roman" w:hAnsi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2</Pages>
  <Words>400</Words>
  <Characters>2283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Светлана Юрьева</dc:creator>
  <cp:keywords/>
  <dc:description/>
  <cp:lastModifiedBy>Пользователь</cp:lastModifiedBy>
  <cp:revision>13</cp:revision>
  <cp:lastPrinted>2020-04-24T14:49:00Z</cp:lastPrinted>
  <dcterms:created xsi:type="dcterms:W3CDTF">2020-05-29T12:44:00Z</dcterms:created>
  <dcterms:modified xsi:type="dcterms:W3CDTF">2022-06-09T07:20:00Z</dcterms:modified>
</cp:coreProperties>
</file>